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FF9" w:rsidRPr="00662878" w:rsidRDefault="009E2FF9" w:rsidP="002F610F">
      <w:pPr>
        <w:spacing w:line="276" w:lineRule="auto"/>
        <w:rPr>
          <w:color w:val="000000"/>
        </w:rPr>
      </w:pPr>
      <w:r w:rsidRPr="00662878">
        <w:rPr>
          <w:rFonts w:hint="eastAsia"/>
          <w:color w:val="000000"/>
        </w:rPr>
        <w:t>（総　　則）</w:t>
      </w:r>
    </w:p>
    <w:p w:rsidR="009E2FF9" w:rsidRPr="00662878" w:rsidRDefault="009E2FF9" w:rsidP="002F610F">
      <w:pPr>
        <w:spacing w:line="276" w:lineRule="auto"/>
        <w:rPr>
          <w:color w:val="000000"/>
        </w:rPr>
      </w:pPr>
      <w:r w:rsidRPr="00662878">
        <w:rPr>
          <w:rFonts w:hint="eastAsia"/>
          <w:color w:val="000000"/>
        </w:rPr>
        <w:t>第１条　発注者及び受注者は、この契約書に基づき、設計図書（設計書、図面、仕様書、現場説明書及び</w:t>
      </w:r>
    </w:p>
    <w:p w:rsidR="009E2FF9" w:rsidRPr="00662878" w:rsidRDefault="009E2FF9" w:rsidP="002F610F">
      <w:pPr>
        <w:spacing w:line="276" w:lineRule="auto"/>
        <w:rPr>
          <w:color w:val="000000"/>
        </w:rPr>
      </w:pPr>
      <w:r w:rsidRPr="00662878">
        <w:rPr>
          <w:rFonts w:hint="eastAsia"/>
          <w:color w:val="000000"/>
        </w:rPr>
        <w:t xml:space="preserve">　現場説明に対する質問回答書をいう。以下同じ。）に従い、日本国の法令を遵守し、この契約（この契約</w:t>
      </w:r>
    </w:p>
    <w:p w:rsidR="009E2FF9" w:rsidRPr="00662878" w:rsidRDefault="009E2FF9" w:rsidP="002F610F">
      <w:pPr>
        <w:spacing w:line="276" w:lineRule="auto"/>
        <w:rPr>
          <w:color w:val="000000"/>
        </w:rPr>
      </w:pPr>
      <w:r w:rsidRPr="00662878">
        <w:rPr>
          <w:rFonts w:hint="eastAsia"/>
          <w:color w:val="000000"/>
        </w:rPr>
        <w:t xml:space="preserve">　書及び設計図書を内容とする工事の請負契約をいう。以下同じ。）を履行しなければならない。</w:t>
      </w:r>
    </w:p>
    <w:p w:rsidR="009E2FF9" w:rsidRPr="00662878" w:rsidRDefault="009E2FF9" w:rsidP="002F610F">
      <w:pPr>
        <w:spacing w:line="276" w:lineRule="auto"/>
        <w:rPr>
          <w:color w:val="000000"/>
        </w:rPr>
      </w:pPr>
      <w:r w:rsidRPr="00662878">
        <w:rPr>
          <w:rFonts w:hint="eastAsia"/>
          <w:color w:val="000000"/>
        </w:rPr>
        <w:t>２　受注者は、契約書記載の工事を契約書記載の工期内に完成し、工事目的物を発注者に引き渡すものと</w:t>
      </w:r>
    </w:p>
    <w:p w:rsidR="009E2FF9" w:rsidRPr="00662878" w:rsidRDefault="009E2FF9" w:rsidP="002F610F">
      <w:pPr>
        <w:spacing w:line="276" w:lineRule="auto"/>
        <w:rPr>
          <w:color w:val="000000"/>
        </w:rPr>
      </w:pPr>
      <w:r w:rsidRPr="00662878">
        <w:rPr>
          <w:rFonts w:hint="eastAsia"/>
          <w:color w:val="000000"/>
        </w:rPr>
        <w:t xml:space="preserve">　し、発注者は、その請負代金を支払うものとする。</w:t>
      </w:r>
    </w:p>
    <w:p w:rsidR="009E2FF9" w:rsidRPr="00662878" w:rsidRDefault="009E2FF9" w:rsidP="002F610F">
      <w:pPr>
        <w:spacing w:line="276" w:lineRule="auto"/>
        <w:rPr>
          <w:color w:val="000000"/>
        </w:rPr>
      </w:pPr>
      <w:r w:rsidRPr="00662878">
        <w:rPr>
          <w:rFonts w:hint="eastAsia"/>
          <w:color w:val="000000"/>
        </w:rPr>
        <w:t>３　仮設、施工方法その他工事目的物を完成するために必要な一切の手段（以下「施工方法等」という。）</w:t>
      </w:r>
    </w:p>
    <w:p w:rsidR="009E2FF9" w:rsidRPr="00662878" w:rsidRDefault="009E2FF9" w:rsidP="002F610F">
      <w:pPr>
        <w:spacing w:line="276" w:lineRule="auto"/>
        <w:rPr>
          <w:color w:val="000000"/>
        </w:rPr>
      </w:pPr>
      <w:r w:rsidRPr="00662878">
        <w:rPr>
          <w:rFonts w:hint="eastAsia"/>
          <w:color w:val="000000"/>
        </w:rPr>
        <w:t xml:space="preserve">　については、この契約書及び設計図書に特別の定めがある場合を除き、受注者がその責任において定め</w:t>
      </w:r>
    </w:p>
    <w:p w:rsidR="009E2FF9" w:rsidRPr="00662878" w:rsidRDefault="009E2FF9" w:rsidP="002F610F">
      <w:pPr>
        <w:spacing w:line="276" w:lineRule="auto"/>
        <w:rPr>
          <w:color w:val="000000"/>
        </w:rPr>
      </w:pPr>
      <w:r w:rsidRPr="00662878">
        <w:rPr>
          <w:rFonts w:hint="eastAsia"/>
          <w:color w:val="000000"/>
        </w:rPr>
        <w:t xml:space="preserve">　ることができる。</w:t>
      </w:r>
    </w:p>
    <w:p w:rsidR="009E2FF9" w:rsidRPr="00662878" w:rsidRDefault="009E2FF9" w:rsidP="002F610F">
      <w:pPr>
        <w:spacing w:line="276" w:lineRule="auto"/>
        <w:rPr>
          <w:color w:val="000000"/>
        </w:rPr>
      </w:pPr>
      <w:r w:rsidRPr="00662878">
        <w:rPr>
          <w:rFonts w:hint="eastAsia"/>
          <w:color w:val="000000"/>
        </w:rPr>
        <w:t>４　受注者は、この契約の履行に関して知り得た秘密を漏らしてはならない。</w:t>
      </w:r>
    </w:p>
    <w:p w:rsidR="009E2FF9" w:rsidRPr="00662878" w:rsidRDefault="009E2FF9" w:rsidP="002F610F">
      <w:pPr>
        <w:spacing w:line="276" w:lineRule="auto"/>
        <w:rPr>
          <w:color w:val="000000"/>
        </w:rPr>
      </w:pPr>
      <w:r w:rsidRPr="00662878">
        <w:rPr>
          <w:rFonts w:hint="eastAsia"/>
          <w:color w:val="000000"/>
        </w:rPr>
        <w:t>５　この契約書に定める請求、通知、報告、申出、承諾及び解除は、書面により行わなければならない。</w:t>
      </w:r>
    </w:p>
    <w:p w:rsidR="009E2FF9" w:rsidRPr="00662878" w:rsidRDefault="009E2FF9" w:rsidP="002F610F">
      <w:pPr>
        <w:spacing w:line="276" w:lineRule="auto"/>
        <w:rPr>
          <w:color w:val="000000"/>
        </w:rPr>
      </w:pPr>
      <w:r w:rsidRPr="00662878">
        <w:rPr>
          <w:rFonts w:hint="eastAsia"/>
          <w:color w:val="000000"/>
        </w:rPr>
        <w:t>６　この契約の履行に関して発注者と受注者との間で用いる言語は、日本語とする。</w:t>
      </w:r>
    </w:p>
    <w:p w:rsidR="009E2FF9" w:rsidRPr="00662878" w:rsidRDefault="009E2FF9" w:rsidP="002F610F">
      <w:pPr>
        <w:spacing w:line="276" w:lineRule="auto"/>
        <w:rPr>
          <w:color w:val="000000"/>
        </w:rPr>
      </w:pPr>
      <w:r w:rsidRPr="00662878">
        <w:rPr>
          <w:rFonts w:hint="eastAsia"/>
          <w:color w:val="000000"/>
        </w:rPr>
        <w:t>７　この契約書に定める金銭の支払いに用いる通貨は、日本円とする。</w:t>
      </w:r>
    </w:p>
    <w:p w:rsidR="009E2FF9" w:rsidRPr="00662878" w:rsidRDefault="009E2FF9" w:rsidP="002F610F">
      <w:pPr>
        <w:spacing w:line="276" w:lineRule="auto"/>
        <w:rPr>
          <w:color w:val="000000"/>
        </w:rPr>
      </w:pPr>
      <w:r w:rsidRPr="00662878">
        <w:rPr>
          <w:rFonts w:hint="eastAsia"/>
          <w:color w:val="000000"/>
        </w:rPr>
        <w:t>８　この契約の履行に関して発注者と受注者との間で用いる計量単位は、設計図書に特別の定めがある場</w:t>
      </w:r>
    </w:p>
    <w:p w:rsidR="009E2FF9" w:rsidRPr="00662878" w:rsidRDefault="009E2FF9" w:rsidP="002F610F">
      <w:pPr>
        <w:spacing w:line="276" w:lineRule="auto"/>
        <w:rPr>
          <w:color w:val="000000"/>
        </w:rPr>
      </w:pPr>
      <w:r w:rsidRPr="00662878">
        <w:rPr>
          <w:rFonts w:hint="eastAsia"/>
          <w:color w:val="000000"/>
        </w:rPr>
        <w:t xml:space="preserve">　合を除き、計量法（平成４年法律第５１号）に定めるものとする。</w:t>
      </w:r>
    </w:p>
    <w:p w:rsidR="009E2FF9" w:rsidRPr="00662878" w:rsidRDefault="009E2FF9" w:rsidP="002F610F">
      <w:pPr>
        <w:spacing w:line="276" w:lineRule="auto"/>
        <w:rPr>
          <w:color w:val="000000"/>
        </w:rPr>
      </w:pPr>
      <w:r w:rsidRPr="00662878">
        <w:rPr>
          <w:rFonts w:hint="eastAsia"/>
          <w:color w:val="000000"/>
        </w:rPr>
        <w:t>９　この契約書及び設計図書における期間の定めについては、民法（明治２９年法律第８９号）及び商法</w:t>
      </w:r>
    </w:p>
    <w:p w:rsidR="009E2FF9" w:rsidRPr="00662878" w:rsidRDefault="009E2FF9" w:rsidP="002F610F">
      <w:pPr>
        <w:spacing w:line="276" w:lineRule="auto"/>
        <w:rPr>
          <w:color w:val="000000"/>
        </w:rPr>
      </w:pPr>
      <w:r w:rsidRPr="00662878">
        <w:rPr>
          <w:rFonts w:hint="eastAsia"/>
          <w:color w:val="000000"/>
        </w:rPr>
        <w:t xml:space="preserve">　（明治３２年法律第４８号）の定めるところによるものとする。</w:t>
      </w:r>
    </w:p>
    <w:p w:rsidR="009E2FF9" w:rsidRPr="00662878" w:rsidRDefault="009E2FF9" w:rsidP="002F610F">
      <w:pPr>
        <w:spacing w:line="276" w:lineRule="auto"/>
        <w:rPr>
          <w:color w:val="000000"/>
        </w:rPr>
      </w:pPr>
      <w:r w:rsidRPr="00662878">
        <w:rPr>
          <w:rFonts w:hint="eastAsia"/>
          <w:color w:val="000000"/>
        </w:rPr>
        <w:t>１０　この契約は、日本国の法令に準拠するものとする。</w:t>
      </w:r>
    </w:p>
    <w:p w:rsidR="009E2FF9" w:rsidRPr="00662878" w:rsidRDefault="009E2FF9" w:rsidP="002F610F">
      <w:pPr>
        <w:spacing w:line="276" w:lineRule="auto"/>
        <w:rPr>
          <w:color w:val="000000"/>
        </w:rPr>
      </w:pPr>
      <w:r w:rsidRPr="00662878">
        <w:rPr>
          <w:rFonts w:hint="eastAsia"/>
          <w:color w:val="000000"/>
        </w:rPr>
        <w:t>１１　この契約に係る訴訟については、日本国の裁判所をもって合意による専属的管轄裁判所とする。</w:t>
      </w:r>
    </w:p>
    <w:p w:rsidR="009E2FF9" w:rsidRPr="00662878" w:rsidRDefault="009E2FF9" w:rsidP="002F610F">
      <w:pPr>
        <w:spacing w:line="276" w:lineRule="auto"/>
        <w:rPr>
          <w:color w:val="000000"/>
        </w:rPr>
      </w:pPr>
      <w:r w:rsidRPr="00662878">
        <w:rPr>
          <w:rFonts w:hint="eastAsia"/>
          <w:color w:val="000000"/>
        </w:rPr>
        <w:t>１２　受注者が共同企業体を結成している場合においては、発注者は、この契約に基づくすべての行為を</w:t>
      </w:r>
    </w:p>
    <w:p w:rsidR="009E2FF9" w:rsidRPr="00662878" w:rsidRDefault="009E2FF9" w:rsidP="002F610F">
      <w:pPr>
        <w:spacing w:line="276" w:lineRule="auto"/>
        <w:rPr>
          <w:color w:val="000000"/>
        </w:rPr>
      </w:pPr>
      <w:r w:rsidRPr="00662878">
        <w:rPr>
          <w:rFonts w:hint="eastAsia"/>
          <w:color w:val="000000"/>
        </w:rPr>
        <w:t xml:space="preserve">　共同企業体の代表者に対して行うものとし、発注者が当該代表者に対して行ったこの契約に基づくすべ</w:t>
      </w:r>
    </w:p>
    <w:p w:rsidR="009E2FF9" w:rsidRPr="00662878" w:rsidRDefault="009E2FF9" w:rsidP="002F610F">
      <w:pPr>
        <w:spacing w:line="276" w:lineRule="auto"/>
        <w:rPr>
          <w:color w:val="000000"/>
        </w:rPr>
      </w:pPr>
      <w:r w:rsidRPr="00662878">
        <w:rPr>
          <w:rFonts w:hint="eastAsia"/>
          <w:color w:val="000000"/>
        </w:rPr>
        <w:t xml:space="preserve">　ての行為は、当該企業体のすべての構成員に対して行ったものとみなし、また、受注者は、発注者に対</w:t>
      </w:r>
    </w:p>
    <w:p w:rsidR="009E2FF9" w:rsidRPr="00662878" w:rsidRDefault="009E2FF9" w:rsidP="002F610F">
      <w:pPr>
        <w:spacing w:line="276" w:lineRule="auto"/>
        <w:rPr>
          <w:color w:val="000000"/>
        </w:rPr>
      </w:pPr>
      <w:r w:rsidRPr="00662878">
        <w:rPr>
          <w:rFonts w:hint="eastAsia"/>
          <w:color w:val="000000"/>
        </w:rPr>
        <w:t xml:space="preserve">　して行うこの契約に基づくすべての行為について当該代表者を通じて行わなければならない。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（関連工事の調整）</w:t>
      </w:r>
    </w:p>
    <w:p w:rsidR="009E2FF9" w:rsidRPr="00662878" w:rsidRDefault="009E2FF9" w:rsidP="002F610F">
      <w:pPr>
        <w:spacing w:line="276" w:lineRule="auto"/>
        <w:rPr>
          <w:color w:val="000000"/>
        </w:rPr>
      </w:pPr>
      <w:r w:rsidRPr="00662878">
        <w:rPr>
          <w:rFonts w:hint="eastAsia"/>
          <w:color w:val="000000"/>
        </w:rPr>
        <w:t>第２条　発注者は、受注者の施工する工事及び発注者の発注に係る第三者の施工する他の工事が施工上密</w:t>
      </w:r>
    </w:p>
    <w:p w:rsidR="009E2FF9" w:rsidRPr="00662878" w:rsidRDefault="009E2FF9" w:rsidP="002F610F">
      <w:pPr>
        <w:spacing w:line="276" w:lineRule="auto"/>
        <w:rPr>
          <w:color w:val="000000"/>
        </w:rPr>
      </w:pPr>
      <w:r w:rsidRPr="00662878">
        <w:rPr>
          <w:rFonts w:hint="eastAsia"/>
          <w:color w:val="000000"/>
        </w:rPr>
        <w:t xml:space="preserve">　接に関連する場合において、必要があるときは、その施工につき、調整を行うものとする。この場合に</w:t>
      </w:r>
    </w:p>
    <w:p w:rsidR="009E2FF9" w:rsidRPr="00662878" w:rsidRDefault="009E2FF9" w:rsidP="002F610F">
      <w:pPr>
        <w:spacing w:line="276" w:lineRule="auto"/>
        <w:rPr>
          <w:color w:val="000000"/>
        </w:rPr>
      </w:pPr>
      <w:r w:rsidRPr="00662878">
        <w:rPr>
          <w:rFonts w:hint="eastAsia"/>
          <w:color w:val="000000"/>
        </w:rPr>
        <w:t xml:space="preserve">　おいては、受注者は、発注者の調整に従い、当該第三者の行う工事の円滑な施工に協力しなければなら</w:t>
      </w:r>
    </w:p>
    <w:p w:rsidR="009E2FF9" w:rsidRPr="00662878" w:rsidRDefault="009E2FF9" w:rsidP="002F610F">
      <w:pPr>
        <w:spacing w:line="276" w:lineRule="auto"/>
        <w:rPr>
          <w:color w:val="000000"/>
        </w:rPr>
      </w:pPr>
      <w:r w:rsidRPr="00662878">
        <w:rPr>
          <w:rFonts w:hint="eastAsia"/>
          <w:color w:val="000000"/>
        </w:rPr>
        <w:t xml:space="preserve">　ない。</w:t>
      </w:r>
    </w:p>
    <w:p w:rsidR="009E2FF9" w:rsidRPr="00662878" w:rsidRDefault="009E2FF9" w:rsidP="002F610F">
      <w:pPr>
        <w:spacing w:line="276" w:lineRule="auto"/>
        <w:rPr>
          <w:color w:val="000000"/>
        </w:rPr>
      </w:pPr>
      <w:r w:rsidRPr="00662878">
        <w:rPr>
          <w:rFonts w:hint="eastAsia"/>
          <w:color w:val="000000"/>
        </w:rPr>
        <w:t xml:space="preserve">　　　　　</w:t>
      </w:r>
    </w:p>
    <w:p w:rsidR="009E2FF9" w:rsidRPr="00662878" w:rsidRDefault="009E2FF9" w:rsidP="002F610F">
      <w:pPr>
        <w:spacing w:line="276" w:lineRule="auto"/>
        <w:rPr>
          <w:color w:val="000000"/>
        </w:rPr>
      </w:pPr>
      <w:r w:rsidRPr="00662878">
        <w:rPr>
          <w:rFonts w:hint="eastAsia"/>
          <w:color w:val="000000"/>
        </w:rPr>
        <w:t>（工事工程表及び請負代金内訳書）</w:t>
      </w:r>
    </w:p>
    <w:p w:rsidR="009E2FF9" w:rsidRPr="00662878" w:rsidRDefault="009E2FF9" w:rsidP="002F610F">
      <w:pPr>
        <w:spacing w:line="276" w:lineRule="auto"/>
        <w:rPr>
          <w:color w:val="000000"/>
        </w:rPr>
      </w:pPr>
      <w:r w:rsidRPr="00662878">
        <w:rPr>
          <w:rFonts w:hint="eastAsia"/>
          <w:color w:val="000000"/>
        </w:rPr>
        <w:t>第３条　受注者は、この契約締結後５日以内に設計図書に基づいて、工事工程表（以下「工程表」という。）</w:t>
      </w:r>
    </w:p>
    <w:p w:rsidR="009E2FF9" w:rsidRPr="00662878" w:rsidRDefault="009E2FF9" w:rsidP="002F610F">
      <w:pPr>
        <w:spacing w:line="276" w:lineRule="auto"/>
        <w:rPr>
          <w:color w:val="000000"/>
        </w:rPr>
      </w:pPr>
      <w:r w:rsidRPr="00662878">
        <w:rPr>
          <w:rFonts w:hint="eastAsia"/>
          <w:color w:val="000000"/>
        </w:rPr>
        <w:t xml:space="preserve">　を作成して、発注者に提出し、その承認を得なければならない。</w:t>
      </w:r>
    </w:p>
    <w:p w:rsidR="009E2FF9" w:rsidRPr="00662878" w:rsidRDefault="009E2FF9" w:rsidP="002F610F">
      <w:pPr>
        <w:spacing w:line="276" w:lineRule="auto"/>
        <w:rPr>
          <w:color w:val="000000"/>
        </w:rPr>
      </w:pPr>
      <w:r w:rsidRPr="00662878">
        <w:rPr>
          <w:rFonts w:hint="eastAsia"/>
          <w:color w:val="000000"/>
        </w:rPr>
        <w:t>２　受注者は、請負契約を変更する場合においては変更後の工程表を作成し、発注者に提出しなければな</w:t>
      </w:r>
    </w:p>
    <w:p w:rsidR="009E2FF9" w:rsidRPr="00662878" w:rsidRDefault="009E2FF9" w:rsidP="002F610F">
      <w:pPr>
        <w:spacing w:line="276" w:lineRule="auto"/>
        <w:rPr>
          <w:color w:val="000000"/>
        </w:rPr>
      </w:pPr>
      <w:r w:rsidRPr="00662878">
        <w:rPr>
          <w:rFonts w:hint="eastAsia"/>
          <w:color w:val="000000"/>
        </w:rPr>
        <w:t xml:space="preserve">　らない。この場合においては前項の規定を準用する。</w:t>
      </w:r>
    </w:p>
    <w:p w:rsidR="009E2FF9" w:rsidRPr="0070057A" w:rsidRDefault="009E2FF9" w:rsidP="002F610F">
      <w:pPr>
        <w:spacing w:line="276" w:lineRule="auto"/>
        <w:rPr>
          <w:color w:val="000000" w:themeColor="text1"/>
        </w:rPr>
      </w:pPr>
      <w:r w:rsidRPr="0070057A">
        <w:rPr>
          <w:rFonts w:hint="eastAsia"/>
          <w:color w:val="000000" w:themeColor="text1"/>
        </w:rPr>
        <w:t>３　受注者は、発注者から請負代金内訳書（以下「内訳書」という。）の提出を請求されたときは、請求を</w:t>
      </w:r>
    </w:p>
    <w:p w:rsidR="009E2FF9" w:rsidRPr="0070057A" w:rsidRDefault="009E2FF9" w:rsidP="002F610F">
      <w:pPr>
        <w:spacing w:line="276" w:lineRule="auto"/>
        <w:rPr>
          <w:color w:val="000000" w:themeColor="text1"/>
        </w:rPr>
      </w:pPr>
      <w:r w:rsidRPr="0070057A">
        <w:rPr>
          <w:rFonts w:hint="eastAsia"/>
          <w:color w:val="000000" w:themeColor="text1"/>
        </w:rPr>
        <w:t xml:space="preserve">　受けた日から７日以内に提出しなければならない。</w:t>
      </w:r>
    </w:p>
    <w:p w:rsidR="00AE45F8" w:rsidRPr="0070057A" w:rsidRDefault="009E2FF9" w:rsidP="002F610F">
      <w:pPr>
        <w:spacing w:line="276" w:lineRule="auto"/>
        <w:rPr>
          <w:color w:val="000000" w:themeColor="text1"/>
        </w:rPr>
      </w:pPr>
      <w:r w:rsidRPr="0070057A">
        <w:rPr>
          <w:rFonts w:hint="eastAsia"/>
          <w:color w:val="000000" w:themeColor="text1"/>
        </w:rPr>
        <w:t xml:space="preserve">４　</w:t>
      </w:r>
      <w:r w:rsidR="00AE45F8" w:rsidRPr="0070057A">
        <w:rPr>
          <w:rFonts w:hint="eastAsia"/>
          <w:color w:val="000000" w:themeColor="text1"/>
        </w:rPr>
        <w:t>内訳書には、健康保険、厚生年金保険及び雇用保険に係る法定福利費を明示するものとする。</w:t>
      </w:r>
    </w:p>
    <w:p w:rsidR="009E2FF9" w:rsidRPr="0070057A" w:rsidRDefault="00AE45F8">
      <w:pPr>
        <w:spacing w:line="276" w:lineRule="auto"/>
        <w:rPr>
          <w:color w:val="000000" w:themeColor="text1"/>
        </w:rPr>
      </w:pPr>
      <w:r w:rsidRPr="0070057A">
        <w:rPr>
          <w:rFonts w:hint="eastAsia"/>
          <w:color w:val="000000" w:themeColor="text1"/>
        </w:rPr>
        <w:t xml:space="preserve">５　</w:t>
      </w:r>
      <w:r w:rsidR="009E2FF9" w:rsidRPr="0070057A">
        <w:rPr>
          <w:rFonts w:hint="eastAsia"/>
          <w:color w:val="000000" w:themeColor="text1"/>
        </w:rPr>
        <w:t>第１項の規定は、請負代金額が１００万円未満の工事には適用しない。ただし、特別の必要がある場</w:t>
      </w:r>
    </w:p>
    <w:p w:rsidR="009E2FF9" w:rsidRPr="0070057A" w:rsidRDefault="009E2FF9" w:rsidP="002F610F">
      <w:pPr>
        <w:spacing w:line="276" w:lineRule="auto"/>
        <w:rPr>
          <w:color w:val="000000" w:themeColor="text1"/>
        </w:rPr>
      </w:pPr>
      <w:r w:rsidRPr="0070057A">
        <w:rPr>
          <w:rFonts w:hint="eastAsia"/>
          <w:color w:val="000000" w:themeColor="text1"/>
        </w:rPr>
        <w:t xml:space="preserve">　合は、この限りではない。</w:t>
      </w:r>
    </w:p>
    <w:p w:rsidR="009E2FF9" w:rsidRPr="0070057A" w:rsidRDefault="00AE45F8" w:rsidP="002F610F">
      <w:pPr>
        <w:spacing w:line="276" w:lineRule="auto"/>
        <w:rPr>
          <w:color w:val="000000" w:themeColor="text1"/>
        </w:rPr>
      </w:pPr>
      <w:r w:rsidRPr="0070057A">
        <w:rPr>
          <w:rFonts w:hint="eastAsia"/>
          <w:color w:val="000000" w:themeColor="text1"/>
        </w:rPr>
        <w:t>６</w:t>
      </w:r>
      <w:r w:rsidR="009E2FF9" w:rsidRPr="0070057A">
        <w:rPr>
          <w:rFonts w:hint="eastAsia"/>
          <w:color w:val="000000" w:themeColor="text1"/>
        </w:rPr>
        <w:t xml:space="preserve">　工程表及び内訳書は、発注者及び受注者を拘束するものではない。</w:t>
      </w:r>
    </w:p>
    <w:p w:rsidR="009E2FF9" w:rsidRPr="0070057A" w:rsidRDefault="009E2FF9" w:rsidP="002F610F">
      <w:pPr>
        <w:spacing w:line="276" w:lineRule="auto"/>
        <w:rPr>
          <w:color w:val="000000" w:themeColor="text1"/>
        </w:rPr>
      </w:pPr>
    </w:p>
    <w:p w:rsidR="009E2FF9" w:rsidRPr="0070057A" w:rsidRDefault="009E2FF9" w:rsidP="002F610F">
      <w:pPr>
        <w:spacing w:line="276" w:lineRule="auto"/>
        <w:rPr>
          <w:color w:val="000000" w:themeColor="text1"/>
        </w:rPr>
      </w:pPr>
      <w:r w:rsidRPr="0070057A">
        <w:rPr>
          <w:rFonts w:hint="eastAsia"/>
          <w:color w:val="000000" w:themeColor="text1"/>
        </w:rPr>
        <w:t>（工事の着手）</w:t>
      </w:r>
    </w:p>
    <w:p w:rsidR="009E2FF9" w:rsidRPr="0070057A" w:rsidRDefault="009E2FF9" w:rsidP="002F610F">
      <w:pPr>
        <w:spacing w:line="276" w:lineRule="auto"/>
        <w:rPr>
          <w:color w:val="000000" w:themeColor="text1"/>
        </w:rPr>
      </w:pPr>
      <w:r w:rsidRPr="0070057A">
        <w:rPr>
          <w:rFonts w:hint="eastAsia"/>
          <w:color w:val="000000" w:themeColor="text1"/>
        </w:rPr>
        <w:lastRenderedPageBreak/>
        <w:t xml:space="preserve">第４条　受注者は、請負契約締結の日から７日以内に工事に着手しなければならない。　　　　　　　　　　</w:t>
      </w:r>
    </w:p>
    <w:p w:rsidR="009E2FF9" w:rsidRPr="0070057A" w:rsidRDefault="009E2FF9" w:rsidP="002F610F">
      <w:pPr>
        <w:spacing w:line="276" w:lineRule="auto"/>
        <w:rPr>
          <w:color w:val="000000" w:themeColor="text1"/>
        </w:rPr>
      </w:pPr>
      <w:r w:rsidRPr="0070057A">
        <w:rPr>
          <w:rFonts w:hint="eastAsia"/>
          <w:color w:val="000000" w:themeColor="text1"/>
        </w:rPr>
        <w:t>（契約の保証）</w:t>
      </w:r>
    </w:p>
    <w:p w:rsidR="009E2FF9" w:rsidRPr="0070057A" w:rsidRDefault="009E2FF9" w:rsidP="002F610F">
      <w:pPr>
        <w:spacing w:line="276" w:lineRule="auto"/>
        <w:rPr>
          <w:color w:val="000000" w:themeColor="text1"/>
        </w:rPr>
      </w:pPr>
      <w:r w:rsidRPr="0070057A">
        <w:rPr>
          <w:rFonts w:hint="eastAsia"/>
          <w:color w:val="000000" w:themeColor="text1"/>
        </w:rPr>
        <w:t>第５条（Ａ）　受注者は、この契約の締結と同時に、次の各号のいずれかに掲げる保証を付さなければな</w:t>
      </w:r>
    </w:p>
    <w:p w:rsidR="009E2FF9" w:rsidRPr="0070057A" w:rsidRDefault="009E2FF9" w:rsidP="002F610F">
      <w:pPr>
        <w:spacing w:line="276" w:lineRule="auto"/>
        <w:rPr>
          <w:color w:val="000000" w:themeColor="text1"/>
        </w:rPr>
      </w:pPr>
      <w:r w:rsidRPr="0070057A">
        <w:rPr>
          <w:rFonts w:hint="eastAsia"/>
          <w:color w:val="000000" w:themeColor="text1"/>
        </w:rPr>
        <w:t xml:space="preserve">　らない。ただし、第５号の場合においては、履行保証保険契約の締結後、直ちにその保険証券を発注者</w:t>
      </w:r>
    </w:p>
    <w:p w:rsidR="009E2FF9" w:rsidRPr="0070057A" w:rsidRDefault="009E2FF9" w:rsidP="002F610F">
      <w:pPr>
        <w:spacing w:line="276" w:lineRule="auto"/>
        <w:rPr>
          <w:color w:val="000000" w:themeColor="text1"/>
        </w:rPr>
      </w:pPr>
      <w:r w:rsidRPr="0070057A">
        <w:rPr>
          <w:rFonts w:hint="eastAsia"/>
          <w:color w:val="000000" w:themeColor="text1"/>
        </w:rPr>
        <w:t xml:space="preserve">　に寄託しなければならない。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（１）契約保証金の納付</w:t>
      </w:r>
    </w:p>
    <w:p w:rsidR="009E2FF9" w:rsidRPr="0070057A" w:rsidRDefault="009E2FF9" w:rsidP="002F610F">
      <w:pPr>
        <w:spacing w:line="276" w:lineRule="auto"/>
        <w:rPr>
          <w:color w:val="000000" w:themeColor="text1"/>
        </w:rPr>
      </w:pPr>
      <w:r w:rsidRPr="0070057A">
        <w:rPr>
          <w:rFonts w:hint="eastAsia"/>
          <w:color w:val="000000" w:themeColor="text1"/>
        </w:rPr>
        <w:t>（２）契約保証金に代わる担保となる有価証券等の提供</w:t>
      </w:r>
    </w:p>
    <w:p w:rsidR="009E2FF9" w:rsidRPr="0070057A" w:rsidRDefault="009E2FF9" w:rsidP="002F610F">
      <w:pPr>
        <w:spacing w:line="276" w:lineRule="auto"/>
        <w:rPr>
          <w:color w:val="000000" w:themeColor="text1"/>
        </w:rPr>
      </w:pPr>
      <w:r w:rsidRPr="0070057A">
        <w:rPr>
          <w:rFonts w:hint="eastAsia"/>
          <w:color w:val="000000" w:themeColor="text1"/>
        </w:rPr>
        <w:t>（３）この契約による債務の不履行により生ずる損害金の支払いを保証する銀行等又は保証事業会社（公</w:t>
      </w:r>
    </w:p>
    <w:p w:rsidR="009E2FF9" w:rsidRPr="0070057A" w:rsidRDefault="009E2FF9" w:rsidP="002F610F">
      <w:pPr>
        <w:spacing w:line="276" w:lineRule="auto"/>
        <w:rPr>
          <w:color w:val="000000" w:themeColor="text1"/>
        </w:rPr>
      </w:pPr>
      <w:r w:rsidRPr="0070057A">
        <w:rPr>
          <w:rFonts w:hint="eastAsia"/>
          <w:color w:val="000000" w:themeColor="text1"/>
        </w:rPr>
        <w:t xml:space="preserve">　　共工事の前払金保証事業に関する法律（昭和２７年法律第１８４号）第２条第４項に規定する保証事</w:t>
      </w:r>
    </w:p>
    <w:p w:rsidR="009E2FF9" w:rsidRPr="0070057A" w:rsidRDefault="009E2FF9" w:rsidP="002F610F">
      <w:pPr>
        <w:spacing w:line="276" w:lineRule="auto"/>
        <w:rPr>
          <w:color w:val="000000" w:themeColor="text1"/>
        </w:rPr>
      </w:pPr>
      <w:r w:rsidRPr="0070057A">
        <w:rPr>
          <w:rFonts w:hint="eastAsia"/>
          <w:color w:val="000000" w:themeColor="text1"/>
        </w:rPr>
        <w:t xml:space="preserve">　　業会社をいう。以下同じ）の保証</w:t>
      </w:r>
    </w:p>
    <w:p w:rsidR="009E2FF9" w:rsidRPr="0070057A" w:rsidRDefault="009E2FF9" w:rsidP="002F610F">
      <w:pPr>
        <w:spacing w:line="276" w:lineRule="auto"/>
        <w:rPr>
          <w:color w:val="000000" w:themeColor="text1"/>
        </w:rPr>
      </w:pPr>
      <w:r w:rsidRPr="0070057A">
        <w:rPr>
          <w:rFonts w:hint="eastAsia"/>
          <w:color w:val="000000" w:themeColor="text1"/>
        </w:rPr>
        <w:t>（４）この契約による債務の履行を保証する公共工事履行保証証券による保証</w:t>
      </w:r>
    </w:p>
    <w:p w:rsidR="009E2FF9" w:rsidRPr="0070057A" w:rsidRDefault="009E2FF9" w:rsidP="002F610F">
      <w:pPr>
        <w:spacing w:line="276" w:lineRule="auto"/>
        <w:rPr>
          <w:color w:val="000000" w:themeColor="text1"/>
        </w:rPr>
      </w:pPr>
      <w:r w:rsidRPr="0070057A">
        <w:rPr>
          <w:rFonts w:hint="eastAsia"/>
          <w:color w:val="000000" w:themeColor="text1"/>
        </w:rPr>
        <w:t>（５）この契約による債務の不履行により生ずる損害をてん補する履行保証保険契約の締結（定額てん補</w:t>
      </w:r>
    </w:p>
    <w:p w:rsidR="009E2FF9" w:rsidRPr="0070057A" w:rsidRDefault="009E2FF9" w:rsidP="002F610F">
      <w:pPr>
        <w:spacing w:line="276" w:lineRule="auto"/>
        <w:rPr>
          <w:color w:val="000000" w:themeColor="text1"/>
        </w:rPr>
      </w:pPr>
      <w:r w:rsidRPr="0070057A">
        <w:rPr>
          <w:rFonts w:hint="eastAsia"/>
          <w:color w:val="000000" w:themeColor="text1"/>
        </w:rPr>
        <w:t xml:space="preserve">　　特約を付したものに限る。）</w:t>
      </w:r>
    </w:p>
    <w:p w:rsidR="009E2FF9" w:rsidRPr="0070057A" w:rsidRDefault="009E2FF9" w:rsidP="002F610F">
      <w:pPr>
        <w:spacing w:line="276" w:lineRule="auto"/>
        <w:rPr>
          <w:color w:val="000000" w:themeColor="text1"/>
        </w:rPr>
      </w:pPr>
      <w:r w:rsidRPr="0070057A">
        <w:rPr>
          <w:rFonts w:hint="eastAsia"/>
          <w:color w:val="000000" w:themeColor="text1"/>
        </w:rPr>
        <w:t>２　前項の保証に係る契約保証金の額、保証金額又は保険金額（第４項において「保証の額」という。）は、</w:t>
      </w:r>
    </w:p>
    <w:p w:rsidR="009E2FF9" w:rsidRPr="0070057A" w:rsidRDefault="009E2FF9" w:rsidP="002F610F">
      <w:pPr>
        <w:spacing w:line="276" w:lineRule="auto"/>
        <w:rPr>
          <w:color w:val="000000" w:themeColor="text1"/>
        </w:rPr>
      </w:pPr>
      <w:r w:rsidRPr="0070057A">
        <w:rPr>
          <w:rFonts w:hint="eastAsia"/>
          <w:color w:val="000000" w:themeColor="text1"/>
        </w:rPr>
        <w:t xml:space="preserve">　請負代金額の１０分の１以上としなければならない。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３　第１項の規定により、受注者が同項第２号又は第３号に掲げる保証を付したときは、当該保証は契約</w:t>
      </w:r>
    </w:p>
    <w:p w:rsidR="009E2FF9" w:rsidRPr="0070057A" w:rsidRDefault="009E2FF9" w:rsidP="002F610F">
      <w:pPr>
        <w:spacing w:line="276" w:lineRule="auto"/>
        <w:rPr>
          <w:color w:val="000000" w:themeColor="text1"/>
        </w:rPr>
      </w:pPr>
      <w:r w:rsidRPr="0070057A">
        <w:rPr>
          <w:rFonts w:hint="eastAsia"/>
          <w:color w:val="000000" w:themeColor="text1"/>
        </w:rPr>
        <w:t xml:space="preserve">　保証金に代わる担保の提供として行われたものとし、同項第４号又は第５号に掲げる保証を付したとき</w:t>
      </w:r>
    </w:p>
    <w:p w:rsidR="009E2FF9" w:rsidRPr="0070057A" w:rsidRDefault="009E2FF9" w:rsidP="002F610F">
      <w:pPr>
        <w:spacing w:line="276" w:lineRule="auto"/>
        <w:rPr>
          <w:color w:val="000000" w:themeColor="text1"/>
        </w:rPr>
      </w:pPr>
      <w:r w:rsidRPr="0070057A">
        <w:rPr>
          <w:rFonts w:hint="eastAsia"/>
          <w:color w:val="000000" w:themeColor="text1"/>
        </w:rPr>
        <w:t xml:space="preserve">　は、契約保証金の納付を免除する。</w:t>
      </w:r>
    </w:p>
    <w:p w:rsidR="009E2FF9" w:rsidRPr="0070057A" w:rsidRDefault="009E2FF9" w:rsidP="002F610F">
      <w:pPr>
        <w:spacing w:line="276" w:lineRule="auto"/>
        <w:rPr>
          <w:color w:val="000000" w:themeColor="text1"/>
        </w:rPr>
      </w:pPr>
      <w:r w:rsidRPr="0070057A">
        <w:rPr>
          <w:rFonts w:hint="eastAsia"/>
          <w:color w:val="000000" w:themeColor="text1"/>
        </w:rPr>
        <w:t>４　請負代金額の変更があった場合には、保証の額が変更後の請負代金額の１０分の１に達するまで、発</w:t>
      </w:r>
    </w:p>
    <w:p w:rsidR="009E2FF9" w:rsidRPr="0070057A" w:rsidRDefault="009E2FF9" w:rsidP="002F610F">
      <w:pPr>
        <w:spacing w:line="276" w:lineRule="auto"/>
        <w:rPr>
          <w:color w:val="000000" w:themeColor="text1"/>
        </w:rPr>
      </w:pPr>
      <w:r w:rsidRPr="0070057A">
        <w:rPr>
          <w:rFonts w:hint="eastAsia"/>
          <w:color w:val="000000" w:themeColor="text1"/>
        </w:rPr>
        <w:t xml:space="preserve">　注者は、保証の額の増額を請求することができ、受注者は、保証の額の減額を請求することができる。</w:t>
      </w:r>
    </w:p>
    <w:p w:rsidR="009E2FF9" w:rsidRPr="0070057A" w:rsidRDefault="009E2FF9" w:rsidP="002F610F">
      <w:pPr>
        <w:spacing w:line="276" w:lineRule="auto"/>
        <w:rPr>
          <w:color w:val="000000" w:themeColor="text1"/>
        </w:rPr>
      </w:pPr>
    </w:p>
    <w:p w:rsidR="009E2FF9" w:rsidRPr="0070057A" w:rsidRDefault="009E2FF9" w:rsidP="002F610F">
      <w:pPr>
        <w:spacing w:line="276" w:lineRule="auto"/>
        <w:rPr>
          <w:color w:val="000000" w:themeColor="text1"/>
        </w:rPr>
      </w:pPr>
      <w:r w:rsidRPr="0070057A">
        <w:rPr>
          <w:rFonts w:hint="eastAsia"/>
          <w:color w:val="000000" w:themeColor="text1"/>
        </w:rPr>
        <w:t>第５条（Ｂ）　受注者は、この契約の締結と同時に、この契約による債務の履行を保証する公共工事履行</w:t>
      </w:r>
    </w:p>
    <w:p w:rsidR="009E2FF9" w:rsidRPr="0070057A" w:rsidRDefault="009E2FF9" w:rsidP="002F610F">
      <w:pPr>
        <w:spacing w:line="276" w:lineRule="auto"/>
        <w:rPr>
          <w:color w:val="000000" w:themeColor="text1"/>
        </w:rPr>
      </w:pPr>
      <w:r w:rsidRPr="0070057A">
        <w:rPr>
          <w:rFonts w:hint="eastAsia"/>
          <w:color w:val="000000" w:themeColor="text1"/>
        </w:rPr>
        <w:t xml:space="preserve">　保証証券による保証（瑕疵担保特約を付したものに限る。）を付さなければならない。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２　前項の場合において、保証金額は、請負代金額の１０分の３以上としなければならない。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３　請負代金額の変更があった場合には、保証金額が変更後の請負代金額の１０分の３に達するまで、発</w:t>
      </w:r>
    </w:p>
    <w:p w:rsidR="009E2FF9" w:rsidRPr="0070057A" w:rsidRDefault="009E2FF9" w:rsidP="002F610F">
      <w:pPr>
        <w:spacing w:line="276" w:lineRule="auto"/>
        <w:rPr>
          <w:color w:val="000000" w:themeColor="text1"/>
        </w:rPr>
      </w:pPr>
      <w:r w:rsidRPr="0070057A">
        <w:rPr>
          <w:rFonts w:hint="eastAsia"/>
          <w:color w:val="000000" w:themeColor="text1"/>
        </w:rPr>
        <w:t xml:space="preserve">　注者は、保証金額の増額を請求することができ、受注者は、保証金額の減額を請求することができる。</w:t>
      </w:r>
    </w:p>
    <w:p w:rsidR="009E2FF9" w:rsidRPr="0070057A" w:rsidRDefault="009E2FF9" w:rsidP="002F610F">
      <w:pPr>
        <w:spacing w:line="276" w:lineRule="auto"/>
        <w:rPr>
          <w:color w:val="000000" w:themeColor="text1"/>
        </w:rPr>
      </w:pPr>
    </w:p>
    <w:p w:rsidR="009E2FF9" w:rsidRPr="0070057A" w:rsidRDefault="009E2FF9" w:rsidP="002F610F">
      <w:pPr>
        <w:spacing w:line="276" w:lineRule="auto"/>
        <w:rPr>
          <w:color w:val="000000" w:themeColor="text1"/>
        </w:rPr>
      </w:pPr>
      <w:r w:rsidRPr="0070057A">
        <w:rPr>
          <w:rFonts w:hint="eastAsia"/>
          <w:color w:val="000000" w:themeColor="text1"/>
        </w:rPr>
        <w:t>（権利義務の譲渡等）</w:t>
      </w:r>
    </w:p>
    <w:p w:rsidR="009E2FF9" w:rsidRPr="0070057A" w:rsidRDefault="009E2FF9" w:rsidP="002F610F">
      <w:pPr>
        <w:spacing w:line="276" w:lineRule="auto"/>
        <w:rPr>
          <w:color w:val="000000" w:themeColor="text1"/>
        </w:rPr>
      </w:pPr>
      <w:r w:rsidRPr="0070057A">
        <w:rPr>
          <w:rFonts w:hint="eastAsia"/>
          <w:color w:val="000000" w:themeColor="text1"/>
        </w:rPr>
        <w:t>第６条　受注者は、この契約により生ずる権利又は義務を第三者に譲渡し、又は承継させてはならない。</w:t>
      </w:r>
    </w:p>
    <w:p w:rsidR="009E2FF9" w:rsidRPr="0070057A" w:rsidRDefault="009E2FF9" w:rsidP="002F610F">
      <w:pPr>
        <w:spacing w:line="276" w:lineRule="auto"/>
        <w:rPr>
          <w:color w:val="000000" w:themeColor="text1"/>
        </w:rPr>
      </w:pPr>
      <w:r w:rsidRPr="0070057A">
        <w:rPr>
          <w:rFonts w:hint="eastAsia"/>
          <w:color w:val="000000" w:themeColor="text1"/>
        </w:rPr>
        <w:t xml:space="preserve">　ただし、あらかじめ、発注者の承諾を得た場合は、この限りでない。</w:t>
      </w:r>
    </w:p>
    <w:p w:rsidR="009E2FF9" w:rsidRPr="0070057A" w:rsidRDefault="009E2FF9" w:rsidP="002F610F">
      <w:pPr>
        <w:spacing w:line="276" w:lineRule="auto"/>
        <w:rPr>
          <w:color w:val="000000" w:themeColor="text1"/>
        </w:rPr>
      </w:pPr>
      <w:r w:rsidRPr="0070057A">
        <w:rPr>
          <w:rFonts w:hint="eastAsia"/>
          <w:color w:val="000000" w:themeColor="text1"/>
        </w:rPr>
        <w:t>２　受注者は、工事目的物、工事材料（工場製品を含む。以下同じ。）のうち第１４条第２項の規定による</w:t>
      </w:r>
    </w:p>
    <w:p w:rsidR="009E2FF9" w:rsidRPr="0070057A" w:rsidRDefault="009E2FF9" w:rsidP="002F610F">
      <w:pPr>
        <w:spacing w:line="276" w:lineRule="auto"/>
        <w:rPr>
          <w:color w:val="000000" w:themeColor="text1"/>
        </w:rPr>
      </w:pPr>
      <w:r w:rsidRPr="0070057A">
        <w:rPr>
          <w:rFonts w:hint="eastAsia"/>
          <w:color w:val="000000" w:themeColor="text1"/>
        </w:rPr>
        <w:t xml:space="preserve">　検査に合格したもの及び第３８条第３項の規定による部分払のための確認を受けたもの並びに工事仮設</w:t>
      </w:r>
    </w:p>
    <w:p w:rsidR="009E2FF9" w:rsidRPr="0070057A" w:rsidRDefault="009E2FF9" w:rsidP="002F610F">
      <w:pPr>
        <w:spacing w:line="276" w:lineRule="auto"/>
        <w:rPr>
          <w:color w:val="000000" w:themeColor="text1"/>
        </w:rPr>
      </w:pPr>
      <w:r w:rsidRPr="0070057A">
        <w:rPr>
          <w:rFonts w:hint="eastAsia"/>
          <w:color w:val="000000" w:themeColor="text1"/>
        </w:rPr>
        <w:t xml:space="preserve">　物を第三者に譲渡し、貸与し、又は抵当権その他の担保の目的に供してはならない。ただし、あらかじ</w:t>
      </w:r>
    </w:p>
    <w:p w:rsidR="009E2FF9" w:rsidRPr="0070057A" w:rsidRDefault="009E2FF9" w:rsidP="002F610F">
      <w:pPr>
        <w:spacing w:line="276" w:lineRule="auto"/>
        <w:rPr>
          <w:color w:val="000000" w:themeColor="text1"/>
        </w:rPr>
      </w:pPr>
      <w:r w:rsidRPr="0070057A">
        <w:rPr>
          <w:rFonts w:hint="eastAsia"/>
          <w:color w:val="000000" w:themeColor="text1"/>
        </w:rPr>
        <w:t xml:space="preserve">　め、発注者の承諾を得た場合は、この限りでない。</w:t>
      </w:r>
    </w:p>
    <w:p w:rsidR="009E2FF9" w:rsidRPr="0070057A" w:rsidRDefault="009E2FF9" w:rsidP="002F610F">
      <w:pPr>
        <w:spacing w:line="276" w:lineRule="auto"/>
        <w:rPr>
          <w:color w:val="000000" w:themeColor="text1"/>
        </w:rPr>
      </w:pPr>
    </w:p>
    <w:p w:rsidR="009E2FF9" w:rsidRPr="0070057A" w:rsidRDefault="009E2FF9" w:rsidP="002F610F">
      <w:pPr>
        <w:spacing w:line="276" w:lineRule="auto"/>
        <w:rPr>
          <w:color w:val="000000" w:themeColor="text1"/>
        </w:rPr>
      </w:pPr>
      <w:r w:rsidRPr="0070057A">
        <w:rPr>
          <w:rFonts w:hint="eastAsia"/>
          <w:color w:val="000000" w:themeColor="text1"/>
        </w:rPr>
        <w:t>（一括委任又は一括下請負の禁止）</w:t>
      </w:r>
    </w:p>
    <w:p w:rsidR="009E2FF9" w:rsidRPr="0070057A" w:rsidRDefault="009E2FF9" w:rsidP="002F610F">
      <w:pPr>
        <w:spacing w:line="276" w:lineRule="auto"/>
        <w:rPr>
          <w:color w:val="000000" w:themeColor="text1"/>
        </w:rPr>
      </w:pPr>
      <w:r w:rsidRPr="0070057A">
        <w:rPr>
          <w:rFonts w:hint="eastAsia"/>
          <w:color w:val="000000" w:themeColor="text1"/>
        </w:rPr>
        <w:t>第７条　受注者は、工事の全部若しくはその主たる部分又は他の部分から独立してその機能を発揮する工</w:t>
      </w:r>
    </w:p>
    <w:p w:rsidR="009E2FF9" w:rsidRPr="0070057A" w:rsidRDefault="009E2FF9" w:rsidP="002F610F">
      <w:pPr>
        <w:spacing w:line="276" w:lineRule="auto"/>
        <w:rPr>
          <w:color w:val="000000" w:themeColor="text1"/>
        </w:rPr>
      </w:pPr>
      <w:r w:rsidRPr="0070057A">
        <w:rPr>
          <w:rFonts w:hint="eastAsia"/>
          <w:color w:val="000000" w:themeColor="text1"/>
        </w:rPr>
        <w:t xml:space="preserve">　作物の工事を一括して第三者に委任し、又は請け負わせてはならない。</w:t>
      </w:r>
    </w:p>
    <w:p w:rsidR="009E2FF9" w:rsidRPr="0070057A" w:rsidRDefault="009E2FF9" w:rsidP="002F610F">
      <w:pPr>
        <w:spacing w:line="276" w:lineRule="auto"/>
        <w:rPr>
          <w:color w:val="000000" w:themeColor="text1"/>
        </w:rPr>
      </w:pPr>
      <w:r w:rsidRPr="0070057A">
        <w:rPr>
          <w:rFonts w:hint="eastAsia"/>
          <w:color w:val="000000" w:themeColor="text1"/>
        </w:rPr>
        <w:t xml:space="preserve">　</w:t>
      </w:r>
    </w:p>
    <w:p w:rsidR="009E2FF9" w:rsidRPr="0070057A" w:rsidRDefault="009E2FF9" w:rsidP="002F610F">
      <w:pPr>
        <w:spacing w:line="276" w:lineRule="auto"/>
        <w:rPr>
          <w:color w:val="000000" w:themeColor="text1"/>
        </w:rPr>
      </w:pPr>
      <w:r w:rsidRPr="0070057A">
        <w:rPr>
          <w:rFonts w:hint="eastAsia"/>
          <w:color w:val="000000" w:themeColor="text1"/>
        </w:rPr>
        <w:t>（下請負人の通知）</w:t>
      </w:r>
    </w:p>
    <w:p w:rsidR="009E2FF9" w:rsidRPr="0070057A" w:rsidRDefault="009E2FF9" w:rsidP="002F610F">
      <w:pPr>
        <w:spacing w:line="276" w:lineRule="auto"/>
        <w:rPr>
          <w:color w:val="000000" w:themeColor="text1"/>
        </w:rPr>
      </w:pPr>
      <w:r w:rsidRPr="0070057A">
        <w:rPr>
          <w:rFonts w:hint="eastAsia"/>
          <w:color w:val="000000" w:themeColor="text1"/>
        </w:rPr>
        <w:t>第８条　受注者は、工事の一部について下請負人を決定したときは、直ちに下請負人の商号又は名称その</w:t>
      </w:r>
    </w:p>
    <w:p w:rsidR="009E2FF9" w:rsidRPr="0070057A" w:rsidRDefault="009E2FF9" w:rsidP="002F610F">
      <w:pPr>
        <w:spacing w:line="276" w:lineRule="auto"/>
        <w:rPr>
          <w:color w:val="000000" w:themeColor="text1"/>
        </w:rPr>
      </w:pPr>
      <w:r w:rsidRPr="0070057A">
        <w:rPr>
          <w:rFonts w:hint="eastAsia"/>
          <w:color w:val="000000" w:themeColor="text1"/>
        </w:rPr>
        <w:t xml:space="preserve">　他必要な事項を発注者に通知しなければならない。</w:t>
      </w:r>
    </w:p>
    <w:p w:rsidR="00051087" w:rsidRPr="0070057A" w:rsidRDefault="00051087" w:rsidP="002F610F">
      <w:pPr>
        <w:spacing w:line="276" w:lineRule="auto"/>
        <w:rPr>
          <w:color w:val="000000" w:themeColor="text1"/>
        </w:rPr>
      </w:pPr>
    </w:p>
    <w:p w:rsidR="00051087" w:rsidRPr="0070057A" w:rsidRDefault="00051087" w:rsidP="00051087">
      <w:pPr>
        <w:spacing w:line="276" w:lineRule="auto"/>
        <w:rPr>
          <w:color w:val="000000" w:themeColor="text1"/>
        </w:rPr>
      </w:pPr>
      <w:r w:rsidRPr="0070057A">
        <w:rPr>
          <w:rFonts w:hint="eastAsia"/>
          <w:color w:val="000000" w:themeColor="text1"/>
        </w:rPr>
        <w:t>（下請負人の健康保険等加入義務等）</w:t>
      </w:r>
    </w:p>
    <w:p w:rsidR="00AE45F8" w:rsidRPr="0070057A" w:rsidRDefault="00051087" w:rsidP="00AE45F8">
      <w:pPr>
        <w:spacing w:line="276" w:lineRule="auto"/>
        <w:rPr>
          <w:color w:val="000000" w:themeColor="text1"/>
        </w:rPr>
      </w:pPr>
      <w:r w:rsidRPr="0070057A">
        <w:rPr>
          <w:rFonts w:hint="eastAsia"/>
          <w:color w:val="000000" w:themeColor="text1"/>
        </w:rPr>
        <w:t>第８条の２</w:t>
      </w:r>
      <w:r w:rsidR="00AE45F8" w:rsidRPr="0070057A">
        <w:rPr>
          <w:rFonts w:hint="eastAsia"/>
          <w:color w:val="000000" w:themeColor="text1"/>
        </w:rPr>
        <w:t xml:space="preserve">　受注者は、次の各号に掲げる届出をしていない建設業者（建設業法（昭和２４年法律第１００号）第２条第３項に定める建設業者をいい、当該届出の義務がない者を除く。以下「社会保険等未加入建設業者」という。）を下請契約（受注者が直接締結する下請契約に限る。以下この条において同じ。）　の相手方としてはならない。</w:t>
      </w:r>
    </w:p>
    <w:p w:rsidR="00AE45F8" w:rsidRPr="0070057A" w:rsidRDefault="00AE45F8" w:rsidP="00AE45F8">
      <w:pPr>
        <w:spacing w:line="276" w:lineRule="auto"/>
        <w:rPr>
          <w:color w:val="000000" w:themeColor="text1"/>
        </w:rPr>
      </w:pPr>
      <w:r w:rsidRPr="0070057A">
        <w:rPr>
          <w:rFonts w:hint="eastAsia"/>
          <w:color w:val="000000" w:themeColor="text1"/>
        </w:rPr>
        <w:t>（１）　健康保険法（大正１１年法律第７０号）第４８条の規定による届出</w:t>
      </w:r>
    </w:p>
    <w:p w:rsidR="00AE45F8" w:rsidRPr="0070057A" w:rsidRDefault="00AE45F8" w:rsidP="00AE45F8">
      <w:pPr>
        <w:spacing w:line="276" w:lineRule="auto"/>
        <w:rPr>
          <w:color w:val="000000" w:themeColor="text1"/>
        </w:rPr>
      </w:pPr>
      <w:r w:rsidRPr="0070057A">
        <w:rPr>
          <w:rFonts w:hint="eastAsia"/>
          <w:color w:val="000000" w:themeColor="text1"/>
        </w:rPr>
        <w:t>（２）　厚生年金保険法（昭和２９年法律第１１５号）第２７条の規定による届出</w:t>
      </w:r>
    </w:p>
    <w:p w:rsidR="00AE45F8" w:rsidRPr="0070057A" w:rsidRDefault="00AE45F8" w:rsidP="00AE45F8">
      <w:pPr>
        <w:spacing w:line="276" w:lineRule="auto"/>
        <w:rPr>
          <w:color w:val="000000" w:themeColor="text1"/>
        </w:rPr>
      </w:pPr>
      <w:r w:rsidRPr="0070057A">
        <w:rPr>
          <w:rFonts w:hint="eastAsia"/>
          <w:color w:val="000000" w:themeColor="text1"/>
        </w:rPr>
        <w:t>（３）　雇用保険法（昭和４９年法律第１１６号）第７条の規定による届出</w:t>
      </w:r>
    </w:p>
    <w:p w:rsidR="009E2FF9" w:rsidRPr="0070057A" w:rsidRDefault="00AE45F8" w:rsidP="00AE45F8">
      <w:pPr>
        <w:spacing w:line="276" w:lineRule="auto"/>
        <w:rPr>
          <w:color w:val="000000" w:themeColor="text1"/>
        </w:rPr>
      </w:pPr>
      <w:r w:rsidRPr="0070057A">
        <w:rPr>
          <w:rFonts w:hint="eastAsia"/>
          <w:color w:val="000000" w:themeColor="text1"/>
        </w:rPr>
        <w:t>２　前項の規定にかかわらず、受注者は、当該建設業者と下請契約を締結しなければ工事の施工が困難と　なる場合その他の特別の事情があると発注者が認める場合は、社会保険未加入建設業者を下請契約の相　手方とすることができる。この場合において、受注者は、発注者の指定する期間内に、当該社会保険等未加入建設業者が前項各号に掲げる届出をし、当該事実を確認することができる書類（以下「確認書類」という。）を発注者に提出しなければならない。</w:t>
      </w:r>
    </w:p>
    <w:p w:rsidR="00AE45F8" w:rsidRPr="0070057A" w:rsidRDefault="00AE45F8" w:rsidP="00AE45F8">
      <w:pPr>
        <w:spacing w:line="276" w:lineRule="auto"/>
        <w:rPr>
          <w:color w:val="000000" w:themeColor="text1"/>
        </w:rPr>
      </w:pPr>
    </w:p>
    <w:p w:rsidR="009E2FF9" w:rsidRPr="0070057A" w:rsidRDefault="009E2FF9" w:rsidP="002F610F">
      <w:pPr>
        <w:spacing w:line="276" w:lineRule="auto"/>
        <w:rPr>
          <w:color w:val="000000" w:themeColor="text1"/>
        </w:rPr>
      </w:pPr>
      <w:r w:rsidRPr="0070057A">
        <w:rPr>
          <w:rFonts w:hint="eastAsia"/>
          <w:color w:val="000000" w:themeColor="text1"/>
        </w:rPr>
        <w:t>（特許権等の使用）</w:t>
      </w:r>
    </w:p>
    <w:p w:rsidR="009E2FF9" w:rsidRPr="0070057A" w:rsidRDefault="009E2FF9" w:rsidP="002F610F">
      <w:pPr>
        <w:spacing w:line="276" w:lineRule="auto"/>
        <w:rPr>
          <w:color w:val="000000" w:themeColor="text1"/>
        </w:rPr>
      </w:pPr>
      <w:r w:rsidRPr="0070057A">
        <w:rPr>
          <w:rFonts w:hint="eastAsia"/>
          <w:color w:val="000000" w:themeColor="text1"/>
        </w:rPr>
        <w:t>第９条　受注者は、特許権、実用新案権、意匠権、商標権その他日本国の法令に基づき保護される第三者</w:t>
      </w:r>
    </w:p>
    <w:p w:rsidR="009E2FF9" w:rsidRPr="0070057A" w:rsidRDefault="009E2FF9" w:rsidP="002F610F">
      <w:pPr>
        <w:spacing w:line="276" w:lineRule="auto"/>
        <w:rPr>
          <w:color w:val="000000" w:themeColor="text1"/>
        </w:rPr>
      </w:pPr>
      <w:r w:rsidRPr="0070057A">
        <w:rPr>
          <w:rFonts w:hint="eastAsia"/>
          <w:color w:val="000000" w:themeColor="text1"/>
        </w:rPr>
        <w:t xml:space="preserve">　の権利（以下「特許権等」という。）の対象となっている工事材料、施工方法等を使用するときは、その</w:t>
      </w:r>
    </w:p>
    <w:p w:rsidR="009E2FF9" w:rsidRPr="0070057A" w:rsidRDefault="009E2FF9" w:rsidP="002F610F">
      <w:pPr>
        <w:spacing w:line="276" w:lineRule="auto"/>
        <w:rPr>
          <w:color w:val="000000" w:themeColor="text1"/>
        </w:rPr>
      </w:pPr>
      <w:r w:rsidRPr="0070057A">
        <w:rPr>
          <w:rFonts w:hint="eastAsia"/>
          <w:color w:val="000000" w:themeColor="text1"/>
        </w:rPr>
        <w:t xml:space="preserve">　使用に関する一切の責任を負わなければならない。ただし、発注者がその工事材料、施工方法等を指定</w:t>
      </w:r>
    </w:p>
    <w:p w:rsidR="009E2FF9" w:rsidRPr="0070057A" w:rsidRDefault="009E2FF9" w:rsidP="002F610F">
      <w:pPr>
        <w:spacing w:line="276" w:lineRule="auto"/>
        <w:rPr>
          <w:color w:val="000000" w:themeColor="text1"/>
        </w:rPr>
      </w:pPr>
      <w:r w:rsidRPr="0070057A">
        <w:rPr>
          <w:rFonts w:hint="eastAsia"/>
          <w:color w:val="000000" w:themeColor="text1"/>
        </w:rPr>
        <w:t xml:space="preserve">　した場合において、設計図書に特許権等の対象である旨の明示がなく、かつ、受注者がその存在を知ら</w:t>
      </w:r>
    </w:p>
    <w:p w:rsidR="009E2FF9" w:rsidRPr="0070057A" w:rsidRDefault="009E2FF9" w:rsidP="002F610F">
      <w:pPr>
        <w:spacing w:line="276" w:lineRule="auto"/>
        <w:rPr>
          <w:color w:val="000000" w:themeColor="text1"/>
        </w:rPr>
      </w:pPr>
      <w:r w:rsidRPr="0070057A">
        <w:rPr>
          <w:rFonts w:hint="eastAsia"/>
          <w:color w:val="000000" w:themeColor="text1"/>
        </w:rPr>
        <w:t xml:space="preserve">　なかったときは、発注者は、受注者がその使用に関して要した費用を負担しなければならない。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 xml:space="preserve">　</w:t>
      </w:r>
    </w:p>
    <w:p w:rsidR="009E2FF9" w:rsidRPr="0070057A" w:rsidRDefault="009E2FF9" w:rsidP="002F610F">
      <w:pPr>
        <w:spacing w:line="276" w:lineRule="auto"/>
        <w:rPr>
          <w:color w:val="000000" w:themeColor="text1"/>
        </w:rPr>
      </w:pPr>
      <w:r w:rsidRPr="0070057A">
        <w:rPr>
          <w:rFonts w:hint="eastAsia"/>
          <w:color w:val="000000" w:themeColor="text1"/>
        </w:rPr>
        <w:t>（監督員）</w:t>
      </w:r>
    </w:p>
    <w:p w:rsidR="009E2FF9" w:rsidRPr="0070057A" w:rsidRDefault="009E2FF9" w:rsidP="002F610F">
      <w:pPr>
        <w:spacing w:line="276" w:lineRule="auto"/>
        <w:rPr>
          <w:color w:val="000000" w:themeColor="text1"/>
        </w:rPr>
      </w:pPr>
      <w:r w:rsidRPr="0070057A">
        <w:rPr>
          <w:rFonts w:hint="eastAsia"/>
          <w:color w:val="000000" w:themeColor="text1"/>
        </w:rPr>
        <w:t>第１０条　発注者は、監督員を置いたときは、その氏名を受注者に通知しなければならない。監督員を変</w:t>
      </w:r>
    </w:p>
    <w:p w:rsidR="009E2FF9" w:rsidRPr="0070057A" w:rsidRDefault="009E2FF9" w:rsidP="002F610F">
      <w:pPr>
        <w:spacing w:line="276" w:lineRule="auto"/>
        <w:rPr>
          <w:color w:val="000000" w:themeColor="text1"/>
        </w:rPr>
      </w:pPr>
      <w:r w:rsidRPr="0070057A">
        <w:rPr>
          <w:rFonts w:hint="eastAsia"/>
          <w:color w:val="000000" w:themeColor="text1"/>
        </w:rPr>
        <w:t xml:space="preserve">　更したときも同様とする。</w:t>
      </w:r>
    </w:p>
    <w:p w:rsidR="009E2FF9" w:rsidRPr="0070057A" w:rsidRDefault="009E2FF9" w:rsidP="002F610F">
      <w:pPr>
        <w:spacing w:line="276" w:lineRule="auto"/>
        <w:rPr>
          <w:color w:val="000000" w:themeColor="text1"/>
        </w:rPr>
      </w:pPr>
      <w:r w:rsidRPr="0070057A">
        <w:rPr>
          <w:rFonts w:hint="eastAsia"/>
          <w:color w:val="000000" w:themeColor="text1"/>
        </w:rPr>
        <w:t>２　監督員は、この契約書の他の条項に定めるもの及びこの契約書に基づく発注者の権限とされる事項の</w:t>
      </w:r>
    </w:p>
    <w:p w:rsidR="009E2FF9" w:rsidRPr="0070057A" w:rsidRDefault="009E2FF9" w:rsidP="002F610F">
      <w:pPr>
        <w:spacing w:line="276" w:lineRule="auto"/>
        <w:rPr>
          <w:color w:val="000000" w:themeColor="text1"/>
        </w:rPr>
      </w:pPr>
      <w:r w:rsidRPr="0070057A">
        <w:rPr>
          <w:rFonts w:hint="eastAsia"/>
          <w:color w:val="000000" w:themeColor="text1"/>
        </w:rPr>
        <w:t xml:space="preserve">　うち発注者が必要と認めて監督員に委任したもののほか、設計図書に定めるところにより、次に掲げる</w:t>
      </w:r>
    </w:p>
    <w:p w:rsidR="009E2FF9" w:rsidRPr="0070057A" w:rsidRDefault="009E2FF9" w:rsidP="002F610F">
      <w:pPr>
        <w:spacing w:line="276" w:lineRule="auto"/>
        <w:rPr>
          <w:color w:val="000000" w:themeColor="text1"/>
        </w:rPr>
      </w:pPr>
      <w:r w:rsidRPr="0070057A">
        <w:rPr>
          <w:rFonts w:hint="eastAsia"/>
          <w:color w:val="000000" w:themeColor="text1"/>
        </w:rPr>
        <w:t xml:space="preserve">　権限を有する。</w:t>
      </w:r>
    </w:p>
    <w:p w:rsidR="009E2FF9" w:rsidRPr="0070057A" w:rsidRDefault="009E2FF9" w:rsidP="002F610F">
      <w:pPr>
        <w:spacing w:line="276" w:lineRule="auto"/>
        <w:rPr>
          <w:color w:val="000000" w:themeColor="text1"/>
        </w:rPr>
      </w:pPr>
      <w:r w:rsidRPr="0070057A">
        <w:rPr>
          <w:rFonts w:hint="eastAsia"/>
          <w:color w:val="000000" w:themeColor="text1"/>
        </w:rPr>
        <w:t>（１）この契約の履行についての受注者又は受注者の現場代理人に対する指示、承諾又は協議</w:t>
      </w:r>
    </w:p>
    <w:p w:rsidR="009E2FF9" w:rsidRPr="0070057A" w:rsidRDefault="009E2FF9" w:rsidP="002F610F">
      <w:pPr>
        <w:spacing w:line="276" w:lineRule="auto"/>
        <w:rPr>
          <w:color w:val="000000" w:themeColor="text1"/>
        </w:rPr>
      </w:pPr>
      <w:r w:rsidRPr="0070057A">
        <w:rPr>
          <w:rFonts w:hint="eastAsia"/>
          <w:color w:val="000000" w:themeColor="text1"/>
        </w:rPr>
        <w:t>（２）設計図書に基づく工事の施工のための詳細図等の作成及び交付又は受注者が作成した詳細図等の承</w:t>
      </w:r>
    </w:p>
    <w:p w:rsidR="009E2FF9" w:rsidRPr="0070057A" w:rsidRDefault="009E2FF9" w:rsidP="002F610F">
      <w:pPr>
        <w:spacing w:line="276" w:lineRule="auto"/>
        <w:rPr>
          <w:color w:val="000000" w:themeColor="text1"/>
        </w:rPr>
      </w:pPr>
      <w:r w:rsidRPr="0070057A">
        <w:rPr>
          <w:rFonts w:hint="eastAsia"/>
          <w:color w:val="000000" w:themeColor="text1"/>
        </w:rPr>
        <w:t xml:space="preserve">　　諾</w:t>
      </w:r>
    </w:p>
    <w:p w:rsidR="009E2FF9" w:rsidRPr="0070057A" w:rsidRDefault="009E2FF9" w:rsidP="002F610F">
      <w:pPr>
        <w:spacing w:line="276" w:lineRule="auto"/>
        <w:rPr>
          <w:color w:val="000000" w:themeColor="text1"/>
        </w:rPr>
      </w:pPr>
      <w:r w:rsidRPr="0070057A">
        <w:rPr>
          <w:rFonts w:hint="eastAsia"/>
          <w:color w:val="000000" w:themeColor="text1"/>
        </w:rPr>
        <w:t>（３）設計図書に基づく工程の管理、立会い、工事の施工状況の検査又は工事材料の試験若しくは検査（</w:t>
      </w:r>
    </w:p>
    <w:p w:rsidR="009E2FF9" w:rsidRPr="0070057A" w:rsidRDefault="009E2FF9" w:rsidP="002F610F">
      <w:pPr>
        <w:spacing w:line="276" w:lineRule="auto"/>
        <w:rPr>
          <w:color w:val="000000" w:themeColor="text1"/>
        </w:rPr>
      </w:pPr>
      <w:r w:rsidRPr="0070057A">
        <w:rPr>
          <w:rFonts w:hint="eastAsia"/>
          <w:color w:val="000000" w:themeColor="text1"/>
        </w:rPr>
        <w:t xml:space="preserve">　　確認を含む。）　　　　　　　　　　　　　　　　　　　　　　　　　　　　</w:t>
      </w:r>
    </w:p>
    <w:p w:rsidR="009E2FF9" w:rsidRPr="0070057A" w:rsidRDefault="009E2FF9" w:rsidP="002F610F">
      <w:pPr>
        <w:spacing w:line="276" w:lineRule="auto"/>
        <w:rPr>
          <w:color w:val="000000" w:themeColor="text1"/>
        </w:rPr>
      </w:pPr>
      <w:r w:rsidRPr="0070057A">
        <w:rPr>
          <w:rFonts w:hint="eastAsia"/>
          <w:color w:val="000000" w:themeColor="text1"/>
        </w:rPr>
        <w:t>３　発注者は、２名以上の監督員を置き、前項の権限を分担させたときにあってはそれぞれの監督員の有</w:t>
      </w:r>
    </w:p>
    <w:p w:rsidR="009E2FF9" w:rsidRPr="0070057A" w:rsidRDefault="009E2FF9" w:rsidP="002F610F">
      <w:pPr>
        <w:spacing w:line="276" w:lineRule="auto"/>
        <w:rPr>
          <w:color w:val="000000" w:themeColor="text1"/>
        </w:rPr>
      </w:pPr>
      <w:r w:rsidRPr="0070057A">
        <w:rPr>
          <w:rFonts w:hint="eastAsia"/>
          <w:color w:val="000000" w:themeColor="text1"/>
        </w:rPr>
        <w:t xml:space="preserve">　する権限の内容を、監督員にこの契約書に基づく発注者の権限の一部を委任したときにあっては当該委</w:t>
      </w:r>
    </w:p>
    <w:p w:rsidR="009E2FF9" w:rsidRPr="0070057A" w:rsidRDefault="009E2FF9" w:rsidP="002F610F">
      <w:pPr>
        <w:spacing w:line="276" w:lineRule="auto"/>
        <w:rPr>
          <w:color w:val="000000" w:themeColor="text1"/>
        </w:rPr>
      </w:pPr>
      <w:r w:rsidRPr="0070057A">
        <w:rPr>
          <w:rFonts w:hint="eastAsia"/>
          <w:color w:val="000000" w:themeColor="text1"/>
        </w:rPr>
        <w:t xml:space="preserve">　任した権限の内容を、受注者に通知しなければならない。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４　第２項の規定に基づく監督員の指示又は承諾は、原則として、書面により行わなければならない。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５　発注者が監督員を置いたときは、この契約書に定める請求、通知、報告、申出、承諾及び解除につい</w:t>
      </w:r>
    </w:p>
    <w:p w:rsidR="009E2FF9" w:rsidRPr="0070057A" w:rsidRDefault="009E2FF9" w:rsidP="002F610F">
      <w:pPr>
        <w:spacing w:line="276" w:lineRule="auto"/>
        <w:rPr>
          <w:color w:val="000000" w:themeColor="text1"/>
        </w:rPr>
      </w:pPr>
      <w:r w:rsidRPr="0070057A">
        <w:rPr>
          <w:rFonts w:hint="eastAsia"/>
          <w:color w:val="000000" w:themeColor="text1"/>
        </w:rPr>
        <w:t xml:space="preserve">　ては、設計図書に定めるものを除き、監督員を経由して行うものとする。この場合においては、監督員</w:t>
      </w:r>
    </w:p>
    <w:p w:rsidR="009E2FF9" w:rsidRPr="0070057A" w:rsidRDefault="009E2FF9" w:rsidP="002F610F">
      <w:pPr>
        <w:spacing w:line="276" w:lineRule="auto"/>
        <w:rPr>
          <w:color w:val="000000" w:themeColor="text1"/>
        </w:rPr>
      </w:pPr>
      <w:r w:rsidRPr="0070057A">
        <w:rPr>
          <w:rFonts w:hint="eastAsia"/>
          <w:color w:val="000000" w:themeColor="text1"/>
        </w:rPr>
        <w:t xml:space="preserve">　に到達した日をもって発注者に到達したものとみなす。</w:t>
      </w:r>
    </w:p>
    <w:p w:rsidR="009E2FF9" w:rsidRPr="0070057A" w:rsidRDefault="009E2FF9" w:rsidP="002F610F">
      <w:pPr>
        <w:spacing w:line="276" w:lineRule="auto"/>
        <w:rPr>
          <w:color w:val="000000" w:themeColor="text1"/>
        </w:rPr>
      </w:pPr>
      <w:r w:rsidRPr="0070057A">
        <w:rPr>
          <w:rFonts w:hint="eastAsia"/>
          <w:color w:val="000000" w:themeColor="text1"/>
        </w:rPr>
        <w:t>６　発注者が監督員を置かないときは、この契約書に定める監督員の権限は、発注者に帰属する。</w:t>
      </w:r>
    </w:p>
    <w:p w:rsidR="009E2FF9" w:rsidRPr="0070057A" w:rsidRDefault="009E2FF9" w:rsidP="002F610F">
      <w:pPr>
        <w:spacing w:line="276" w:lineRule="auto"/>
        <w:rPr>
          <w:color w:val="000000" w:themeColor="text1"/>
        </w:rPr>
      </w:pPr>
      <w:r w:rsidRPr="0070057A">
        <w:rPr>
          <w:rFonts w:hint="eastAsia"/>
          <w:color w:val="000000" w:themeColor="text1"/>
        </w:rPr>
        <w:t xml:space="preserve">　　　　　　　　　</w:t>
      </w:r>
    </w:p>
    <w:p w:rsidR="009E2FF9" w:rsidRPr="0070057A" w:rsidRDefault="009E2FF9" w:rsidP="002F610F">
      <w:pPr>
        <w:spacing w:line="276" w:lineRule="auto"/>
        <w:rPr>
          <w:color w:val="000000" w:themeColor="text1"/>
        </w:rPr>
      </w:pPr>
      <w:r w:rsidRPr="0070057A">
        <w:rPr>
          <w:rFonts w:hint="eastAsia"/>
          <w:color w:val="000000" w:themeColor="text1"/>
        </w:rPr>
        <w:t>（現場代理人及び主任技術者等）</w:t>
      </w:r>
    </w:p>
    <w:p w:rsidR="009E2FF9" w:rsidRPr="0070057A" w:rsidRDefault="009E2FF9" w:rsidP="002F610F">
      <w:pPr>
        <w:spacing w:line="276" w:lineRule="auto"/>
        <w:rPr>
          <w:color w:val="000000" w:themeColor="text1"/>
        </w:rPr>
      </w:pPr>
      <w:r w:rsidRPr="0070057A">
        <w:rPr>
          <w:rFonts w:hint="eastAsia"/>
          <w:color w:val="000000" w:themeColor="text1"/>
        </w:rPr>
        <w:t>第１１条　受注者は、次に掲げる者を定めて工事現場に設置し、設計図書に定めるところにより、その氏</w:t>
      </w:r>
    </w:p>
    <w:p w:rsidR="009E2FF9" w:rsidRPr="0070057A" w:rsidRDefault="009E2FF9" w:rsidP="002F610F">
      <w:pPr>
        <w:spacing w:line="276" w:lineRule="auto"/>
        <w:rPr>
          <w:color w:val="000000" w:themeColor="text1"/>
        </w:rPr>
      </w:pPr>
      <w:r w:rsidRPr="0070057A">
        <w:rPr>
          <w:rFonts w:hint="eastAsia"/>
          <w:color w:val="000000" w:themeColor="text1"/>
        </w:rPr>
        <w:t xml:space="preserve">　名その他必要な事項を発注者に通知しなければならない。これらの者を変更したときも同様とする。</w:t>
      </w:r>
    </w:p>
    <w:p w:rsidR="009E2FF9" w:rsidRPr="0070057A" w:rsidRDefault="009E2FF9" w:rsidP="002F610F">
      <w:pPr>
        <w:spacing w:line="276" w:lineRule="auto"/>
        <w:rPr>
          <w:color w:val="000000" w:themeColor="text1"/>
        </w:rPr>
      </w:pPr>
      <w:r w:rsidRPr="0070057A">
        <w:rPr>
          <w:rFonts w:hint="eastAsia"/>
          <w:color w:val="000000" w:themeColor="text1"/>
        </w:rPr>
        <w:t>（１）現場代理人</w:t>
      </w:r>
    </w:p>
    <w:p w:rsidR="009E2FF9" w:rsidRPr="00662878" w:rsidRDefault="009E2FF9" w:rsidP="002F610F">
      <w:pPr>
        <w:spacing w:line="276" w:lineRule="auto"/>
        <w:rPr>
          <w:color w:val="000000"/>
        </w:rPr>
      </w:pPr>
      <w:r w:rsidRPr="00662878">
        <w:rPr>
          <w:rFonts w:hint="eastAsia"/>
          <w:color w:val="000000"/>
        </w:rPr>
        <w:t>（２）主任技術者（建設業法（昭和２４年法律第１００号）第２６条第１項に規定する「主任技術者」を</w:t>
      </w:r>
    </w:p>
    <w:p w:rsidR="009E2FF9" w:rsidRPr="00662878" w:rsidRDefault="009E2FF9" w:rsidP="002F610F">
      <w:pPr>
        <w:spacing w:line="276" w:lineRule="auto"/>
        <w:rPr>
          <w:color w:val="000000"/>
        </w:rPr>
      </w:pPr>
      <w:r w:rsidRPr="00662878">
        <w:rPr>
          <w:rFonts w:hint="eastAsia"/>
          <w:color w:val="000000"/>
        </w:rPr>
        <w:t xml:space="preserve">　　いう。以下同じ。）又は監理技術者（同条第２項に規定する「監理技術者」をいう。以下同じ。）また、</w:t>
      </w:r>
    </w:p>
    <w:p w:rsidR="009E2FF9" w:rsidRPr="00662878" w:rsidRDefault="009E2FF9" w:rsidP="002F610F">
      <w:pPr>
        <w:spacing w:line="276" w:lineRule="auto"/>
        <w:rPr>
          <w:color w:val="000000"/>
        </w:rPr>
      </w:pPr>
      <w:r w:rsidRPr="00662878">
        <w:rPr>
          <w:rFonts w:hint="eastAsia"/>
          <w:color w:val="000000"/>
        </w:rPr>
        <w:t xml:space="preserve">　　同条第３項に該当する場合は専任の技術者とする。</w:t>
      </w:r>
    </w:p>
    <w:p w:rsidR="009E2FF9" w:rsidRPr="00662878" w:rsidRDefault="009E2FF9" w:rsidP="002F610F">
      <w:pPr>
        <w:spacing w:line="276" w:lineRule="auto"/>
        <w:rPr>
          <w:color w:val="000000"/>
        </w:rPr>
      </w:pPr>
      <w:r w:rsidRPr="00662878">
        <w:rPr>
          <w:rFonts w:hint="eastAsia"/>
          <w:color w:val="000000"/>
        </w:rPr>
        <w:t xml:space="preserve">　　　ただし、当該工事が同条第４項の工事にも該当する場合は、監理技術者資格者証の交付を受けた専</w:t>
      </w:r>
    </w:p>
    <w:p w:rsidR="009E2FF9" w:rsidRPr="00662878" w:rsidRDefault="009E2FF9" w:rsidP="002F610F">
      <w:pPr>
        <w:spacing w:line="276" w:lineRule="auto"/>
        <w:rPr>
          <w:color w:val="000000"/>
        </w:rPr>
      </w:pPr>
      <w:r w:rsidRPr="00662878">
        <w:rPr>
          <w:rFonts w:hint="eastAsia"/>
          <w:color w:val="000000"/>
        </w:rPr>
        <w:t xml:space="preserve">　　任の監理技術者とする。</w:t>
      </w:r>
    </w:p>
    <w:p w:rsidR="009E2FF9" w:rsidRPr="00662878" w:rsidRDefault="009E2FF9" w:rsidP="002F610F">
      <w:pPr>
        <w:spacing w:line="276" w:lineRule="auto"/>
        <w:rPr>
          <w:color w:val="000000"/>
        </w:rPr>
      </w:pPr>
      <w:r w:rsidRPr="00662878">
        <w:rPr>
          <w:rFonts w:hint="eastAsia"/>
          <w:color w:val="000000"/>
        </w:rPr>
        <w:t>（３）専門技術者（建設業法第２６条の２に規定する建設工事の施工の技術上の管理をつかさどる者をい</w:t>
      </w:r>
    </w:p>
    <w:p w:rsidR="009E2FF9" w:rsidRPr="00662878" w:rsidRDefault="009E2FF9" w:rsidP="002F610F">
      <w:pPr>
        <w:spacing w:line="276" w:lineRule="auto"/>
        <w:rPr>
          <w:color w:val="000000"/>
        </w:rPr>
      </w:pPr>
      <w:r w:rsidRPr="00662878">
        <w:rPr>
          <w:rFonts w:hint="eastAsia"/>
          <w:color w:val="000000"/>
        </w:rPr>
        <w:t xml:space="preserve">　　う。以下同じ。）</w:t>
      </w:r>
    </w:p>
    <w:p w:rsidR="009E2FF9" w:rsidRPr="00662878" w:rsidRDefault="009E2FF9" w:rsidP="002F610F">
      <w:pPr>
        <w:spacing w:line="276" w:lineRule="auto"/>
        <w:rPr>
          <w:color w:val="000000"/>
        </w:rPr>
      </w:pPr>
      <w:r w:rsidRPr="00662878">
        <w:rPr>
          <w:rFonts w:hint="eastAsia"/>
          <w:color w:val="000000"/>
        </w:rPr>
        <w:t>２　現場代理人は、この契約の履行に関し、工事現場に常駐し、その運営、取締りを行うほか、請負代金</w:t>
      </w:r>
    </w:p>
    <w:p w:rsidR="009E2FF9" w:rsidRPr="00662878" w:rsidRDefault="009E2FF9" w:rsidP="002F610F">
      <w:pPr>
        <w:spacing w:line="276" w:lineRule="auto"/>
        <w:rPr>
          <w:color w:val="000000"/>
        </w:rPr>
      </w:pPr>
      <w:r w:rsidRPr="00662878">
        <w:rPr>
          <w:rFonts w:hint="eastAsia"/>
          <w:color w:val="000000"/>
        </w:rPr>
        <w:t xml:space="preserve">　額の変更、請負代金の請求及び受領、第１３条第１項の請求の受理、同条第３項の決定及び通知並びに</w:t>
      </w:r>
    </w:p>
    <w:p w:rsidR="009E2FF9" w:rsidRPr="00662878" w:rsidRDefault="009E2FF9" w:rsidP="002F610F">
      <w:pPr>
        <w:spacing w:line="276" w:lineRule="auto"/>
        <w:rPr>
          <w:color w:val="000000"/>
        </w:rPr>
      </w:pPr>
      <w:r w:rsidRPr="00662878">
        <w:rPr>
          <w:rFonts w:hint="eastAsia"/>
          <w:color w:val="000000"/>
        </w:rPr>
        <w:t xml:space="preserve">　この契約の解除に係る権限を除き、この契約に基づく受注者の一切の権限を行使することができる。</w:t>
      </w:r>
    </w:p>
    <w:p w:rsidR="009E2FF9" w:rsidRPr="00662878" w:rsidRDefault="009E2FF9" w:rsidP="002F610F">
      <w:pPr>
        <w:spacing w:line="276" w:lineRule="auto"/>
        <w:rPr>
          <w:color w:val="000000"/>
        </w:rPr>
      </w:pPr>
      <w:r w:rsidRPr="00662878">
        <w:rPr>
          <w:rFonts w:hint="eastAsia"/>
          <w:color w:val="000000"/>
        </w:rPr>
        <w:t>３　発注者は、前項の規定にかかわらず、現場代理人の工事現場における運営、取締り及び権限の行使に</w:t>
      </w:r>
    </w:p>
    <w:p w:rsidR="009E2FF9" w:rsidRPr="00662878" w:rsidRDefault="009E2FF9" w:rsidP="002F610F">
      <w:pPr>
        <w:spacing w:line="276" w:lineRule="auto"/>
        <w:rPr>
          <w:color w:val="000000"/>
        </w:rPr>
      </w:pPr>
      <w:r w:rsidRPr="00662878">
        <w:rPr>
          <w:rFonts w:hint="eastAsia"/>
          <w:color w:val="000000"/>
        </w:rPr>
        <w:t xml:space="preserve">　支障がなく、かつ、発注者との連絡体制が確保されると認めた場合には、現場代理人について工事現場</w:t>
      </w:r>
    </w:p>
    <w:p w:rsidR="009E2FF9" w:rsidRPr="00662878" w:rsidRDefault="009E2FF9" w:rsidP="002F610F">
      <w:pPr>
        <w:spacing w:line="276" w:lineRule="auto"/>
        <w:rPr>
          <w:color w:val="000000"/>
        </w:rPr>
      </w:pPr>
      <w:r w:rsidRPr="00662878">
        <w:rPr>
          <w:rFonts w:hint="eastAsia"/>
          <w:color w:val="000000"/>
        </w:rPr>
        <w:t xml:space="preserve">　における常駐を要しないこととすることができる。</w:t>
      </w:r>
    </w:p>
    <w:p w:rsidR="009E2FF9" w:rsidRPr="00662878" w:rsidRDefault="009E2FF9" w:rsidP="002F610F">
      <w:pPr>
        <w:spacing w:line="276" w:lineRule="auto"/>
        <w:rPr>
          <w:color w:val="000000"/>
        </w:rPr>
      </w:pPr>
      <w:r w:rsidRPr="00662878">
        <w:rPr>
          <w:rFonts w:hint="eastAsia"/>
          <w:color w:val="000000"/>
        </w:rPr>
        <w:t>４　受注者は、第２項の規定にかかわらず、自己の有する権限のうち現場代理人に委任せず自ら行使しよ</w:t>
      </w:r>
    </w:p>
    <w:p w:rsidR="009E2FF9" w:rsidRPr="00662878" w:rsidRDefault="009E2FF9" w:rsidP="002F610F">
      <w:pPr>
        <w:spacing w:line="276" w:lineRule="auto"/>
        <w:rPr>
          <w:color w:val="000000"/>
        </w:rPr>
      </w:pPr>
      <w:r w:rsidRPr="00662878">
        <w:rPr>
          <w:rFonts w:hint="eastAsia"/>
          <w:color w:val="000000"/>
        </w:rPr>
        <w:t xml:space="preserve">　うとするものがあるときは、あらかじめ、当該権限の内容を発注者に通知しなければならない。</w:t>
      </w:r>
    </w:p>
    <w:p w:rsidR="009E2FF9" w:rsidRPr="00662878" w:rsidRDefault="009E2FF9" w:rsidP="002F610F">
      <w:pPr>
        <w:spacing w:line="276" w:lineRule="auto"/>
        <w:rPr>
          <w:color w:val="000000"/>
        </w:rPr>
      </w:pPr>
      <w:r w:rsidRPr="00662878">
        <w:rPr>
          <w:rFonts w:hint="eastAsia"/>
          <w:color w:val="000000"/>
        </w:rPr>
        <w:t>５　現場代理人、主任技術者（監理技術者）及び専門技術者は、これを兼ねることができる。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（履行報告）</w:t>
      </w:r>
    </w:p>
    <w:p w:rsidR="009E2FF9" w:rsidRPr="00662878" w:rsidRDefault="009E2FF9" w:rsidP="002F610F">
      <w:pPr>
        <w:spacing w:line="276" w:lineRule="auto"/>
        <w:rPr>
          <w:color w:val="000000"/>
        </w:rPr>
      </w:pPr>
      <w:r w:rsidRPr="00662878">
        <w:rPr>
          <w:rFonts w:hint="eastAsia"/>
          <w:color w:val="000000"/>
        </w:rPr>
        <w:t>第１２条　受注者は、設計図書に定めるところにより、この契約の履行について発注者に報告しなければ</w:t>
      </w:r>
    </w:p>
    <w:p w:rsidR="009E2FF9" w:rsidRPr="00662878" w:rsidRDefault="009E2FF9" w:rsidP="002F610F">
      <w:pPr>
        <w:spacing w:line="276" w:lineRule="auto"/>
        <w:rPr>
          <w:color w:val="000000"/>
        </w:rPr>
      </w:pPr>
      <w:r w:rsidRPr="00662878">
        <w:rPr>
          <w:rFonts w:hint="eastAsia"/>
          <w:color w:val="000000"/>
        </w:rPr>
        <w:t xml:space="preserve">　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（工事関係者に関する措置請求）</w:t>
      </w:r>
    </w:p>
    <w:p w:rsidR="009E2FF9" w:rsidRPr="00662878" w:rsidRDefault="009E2FF9" w:rsidP="002F610F">
      <w:pPr>
        <w:spacing w:line="276" w:lineRule="auto"/>
        <w:rPr>
          <w:color w:val="000000"/>
        </w:rPr>
      </w:pPr>
      <w:r w:rsidRPr="00662878">
        <w:rPr>
          <w:rFonts w:hint="eastAsia"/>
          <w:color w:val="000000"/>
        </w:rPr>
        <w:t>第１３条　発注者は、現場代理人がその職務（主任技術者（監理技術者）又は専門技術者と兼任する現場</w:t>
      </w:r>
    </w:p>
    <w:p w:rsidR="009E2FF9" w:rsidRPr="00662878" w:rsidRDefault="009E2FF9" w:rsidP="002F610F">
      <w:pPr>
        <w:spacing w:line="276" w:lineRule="auto"/>
        <w:rPr>
          <w:color w:val="000000"/>
        </w:rPr>
      </w:pPr>
      <w:r w:rsidRPr="00662878">
        <w:rPr>
          <w:rFonts w:hint="eastAsia"/>
          <w:color w:val="000000"/>
        </w:rPr>
        <w:t xml:space="preserve">　代理人にあってはそれらの者の職務を含む。）の執行につき著しく不適当と認められるときは、受注者に</w:t>
      </w:r>
    </w:p>
    <w:p w:rsidR="009E2FF9" w:rsidRPr="00662878" w:rsidRDefault="009E2FF9" w:rsidP="002F610F">
      <w:pPr>
        <w:spacing w:line="276" w:lineRule="auto"/>
        <w:rPr>
          <w:color w:val="000000"/>
        </w:rPr>
      </w:pPr>
      <w:r w:rsidRPr="00662878">
        <w:rPr>
          <w:rFonts w:hint="eastAsia"/>
          <w:color w:val="000000"/>
        </w:rPr>
        <w:t xml:space="preserve">　対して、その理由を明示した書面により、必要な措置をとるべきことを請求することができる。</w:t>
      </w:r>
    </w:p>
    <w:p w:rsidR="009E2FF9" w:rsidRPr="00662878" w:rsidRDefault="009E2FF9" w:rsidP="002F610F">
      <w:pPr>
        <w:spacing w:line="276" w:lineRule="auto"/>
        <w:rPr>
          <w:color w:val="000000"/>
        </w:rPr>
      </w:pPr>
      <w:r w:rsidRPr="00662878">
        <w:rPr>
          <w:rFonts w:hint="eastAsia"/>
          <w:color w:val="000000"/>
        </w:rPr>
        <w:t>２　発注者又は監督員は、主任技術者（監理技術者）、専門技術者（これらの者と現場代理人を兼任する者</w:t>
      </w:r>
    </w:p>
    <w:p w:rsidR="009E2FF9" w:rsidRPr="00662878" w:rsidRDefault="009E2FF9" w:rsidP="002F610F">
      <w:pPr>
        <w:spacing w:line="276" w:lineRule="auto"/>
        <w:rPr>
          <w:color w:val="000000"/>
        </w:rPr>
      </w:pPr>
      <w:r w:rsidRPr="00662878">
        <w:rPr>
          <w:rFonts w:hint="eastAsia"/>
          <w:color w:val="000000"/>
        </w:rPr>
        <w:t xml:space="preserve">　を除く。）その他受注者が工事を施工するために使用している下請負人、労働者等で工事の施工又は管理</w:t>
      </w:r>
    </w:p>
    <w:p w:rsidR="009E2FF9" w:rsidRPr="00662878" w:rsidRDefault="009E2FF9" w:rsidP="002F610F">
      <w:pPr>
        <w:spacing w:line="276" w:lineRule="auto"/>
        <w:rPr>
          <w:color w:val="000000"/>
        </w:rPr>
      </w:pPr>
      <w:r w:rsidRPr="00662878">
        <w:rPr>
          <w:rFonts w:hint="eastAsia"/>
          <w:color w:val="000000"/>
        </w:rPr>
        <w:t xml:space="preserve">　につき著しく不適当と認められるものがあるときは、受注者に対して、その理由を明示した書面により、</w:t>
      </w:r>
    </w:p>
    <w:p w:rsidR="009E2FF9" w:rsidRPr="00662878" w:rsidRDefault="009E2FF9" w:rsidP="002F610F">
      <w:pPr>
        <w:spacing w:line="276" w:lineRule="auto"/>
        <w:rPr>
          <w:color w:val="000000"/>
        </w:rPr>
      </w:pPr>
      <w:r w:rsidRPr="00662878">
        <w:rPr>
          <w:rFonts w:hint="eastAsia"/>
          <w:color w:val="000000"/>
        </w:rPr>
        <w:t xml:space="preserve">　必要な措置をとるべきことを請求することができる。</w:t>
      </w:r>
    </w:p>
    <w:p w:rsidR="009E2FF9" w:rsidRPr="00662878" w:rsidRDefault="009E2FF9" w:rsidP="002F610F">
      <w:pPr>
        <w:spacing w:line="276" w:lineRule="auto"/>
        <w:rPr>
          <w:color w:val="000000"/>
        </w:rPr>
      </w:pPr>
      <w:r w:rsidRPr="00662878">
        <w:rPr>
          <w:rFonts w:hint="eastAsia"/>
          <w:color w:val="000000"/>
        </w:rPr>
        <w:t>３　受注者は、前２項の規定による請求があったときは、当該請求に係る事項について決定し、その結果</w:t>
      </w:r>
    </w:p>
    <w:p w:rsidR="009E2FF9" w:rsidRPr="00662878" w:rsidRDefault="009E2FF9" w:rsidP="002F610F">
      <w:pPr>
        <w:spacing w:line="276" w:lineRule="auto"/>
        <w:rPr>
          <w:color w:val="000000"/>
        </w:rPr>
      </w:pPr>
      <w:r w:rsidRPr="00662878">
        <w:rPr>
          <w:rFonts w:hint="eastAsia"/>
          <w:color w:val="000000"/>
        </w:rPr>
        <w:t xml:space="preserve">　を請求を受けた日から１０日以内に発注者に通知しなければならない。</w:t>
      </w:r>
    </w:p>
    <w:p w:rsidR="009E2FF9" w:rsidRPr="00662878" w:rsidRDefault="009E2FF9" w:rsidP="002F610F">
      <w:pPr>
        <w:spacing w:line="276" w:lineRule="auto"/>
        <w:rPr>
          <w:color w:val="000000"/>
        </w:rPr>
      </w:pPr>
      <w:r w:rsidRPr="00662878">
        <w:rPr>
          <w:rFonts w:hint="eastAsia"/>
          <w:color w:val="000000"/>
        </w:rPr>
        <w:t>４　受注者は、監督員がその職務の執行につき著しく不適当と認められるときは、発注者に対して、その</w:t>
      </w:r>
    </w:p>
    <w:p w:rsidR="009E2FF9" w:rsidRPr="00662878" w:rsidRDefault="009E2FF9" w:rsidP="002F610F">
      <w:pPr>
        <w:spacing w:line="276" w:lineRule="auto"/>
        <w:rPr>
          <w:color w:val="000000"/>
        </w:rPr>
      </w:pPr>
      <w:r w:rsidRPr="00662878">
        <w:rPr>
          <w:rFonts w:hint="eastAsia"/>
          <w:color w:val="000000"/>
        </w:rPr>
        <w:t xml:space="preserve">　理由を明示した書面により、必要な措置をとるべきことを請求することができる。</w:t>
      </w:r>
    </w:p>
    <w:p w:rsidR="009E2FF9" w:rsidRPr="00662878" w:rsidRDefault="009E2FF9" w:rsidP="002F610F">
      <w:pPr>
        <w:spacing w:line="276" w:lineRule="auto"/>
        <w:rPr>
          <w:color w:val="000000"/>
        </w:rPr>
      </w:pPr>
      <w:r w:rsidRPr="00662878">
        <w:rPr>
          <w:rFonts w:hint="eastAsia"/>
          <w:color w:val="000000"/>
        </w:rPr>
        <w:t>５　発注者は、前項の規定による請求があったときは、当該請求に係る事項について決定し、その結果を</w:t>
      </w:r>
    </w:p>
    <w:p w:rsidR="009E2FF9" w:rsidRPr="00662878" w:rsidRDefault="009E2FF9" w:rsidP="002F610F">
      <w:pPr>
        <w:spacing w:line="276" w:lineRule="auto"/>
        <w:rPr>
          <w:color w:val="000000"/>
        </w:rPr>
      </w:pPr>
      <w:r w:rsidRPr="00662878">
        <w:rPr>
          <w:rFonts w:hint="eastAsia"/>
          <w:color w:val="000000"/>
        </w:rPr>
        <w:t xml:space="preserve">　請求を受けた日から１０日以内に受注者に通知しなければならない。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（工事材料の品質及び検査等）</w:t>
      </w:r>
    </w:p>
    <w:p w:rsidR="009E2FF9" w:rsidRPr="00662878" w:rsidRDefault="009E2FF9" w:rsidP="002F610F">
      <w:pPr>
        <w:spacing w:line="276" w:lineRule="auto"/>
        <w:rPr>
          <w:color w:val="000000"/>
        </w:rPr>
      </w:pPr>
      <w:r w:rsidRPr="00662878">
        <w:rPr>
          <w:rFonts w:hint="eastAsia"/>
          <w:color w:val="000000"/>
        </w:rPr>
        <w:t>第１４条　工事材料の品質については、設計図書に定めるところによる。設計図書にその品質が明示され</w:t>
      </w:r>
    </w:p>
    <w:p w:rsidR="009E2FF9" w:rsidRPr="00662878" w:rsidRDefault="009E2FF9" w:rsidP="002F610F">
      <w:pPr>
        <w:spacing w:line="276" w:lineRule="auto"/>
        <w:rPr>
          <w:color w:val="000000"/>
        </w:rPr>
      </w:pPr>
      <w:r w:rsidRPr="00662878">
        <w:rPr>
          <w:rFonts w:hint="eastAsia"/>
          <w:color w:val="000000"/>
        </w:rPr>
        <w:t xml:space="preserve">　ていない場合にあっては、中等の品質を有するものとする。</w:t>
      </w:r>
    </w:p>
    <w:p w:rsidR="009E2FF9" w:rsidRPr="00662878" w:rsidRDefault="009E2FF9" w:rsidP="002F610F">
      <w:pPr>
        <w:spacing w:line="276" w:lineRule="auto"/>
        <w:rPr>
          <w:color w:val="000000"/>
        </w:rPr>
      </w:pPr>
      <w:r w:rsidRPr="00662878">
        <w:rPr>
          <w:rFonts w:hint="eastAsia"/>
          <w:color w:val="000000"/>
        </w:rPr>
        <w:t>２　受注者は、設計図書において監督員の検査（確認を含む。以下この条において同じ。）を受けて使用す</w:t>
      </w:r>
    </w:p>
    <w:p w:rsidR="009E2FF9" w:rsidRPr="00662878" w:rsidRDefault="009E2FF9" w:rsidP="002F610F">
      <w:pPr>
        <w:spacing w:line="276" w:lineRule="auto"/>
        <w:rPr>
          <w:color w:val="000000"/>
        </w:rPr>
      </w:pPr>
      <w:r w:rsidRPr="00662878">
        <w:rPr>
          <w:rFonts w:hint="eastAsia"/>
          <w:color w:val="000000"/>
        </w:rPr>
        <w:t xml:space="preserve">　べきものと指定された工事材料については、当該検査に合格したものを使用しなければならない。この</w:t>
      </w:r>
    </w:p>
    <w:p w:rsidR="009E2FF9" w:rsidRPr="00662878" w:rsidRDefault="009E2FF9" w:rsidP="002F610F">
      <w:pPr>
        <w:spacing w:line="276" w:lineRule="auto"/>
        <w:rPr>
          <w:color w:val="000000"/>
        </w:rPr>
      </w:pPr>
      <w:r w:rsidRPr="00662878">
        <w:rPr>
          <w:rFonts w:hint="eastAsia"/>
          <w:color w:val="000000"/>
        </w:rPr>
        <w:t xml:space="preserve">　場合において、当該検査に直接要する費用は、受注者の負担とする。</w:t>
      </w:r>
    </w:p>
    <w:p w:rsidR="009E2FF9" w:rsidRPr="00662878" w:rsidRDefault="009E2FF9" w:rsidP="002F610F">
      <w:pPr>
        <w:spacing w:line="276" w:lineRule="auto"/>
        <w:rPr>
          <w:color w:val="000000"/>
        </w:rPr>
      </w:pPr>
      <w:r w:rsidRPr="00662878">
        <w:rPr>
          <w:rFonts w:hint="eastAsia"/>
          <w:color w:val="000000"/>
        </w:rPr>
        <w:t>３　監督員は、受注者から前項の検査を請求されたときは、請求を受けた日から７日以内に応じなければ</w:t>
      </w:r>
    </w:p>
    <w:p w:rsidR="009E2FF9" w:rsidRPr="00662878" w:rsidRDefault="009E2FF9" w:rsidP="002F610F">
      <w:pPr>
        <w:spacing w:line="276" w:lineRule="auto"/>
        <w:rPr>
          <w:color w:val="000000"/>
        </w:rPr>
      </w:pPr>
      <w:r w:rsidRPr="00662878">
        <w:rPr>
          <w:rFonts w:hint="eastAsia"/>
          <w:color w:val="000000"/>
        </w:rPr>
        <w:t xml:space="preserve">　ならない。</w:t>
      </w:r>
    </w:p>
    <w:p w:rsidR="009E2FF9" w:rsidRPr="00662878" w:rsidRDefault="009E2FF9" w:rsidP="002F610F">
      <w:pPr>
        <w:spacing w:line="276" w:lineRule="auto"/>
        <w:rPr>
          <w:color w:val="000000"/>
        </w:rPr>
      </w:pPr>
      <w:r w:rsidRPr="00662878">
        <w:rPr>
          <w:rFonts w:hint="eastAsia"/>
          <w:color w:val="000000"/>
        </w:rPr>
        <w:t>４　受注者は、工事現場内に搬入した工事材料を監督員の承諾を受けないで工事現場外に搬出してはなら</w:t>
      </w:r>
    </w:p>
    <w:p w:rsidR="009E2FF9" w:rsidRPr="00662878" w:rsidRDefault="009E2FF9" w:rsidP="002F610F">
      <w:pPr>
        <w:spacing w:line="276" w:lineRule="auto"/>
        <w:rPr>
          <w:color w:val="000000"/>
        </w:rPr>
      </w:pPr>
      <w:r w:rsidRPr="00662878">
        <w:rPr>
          <w:rFonts w:hint="eastAsia"/>
          <w:color w:val="000000"/>
        </w:rPr>
        <w:t xml:space="preserve">　ない。</w:t>
      </w:r>
    </w:p>
    <w:p w:rsidR="009E2FF9" w:rsidRPr="00662878" w:rsidRDefault="009E2FF9" w:rsidP="002F610F">
      <w:pPr>
        <w:spacing w:line="276" w:lineRule="auto"/>
        <w:rPr>
          <w:color w:val="000000"/>
        </w:rPr>
      </w:pPr>
      <w:r w:rsidRPr="00662878">
        <w:rPr>
          <w:rFonts w:hint="eastAsia"/>
          <w:color w:val="000000"/>
        </w:rPr>
        <w:t>５　受注者は、前項の規定にかかわらず、第２項の検査の結果不合格と決定された工事材料については、</w:t>
      </w:r>
    </w:p>
    <w:p w:rsidR="009E2FF9" w:rsidRPr="00662878" w:rsidRDefault="009E2FF9" w:rsidP="002F610F">
      <w:pPr>
        <w:spacing w:line="276" w:lineRule="auto"/>
        <w:rPr>
          <w:color w:val="000000"/>
        </w:rPr>
      </w:pPr>
      <w:r w:rsidRPr="00662878">
        <w:rPr>
          <w:rFonts w:hint="eastAsia"/>
          <w:color w:val="000000"/>
        </w:rPr>
        <w:t xml:space="preserve">　当該決定を受けた日から７日以内に工事現場外に搬出しなければならない。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（監督員の立会い及び工事記録の整備等）</w:t>
      </w:r>
    </w:p>
    <w:p w:rsidR="009E2FF9" w:rsidRPr="00662878" w:rsidRDefault="009E2FF9" w:rsidP="002F610F">
      <w:pPr>
        <w:spacing w:line="276" w:lineRule="auto"/>
        <w:rPr>
          <w:color w:val="000000"/>
        </w:rPr>
      </w:pPr>
      <w:r w:rsidRPr="00662878">
        <w:rPr>
          <w:rFonts w:hint="eastAsia"/>
          <w:color w:val="000000"/>
        </w:rPr>
        <w:t>第１５条　受注者は、設計図書において監督員の立会いの上調合し、又は調合について見本検査を受ける</w:t>
      </w:r>
    </w:p>
    <w:p w:rsidR="009E2FF9" w:rsidRPr="00662878" w:rsidRDefault="009E2FF9" w:rsidP="002F610F">
      <w:pPr>
        <w:spacing w:line="276" w:lineRule="auto"/>
        <w:rPr>
          <w:color w:val="000000"/>
        </w:rPr>
      </w:pPr>
      <w:r w:rsidRPr="00662878">
        <w:rPr>
          <w:rFonts w:hint="eastAsia"/>
          <w:color w:val="000000"/>
        </w:rPr>
        <w:t xml:space="preserve">　ものと指定された工事材料については、当該立会いを受けて調合し、又は当該見本検査に合格したもの</w:t>
      </w:r>
    </w:p>
    <w:p w:rsidR="009E2FF9" w:rsidRPr="00662878" w:rsidRDefault="009E2FF9" w:rsidP="002F610F">
      <w:pPr>
        <w:spacing w:line="276" w:lineRule="auto"/>
        <w:rPr>
          <w:color w:val="000000"/>
        </w:rPr>
      </w:pPr>
      <w:r w:rsidRPr="00662878">
        <w:rPr>
          <w:rFonts w:hint="eastAsia"/>
          <w:color w:val="000000"/>
        </w:rPr>
        <w:t xml:space="preserve">　を使用しなければならない。</w:t>
      </w:r>
    </w:p>
    <w:p w:rsidR="009E2FF9" w:rsidRPr="00662878" w:rsidRDefault="009E2FF9" w:rsidP="002F610F">
      <w:pPr>
        <w:spacing w:line="276" w:lineRule="auto"/>
        <w:rPr>
          <w:color w:val="000000"/>
        </w:rPr>
      </w:pPr>
      <w:r w:rsidRPr="00662878">
        <w:rPr>
          <w:rFonts w:hint="eastAsia"/>
          <w:color w:val="000000"/>
        </w:rPr>
        <w:t>２　受注者は、設計図書において監督員の立会いの上施工するものと指定された工事については、当該立</w:t>
      </w:r>
    </w:p>
    <w:p w:rsidR="009E2FF9" w:rsidRPr="00662878" w:rsidRDefault="009E2FF9" w:rsidP="002F610F">
      <w:pPr>
        <w:spacing w:line="276" w:lineRule="auto"/>
        <w:rPr>
          <w:color w:val="000000"/>
        </w:rPr>
      </w:pPr>
      <w:r w:rsidRPr="00662878">
        <w:rPr>
          <w:rFonts w:hint="eastAsia"/>
          <w:color w:val="000000"/>
        </w:rPr>
        <w:t xml:space="preserve">　会いを受けて施工しなければならない。</w:t>
      </w:r>
    </w:p>
    <w:p w:rsidR="009E2FF9" w:rsidRPr="00662878" w:rsidRDefault="009E2FF9" w:rsidP="002F610F">
      <w:pPr>
        <w:spacing w:line="276" w:lineRule="auto"/>
        <w:rPr>
          <w:color w:val="000000"/>
        </w:rPr>
      </w:pPr>
      <w:r w:rsidRPr="00662878">
        <w:rPr>
          <w:rFonts w:hint="eastAsia"/>
          <w:color w:val="000000"/>
        </w:rPr>
        <w:t>３　受注者は、前２項に規定するほか、発注者が特に必要があると認めて設計図書において見本又は工事</w:t>
      </w:r>
    </w:p>
    <w:p w:rsidR="009E2FF9" w:rsidRPr="00662878" w:rsidRDefault="009E2FF9" w:rsidP="002F610F">
      <w:pPr>
        <w:spacing w:line="276" w:lineRule="auto"/>
        <w:rPr>
          <w:color w:val="000000"/>
        </w:rPr>
      </w:pPr>
      <w:r w:rsidRPr="00662878">
        <w:rPr>
          <w:rFonts w:hint="eastAsia"/>
          <w:color w:val="000000"/>
        </w:rPr>
        <w:t xml:space="preserve">　写真等の記録を整備すべきものと指定した工事材料の調合又は工事の施工をするときは、設計図書に定</w:t>
      </w:r>
    </w:p>
    <w:p w:rsidR="009E2FF9" w:rsidRPr="00662878" w:rsidRDefault="009E2FF9" w:rsidP="002F610F">
      <w:pPr>
        <w:spacing w:line="276" w:lineRule="auto"/>
        <w:rPr>
          <w:color w:val="000000"/>
        </w:rPr>
      </w:pPr>
      <w:r w:rsidRPr="00662878">
        <w:rPr>
          <w:rFonts w:hint="eastAsia"/>
          <w:color w:val="000000"/>
        </w:rPr>
        <w:t xml:space="preserve">　めるところにより、当該見本又は工事写真等の記録を整備し、監督員の請求があったときは、当該請求</w:t>
      </w:r>
    </w:p>
    <w:p w:rsidR="009E2FF9" w:rsidRPr="00662878" w:rsidRDefault="009E2FF9" w:rsidP="002F610F">
      <w:pPr>
        <w:spacing w:line="276" w:lineRule="auto"/>
        <w:rPr>
          <w:color w:val="000000"/>
        </w:rPr>
      </w:pPr>
      <w:r w:rsidRPr="00662878">
        <w:rPr>
          <w:rFonts w:hint="eastAsia"/>
          <w:color w:val="000000"/>
        </w:rPr>
        <w:t xml:space="preserve">　を受けた日から７日以内に提出しなければならない。</w:t>
      </w:r>
    </w:p>
    <w:p w:rsidR="009E2FF9" w:rsidRPr="00662878" w:rsidRDefault="009E2FF9" w:rsidP="002F610F">
      <w:pPr>
        <w:spacing w:line="276" w:lineRule="auto"/>
        <w:rPr>
          <w:color w:val="000000"/>
        </w:rPr>
      </w:pPr>
      <w:r w:rsidRPr="00662878">
        <w:rPr>
          <w:rFonts w:hint="eastAsia"/>
          <w:color w:val="000000"/>
        </w:rPr>
        <w:t>４　監督員は、受注者から第１項又は第２項の立会い又は見本検査を請求されたときは、当該請求を受け</w:t>
      </w:r>
    </w:p>
    <w:p w:rsidR="009E2FF9" w:rsidRPr="00662878" w:rsidRDefault="009E2FF9" w:rsidP="002F610F">
      <w:pPr>
        <w:spacing w:line="276" w:lineRule="auto"/>
        <w:rPr>
          <w:color w:val="000000"/>
        </w:rPr>
      </w:pPr>
      <w:r w:rsidRPr="00662878">
        <w:rPr>
          <w:rFonts w:hint="eastAsia"/>
          <w:color w:val="000000"/>
        </w:rPr>
        <w:t xml:space="preserve">　た日から７日以内に応じなければならない。</w:t>
      </w:r>
    </w:p>
    <w:p w:rsidR="009E2FF9" w:rsidRPr="00662878" w:rsidRDefault="009E2FF9" w:rsidP="002F610F">
      <w:pPr>
        <w:spacing w:line="276" w:lineRule="auto"/>
        <w:rPr>
          <w:color w:val="000000"/>
        </w:rPr>
      </w:pPr>
      <w:r w:rsidRPr="00662878">
        <w:rPr>
          <w:rFonts w:hint="eastAsia"/>
          <w:color w:val="000000"/>
        </w:rPr>
        <w:t>５　前項の場合において、監督員が正当な理由なく受注者の請求に７日以内に応じないため、その後の工</w:t>
      </w:r>
    </w:p>
    <w:p w:rsidR="009E2FF9" w:rsidRPr="00662878" w:rsidRDefault="009E2FF9" w:rsidP="002F610F">
      <w:pPr>
        <w:spacing w:line="276" w:lineRule="auto"/>
        <w:rPr>
          <w:color w:val="000000"/>
        </w:rPr>
      </w:pPr>
      <w:r w:rsidRPr="00662878">
        <w:rPr>
          <w:rFonts w:hint="eastAsia"/>
          <w:color w:val="000000"/>
        </w:rPr>
        <w:t xml:space="preserve">　程に支障をきたすときは、受注者は、監督員に通知した上、当該立会い又は見本検査を受けることなく、</w:t>
      </w:r>
    </w:p>
    <w:p w:rsidR="009E2FF9" w:rsidRPr="00662878" w:rsidRDefault="009E2FF9" w:rsidP="002F610F">
      <w:pPr>
        <w:spacing w:line="276" w:lineRule="auto"/>
        <w:rPr>
          <w:color w:val="000000"/>
        </w:rPr>
      </w:pPr>
      <w:r w:rsidRPr="00662878">
        <w:rPr>
          <w:rFonts w:hint="eastAsia"/>
          <w:color w:val="000000"/>
        </w:rPr>
        <w:t xml:space="preserve">　工事材料を調合して使用し、又は工事を施工することができる。この場合において、受注者は、当該工</w:t>
      </w:r>
    </w:p>
    <w:p w:rsidR="009E2FF9" w:rsidRPr="00662878" w:rsidRDefault="009E2FF9" w:rsidP="002F610F">
      <w:pPr>
        <w:spacing w:line="276" w:lineRule="auto"/>
        <w:rPr>
          <w:color w:val="000000"/>
        </w:rPr>
      </w:pPr>
      <w:r w:rsidRPr="00662878">
        <w:rPr>
          <w:rFonts w:hint="eastAsia"/>
          <w:color w:val="000000"/>
        </w:rPr>
        <w:t xml:space="preserve">　事材料の調合又は当該工事の施工を適切に行ったことを証する見本又は工事写真等の記録を整備し、監</w:t>
      </w:r>
    </w:p>
    <w:p w:rsidR="009E2FF9" w:rsidRPr="00662878" w:rsidRDefault="009E2FF9" w:rsidP="002F610F">
      <w:pPr>
        <w:spacing w:line="276" w:lineRule="auto"/>
        <w:rPr>
          <w:color w:val="000000"/>
        </w:rPr>
      </w:pPr>
      <w:r w:rsidRPr="00662878">
        <w:rPr>
          <w:rFonts w:hint="eastAsia"/>
          <w:color w:val="000000"/>
        </w:rPr>
        <w:t xml:space="preserve">　督員の請求があったときは、当該請求を受けた日から７日以内に提出しなければならない。</w:t>
      </w:r>
    </w:p>
    <w:p w:rsidR="009E2FF9" w:rsidRPr="00662878" w:rsidRDefault="009E2FF9" w:rsidP="002F610F">
      <w:pPr>
        <w:spacing w:line="276" w:lineRule="auto"/>
        <w:rPr>
          <w:color w:val="000000"/>
        </w:rPr>
      </w:pPr>
      <w:r w:rsidRPr="00662878">
        <w:rPr>
          <w:rFonts w:hint="eastAsia"/>
          <w:color w:val="000000"/>
        </w:rPr>
        <w:t>６　第１項、第３項又は前項の場合において、見本検査又は見本若しくは工事写真等の記録の整備に直接</w:t>
      </w:r>
    </w:p>
    <w:p w:rsidR="009E2FF9" w:rsidRPr="00662878" w:rsidRDefault="009E2FF9" w:rsidP="002F610F">
      <w:pPr>
        <w:spacing w:line="276" w:lineRule="auto"/>
        <w:rPr>
          <w:color w:val="000000"/>
        </w:rPr>
      </w:pPr>
      <w:r w:rsidRPr="00662878">
        <w:rPr>
          <w:rFonts w:hint="eastAsia"/>
          <w:color w:val="000000"/>
        </w:rPr>
        <w:t xml:space="preserve">　要する費用は、受注者の負担とする。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（支給材料及び貸与品）</w:t>
      </w:r>
    </w:p>
    <w:p w:rsidR="009E2FF9" w:rsidRPr="00662878" w:rsidRDefault="009E2FF9" w:rsidP="002F610F">
      <w:pPr>
        <w:spacing w:line="276" w:lineRule="auto"/>
        <w:rPr>
          <w:color w:val="000000"/>
        </w:rPr>
      </w:pPr>
      <w:r w:rsidRPr="00662878">
        <w:rPr>
          <w:rFonts w:hint="eastAsia"/>
          <w:color w:val="000000"/>
        </w:rPr>
        <w:t>第１６条　発注者が受注者に支給する工事材料（以下「支給材料」という。）及び貸与する建設機械器具（</w:t>
      </w:r>
    </w:p>
    <w:p w:rsidR="009E2FF9" w:rsidRPr="00662878" w:rsidRDefault="009E2FF9" w:rsidP="002F610F">
      <w:pPr>
        <w:spacing w:line="276" w:lineRule="auto"/>
        <w:rPr>
          <w:color w:val="000000"/>
        </w:rPr>
      </w:pPr>
      <w:r w:rsidRPr="00662878">
        <w:rPr>
          <w:rFonts w:hint="eastAsia"/>
          <w:color w:val="000000"/>
        </w:rPr>
        <w:t xml:space="preserve">　以下「貸与品」という。）の品名、数量、品質、規格又は性能、引渡場所及び引渡時期は、設計図書に定</w:t>
      </w:r>
    </w:p>
    <w:p w:rsidR="009E2FF9" w:rsidRPr="00662878" w:rsidRDefault="009E2FF9" w:rsidP="002F610F">
      <w:pPr>
        <w:spacing w:line="276" w:lineRule="auto"/>
        <w:rPr>
          <w:color w:val="000000"/>
        </w:rPr>
      </w:pPr>
      <w:r w:rsidRPr="00662878">
        <w:rPr>
          <w:rFonts w:hint="eastAsia"/>
          <w:color w:val="000000"/>
        </w:rPr>
        <w:t xml:space="preserve">　めるところによる。</w:t>
      </w:r>
    </w:p>
    <w:p w:rsidR="009E2FF9" w:rsidRPr="00662878" w:rsidRDefault="009E2FF9" w:rsidP="002F610F">
      <w:pPr>
        <w:spacing w:line="276" w:lineRule="auto"/>
        <w:rPr>
          <w:color w:val="000000"/>
        </w:rPr>
      </w:pPr>
      <w:r w:rsidRPr="00662878">
        <w:rPr>
          <w:rFonts w:hint="eastAsia"/>
          <w:color w:val="000000"/>
        </w:rPr>
        <w:t>２　監督員は、支給材料又は貸与品の引渡しに当たっては、受注者の立会いの上、発注者の負担において、</w:t>
      </w:r>
    </w:p>
    <w:p w:rsidR="009E2FF9" w:rsidRPr="00662878" w:rsidRDefault="009E2FF9" w:rsidP="002F610F">
      <w:pPr>
        <w:spacing w:line="276" w:lineRule="auto"/>
        <w:rPr>
          <w:color w:val="000000"/>
        </w:rPr>
      </w:pPr>
      <w:r w:rsidRPr="00662878">
        <w:rPr>
          <w:rFonts w:hint="eastAsia"/>
          <w:color w:val="000000"/>
        </w:rPr>
        <w:t xml:space="preserve">　当該支給材料又は貸与品を検査しなければならない。この場合において、当該検査の結果、その品名、</w:t>
      </w:r>
    </w:p>
    <w:p w:rsidR="009E2FF9" w:rsidRPr="00662878" w:rsidRDefault="009E2FF9" w:rsidP="002F610F">
      <w:pPr>
        <w:spacing w:line="276" w:lineRule="auto"/>
        <w:rPr>
          <w:color w:val="000000"/>
        </w:rPr>
      </w:pPr>
      <w:r w:rsidRPr="00662878">
        <w:rPr>
          <w:rFonts w:hint="eastAsia"/>
          <w:color w:val="000000"/>
        </w:rPr>
        <w:t xml:space="preserve">　数量、品質又は規格若しくは性能が設計図書の定めと異なり、又は使用に適当でないと認めたときは、</w:t>
      </w:r>
    </w:p>
    <w:p w:rsidR="009E2FF9" w:rsidRPr="00662878" w:rsidRDefault="009E2FF9" w:rsidP="002F610F">
      <w:pPr>
        <w:spacing w:line="276" w:lineRule="auto"/>
        <w:rPr>
          <w:color w:val="000000"/>
        </w:rPr>
      </w:pPr>
      <w:r w:rsidRPr="00662878">
        <w:rPr>
          <w:rFonts w:hint="eastAsia"/>
          <w:color w:val="000000"/>
        </w:rPr>
        <w:t xml:space="preserve">　受注者は、その旨を直ちに発注者に通知しなければならない。</w:t>
      </w:r>
    </w:p>
    <w:p w:rsidR="009E2FF9" w:rsidRPr="00662878" w:rsidRDefault="009E2FF9" w:rsidP="002F610F">
      <w:pPr>
        <w:spacing w:line="276" w:lineRule="auto"/>
        <w:rPr>
          <w:color w:val="000000"/>
        </w:rPr>
      </w:pPr>
      <w:r w:rsidRPr="00662878">
        <w:rPr>
          <w:rFonts w:hint="eastAsia"/>
          <w:color w:val="000000"/>
        </w:rPr>
        <w:t>３　受注者は、支給材料又は貸与品の引渡しを受けたときは、引渡しの日から７日以内に、発注者に受領</w:t>
      </w:r>
    </w:p>
    <w:p w:rsidR="009E2FF9" w:rsidRPr="00662878" w:rsidRDefault="009E2FF9" w:rsidP="002F610F">
      <w:pPr>
        <w:spacing w:line="276" w:lineRule="auto"/>
        <w:rPr>
          <w:color w:val="000000"/>
        </w:rPr>
      </w:pPr>
      <w:r w:rsidRPr="00662878">
        <w:rPr>
          <w:rFonts w:hint="eastAsia"/>
          <w:color w:val="000000"/>
        </w:rPr>
        <w:t xml:space="preserve">　書又は借用書を提出しなければならない。</w:t>
      </w:r>
    </w:p>
    <w:p w:rsidR="009E2FF9" w:rsidRPr="00662878" w:rsidRDefault="009E2FF9" w:rsidP="002F610F">
      <w:pPr>
        <w:spacing w:line="276" w:lineRule="auto"/>
        <w:rPr>
          <w:color w:val="000000"/>
        </w:rPr>
      </w:pPr>
      <w:r w:rsidRPr="00662878">
        <w:rPr>
          <w:rFonts w:hint="eastAsia"/>
          <w:color w:val="000000"/>
        </w:rPr>
        <w:t>４　受注者は、支給材料又は貸与品の引渡しを受けた後、当該支給材料又は貸与品に第２項の検査により</w:t>
      </w:r>
    </w:p>
    <w:p w:rsidR="009E2FF9" w:rsidRPr="00662878" w:rsidRDefault="009E2FF9" w:rsidP="002F610F">
      <w:pPr>
        <w:spacing w:line="276" w:lineRule="auto"/>
        <w:rPr>
          <w:color w:val="000000"/>
        </w:rPr>
      </w:pPr>
      <w:r w:rsidRPr="00662878">
        <w:rPr>
          <w:rFonts w:hint="eastAsia"/>
          <w:color w:val="000000"/>
        </w:rPr>
        <w:t xml:space="preserve">　発見することが困難であった隠れた瑕疵があり使用に適当でないと認めたときは、その旨を直ちに発注</w:t>
      </w:r>
    </w:p>
    <w:p w:rsidR="009E2FF9" w:rsidRPr="00662878" w:rsidRDefault="009E2FF9" w:rsidP="002F610F">
      <w:pPr>
        <w:spacing w:line="276" w:lineRule="auto"/>
        <w:rPr>
          <w:color w:val="000000"/>
        </w:rPr>
      </w:pPr>
      <w:r w:rsidRPr="00662878">
        <w:rPr>
          <w:rFonts w:hint="eastAsia"/>
          <w:color w:val="000000"/>
        </w:rPr>
        <w:t xml:space="preserve">　者に通知しなければならない。</w:t>
      </w:r>
    </w:p>
    <w:p w:rsidR="009E2FF9" w:rsidRPr="00662878" w:rsidRDefault="009E2FF9" w:rsidP="002F610F">
      <w:pPr>
        <w:spacing w:line="276" w:lineRule="auto"/>
        <w:rPr>
          <w:color w:val="000000"/>
        </w:rPr>
      </w:pPr>
      <w:r w:rsidRPr="00662878">
        <w:rPr>
          <w:rFonts w:hint="eastAsia"/>
          <w:color w:val="000000"/>
        </w:rPr>
        <w:t>５　発注者は、受注者から第２項後段又は前項の規定による通知を受けた場合において、必要があると認</w:t>
      </w:r>
    </w:p>
    <w:p w:rsidR="009E2FF9" w:rsidRPr="00662878" w:rsidRDefault="009E2FF9" w:rsidP="002F610F">
      <w:pPr>
        <w:spacing w:line="276" w:lineRule="auto"/>
        <w:rPr>
          <w:color w:val="000000"/>
        </w:rPr>
      </w:pPr>
      <w:r w:rsidRPr="00662878">
        <w:rPr>
          <w:rFonts w:hint="eastAsia"/>
          <w:color w:val="000000"/>
        </w:rPr>
        <w:t xml:space="preserve">　められるときは、当該支給材料又は貸与品に代えて他の支給材料又は貸与品を引き渡すものとする。こ</w:t>
      </w:r>
    </w:p>
    <w:p w:rsidR="009E2FF9" w:rsidRPr="00662878" w:rsidRDefault="009E2FF9" w:rsidP="002F610F">
      <w:pPr>
        <w:spacing w:line="276" w:lineRule="auto"/>
        <w:rPr>
          <w:color w:val="000000"/>
        </w:rPr>
      </w:pPr>
      <w:r w:rsidRPr="00662878">
        <w:rPr>
          <w:rFonts w:hint="eastAsia"/>
          <w:color w:val="000000"/>
        </w:rPr>
        <w:t xml:space="preserve">　の場合において、支給材料又は貸与品の品名、数量、品質、規格若しくは性能を変更した理由を明示し</w:t>
      </w:r>
    </w:p>
    <w:p w:rsidR="009E2FF9" w:rsidRPr="00662878" w:rsidRDefault="009E2FF9" w:rsidP="002F610F">
      <w:pPr>
        <w:spacing w:line="276" w:lineRule="auto"/>
        <w:rPr>
          <w:color w:val="000000"/>
        </w:rPr>
      </w:pPr>
      <w:r w:rsidRPr="00662878">
        <w:rPr>
          <w:rFonts w:hint="eastAsia"/>
          <w:color w:val="000000"/>
        </w:rPr>
        <w:t xml:space="preserve">　た書面により、当該支給材料又は貸与品の使用を受注者に請求しなければならない。</w:t>
      </w:r>
    </w:p>
    <w:p w:rsidR="009E2FF9" w:rsidRPr="00662878" w:rsidRDefault="009E2FF9" w:rsidP="002F610F">
      <w:pPr>
        <w:spacing w:line="276" w:lineRule="auto"/>
        <w:rPr>
          <w:color w:val="000000"/>
        </w:rPr>
      </w:pPr>
      <w:r w:rsidRPr="00662878">
        <w:rPr>
          <w:rFonts w:hint="eastAsia"/>
          <w:color w:val="000000"/>
        </w:rPr>
        <w:t>６　発注者は、前項に規定するほか、必要があると認めるときは、支給材料又は貸与品の品名、数量、品</w:t>
      </w:r>
    </w:p>
    <w:p w:rsidR="009E2FF9" w:rsidRPr="00662878" w:rsidRDefault="009E2FF9" w:rsidP="002F610F">
      <w:pPr>
        <w:spacing w:line="276" w:lineRule="auto"/>
        <w:rPr>
          <w:color w:val="000000"/>
        </w:rPr>
      </w:pPr>
      <w:r w:rsidRPr="00662878">
        <w:rPr>
          <w:rFonts w:hint="eastAsia"/>
          <w:color w:val="000000"/>
        </w:rPr>
        <w:t xml:space="preserve">　質、規格若しくは性能、引渡場所又は引渡時期を変更することができる。</w:t>
      </w:r>
    </w:p>
    <w:p w:rsidR="009E2FF9" w:rsidRPr="00662878" w:rsidRDefault="009E2FF9" w:rsidP="002F610F">
      <w:pPr>
        <w:spacing w:line="276" w:lineRule="auto"/>
        <w:rPr>
          <w:color w:val="000000"/>
        </w:rPr>
      </w:pPr>
      <w:r w:rsidRPr="00662878">
        <w:rPr>
          <w:rFonts w:hint="eastAsia"/>
          <w:color w:val="000000"/>
        </w:rPr>
        <w:t>７　発注者は、前２項の場合において、必要があると認められるときは工期若しくは請負代金額を変更し、</w:t>
      </w:r>
    </w:p>
    <w:p w:rsidR="009E2FF9" w:rsidRPr="00662878" w:rsidRDefault="009E2FF9" w:rsidP="002F610F">
      <w:pPr>
        <w:spacing w:line="276" w:lineRule="auto"/>
        <w:rPr>
          <w:color w:val="000000"/>
        </w:rPr>
      </w:pPr>
      <w:r w:rsidRPr="00662878">
        <w:rPr>
          <w:rFonts w:hint="eastAsia"/>
          <w:color w:val="000000"/>
        </w:rPr>
        <w:t xml:space="preserve">　又は受注者に損害を及ぼしたときは必要な費用を負担しなければならない。</w:t>
      </w:r>
    </w:p>
    <w:p w:rsidR="009E2FF9" w:rsidRPr="00662878" w:rsidRDefault="009E2FF9" w:rsidP="002F610F">
      <w:pPr>
        <w:spacing w:line="276" w:lineRule="auto"/>
        <w:rPr>
          <w:color w:val="000000"/>
        </w:rPr>
      </w:pPr>
      <w:r w:rsidRPr="00662878">
        <w:rPr>
          <w:rFonts w:hint="eastAsia"/>
          <w:color w:val="000000"/>
        </w:rPr>
        <w:t>８　受注者は、支給材料又は貸与品を善良な管理者の注意をもって管理しなければならない。</w:t>
      </w:r>
    </w:p>
    <w:p w:rsidR="009E2FF9" w:rsidRPr="00662878" w:rsidRDefault="009E2FF9" w:rsidP="002F610F">
      <w:pPr>
        <w:spacing w:line="276" w:lineRule="auto"/>
        <w:rPr>
          <w:color w:val="000000"/>
        </w:rPr>
      </w:pPr>
      <w:r w:rsidRPr="00662878">
        <w:rPr>
          <w:rFonts w:hint="eastAsia"/>
          <w:color w:val="000000"/>
        </w:rPr>
        <w:t>９　受注者は、設計図書に定めるところにより、工事の完成、設計図書の変更等によって不用となった支</w:t>
      </w:r>
    </w:p>
    <w:p w:rsidR="009E2FF9" w:rsidRPr="00662878" w:rsidRDefault="009E2FF9" w:rsidP="002F610F">
      <w:pPr>
        <w:spacing w:line="276" w:lineRule="auto"/>
        <w:rPr>
          <w:color w:val="000000"/>
        </w:rPr>
      </w:pPr>
      <w:r w:rsidRPr="00662878">
        <w:rPr>
          <w:rFonts w:hint="eastAsia"/>
          <w:color w:val="000000"/>
        </w:rPr>
        <w:t xml:space="preserve">　給材料又は貸与品を発注者に返還しなければならない。</w:t>
      </w:r>
    </w:p>
    <w:p w:rsidR="009E2FF9" w:rsidRPr="00662878" w:rsidRDefault="009E2FF9" w:rsidP="002F610F">
      <w:pPr>
        <w:spacing w:line="276" w:lineRule="auto"/>
        <w:rPr>
          <w:color w:val="000000"/>
        </w:rPr>
      </w:pPr>
      <w:r w:rsidRPr="00662878">
        <w:rPr>
          <w:rFonts w:hint="eastAsia"/>
          <w:color w:val="000000"/>
        </w:rPr>
        <w:t>１０　受注者は、故意又は過失により支給材料又は貸与品が滅失若しくはき損し、又はその返還が不可能</w:t>
      </w:r>
    </w:p>
    <w:p w:rsidR="009E2FF9" w:rsidRPr="00662878" w:rsidRDefault="009E2FF9" w:rsidP="002F610F">
      <w:pPr>
        <w:spacing w:line="276" w:lineRule="auto"/>
        <w:rPr>
          <w:color w:val="000000"/>
        </w:rPr>
      </w:pPr>
      <w:r w:rsidRPr="00662878">
        <w:rPr>
          <w:rFonts w:hint="eastAsia"/>
          <w:color w:val="000000"/>
        </w:rPr>
        <w:t xml:space="preserve">　となったときは、発注者の指定した期間内に代品を納め、若しくは原状に復して返還し、又は返還に代</w:t>
      </w:r>
    </w:p>
    <w:p w:rsidR="009E2FF9" w:rsidRPr="00662878" w:rsidRDefault="009E2FF9" w:rsidP="002F610F">
      <w:pPr>
        <w:spacing w:line="276" w:lineRule="auto"/>
        <w:rPr>
          <w:color w:val="000000"/>
        </w:rPr>
      </w:pPr>
      <w:r w:rsidRPr="00662878">
        <w:rPr>
          <w:rFonts w:hint="eastAsia"/>
          <w:color w:val="000000"/>
        </w:rPr>
        <w:t xml:space="preserve">　えて損害を賠償しなければならない。</w:t>
      </w:r>
    </w:p>
    <w:p w:rsidR="009E2FF9" w:rsidRPr="00662878" w:rsidRDefault="009E2FF9" w:rsidP="002F610F">
      <w:pPr>
        <w:spacing w:line="276" w:lineRule="auto"/>
        <w:rPr>
          <w:color w:val="000000"/>
        </w:rPr>
      </w:pPr>
      <w:r w:rsidRPr="00662878">
        <w:rPr>
          <w:rFonts w:hint="eastAsia"/>
          <w:color w:val="000000"/>
        </w:rPr>
        <w:t>１１　受注者は、支給材料又は貸与品の使用方法が設計図書に明示されていないときは、監督員の指示に</w:t>
      </w:r>
    </w:p>
    <w:p w:rsidR="009E2FF9" w:rsidRPr="00662878" w:rsidRDefault="009E2FF9" w:rsidP="002F610F">
      <w:pPr>
        <w:spacing w:line="276" w:lineRule="auto"/>
        <w:rPr>
          <w:color w:val="000000"/>
        </w:rPr>
      </w:pPr>
      <w:r w:rsidRPr="00662878">
        <w:rPr>
          <w:rFonts w:hint="eastAsia"/>
          <w:color w:val="000000"/>
        </w:rPr>
        <w:t xml:space="preserve">　従わなければならない。</w:t>
      </w:r>
    </w:p>
    <w:p w:rsidR="009E2FF9" w:rsidRPr="00662878" w:rsidRDefault="009E2FF9" w:rsidP="002F610F">
      <w:pPr>
        <w:spacing w:line="276" w:lineRule="auto"/>
        <w:rPr>
          <w:color w:val="000000"/>
        </w:rPr>
      </w:pPr>
      <w:r w:rsidRPr="00662878">
        <w:rPr>
          <w:rFonts w:hint="eastAsia"/>
          <w:color w:val="000000"/>
        </w:rPr>
        <w:t xml:space="preserve">　　</w:t>
      </w:r>
    </w:p>
    <w:p w:rsidR="009E2FF9" w:rsidRPr="00662878" w:rsidRDefault="009E2FF9" w:rsidP="002F610F">
      <w:pPr>
        <w:spacing w:line="276" w:lineRule="auto"/>
        <w:rPr>
          <w:color w:val="000000"/>
        </w:rPr>
      </w:pPr>
      <w:r w:rsidRPr="00662878">
        <w:rPr>
          <w:rFonts w:hint="eastAsia"/>
          <w:color w:val="000000"/>
        </w:rPr>
        <w:t>（工事用地の確保等）</w:t>
      </w:r>
    </w:p>
    <w:p w:rsidR="009E2FF9" w:rsidRPr="00662878" w:rsidRDefault="009E2FF9" w:rsidP="002F610F">
      <w:pPr>
        <w:spacing w:line="276" w:lineRule="auto"/>
        <w:rPr>
          <w:color w:val="000000"/>
        </w:rPr>
      </w:pPr>
      <w:r w:rsidRPr="00662878">
        <w:rPr>
          <w:rFonts w:hint="eastAsia"/>
          <w:color w:val="000000"/>
        </w:rPr>
        <w:t>第１７条　発注者は、工事用地その他設計図書において定められた工事の施工上必要な用地（以下「工事</w:t>
      </w:r>
    </w:p>
    <w:p w:rsidR="009E2FF9" w:rsidRPr="00662878" w:rsidRDefault="009E2FF9" w:rsidP="002F610F">
      <w:pPr>
        <w:spacing w:line="276" w:lineRule="auto"/>
        <w:rPr>
          <w:color w:val="000000"/>
        </w:rPr>
      </w:pPr>
      <w:r w:rsidRPr="00662878">
        <w:rPr>
          <w:rFonts w:hint="eastAsia"/>
          <w:color w:val="000000"/>
        </w:rPr>
        <w:t xml:space="preserve">　用地等」という。）を受注者が工事の施工上必要とする日（設計図書に特別の定めがあるときは、その定</w:t>
      </w:r>
    </w:p>
    <w:p w:rsidR="009E2FF9" w:rsidRPr="00662878" w:rsidRDefault="009E2FF9" w:rsidP="002F610F">
      <w:pPr>
        <w:spacing w:line="276" w:lineRule="auto"/>
        <w:rPr>
          <w:color w:val="000000"/>
        </w:rPr>
      </w:pPr>
      <w:r w:rsidRPr="00662878">
        <w:rPr>
          <w:rFonts w:hint="eastAsia"/>
          <w:color w:val="000000"/>
        </w:rPr>
        <w:t xml:space="preserve">　められた日）までに確保しなければならない。　</w:t>
      </w:r>
    </w:p>
    <w:p w:rsidR="009E2FF9" w:rsidRPr="00662878" w:rsidRDefault="009E2FF9" w:rsidP="002F610F">
      <w:pPr>
        <w:spacing w:line="276" w:lineRule="auto"/>
        <w:rPr>
          <w:color w:val="000000"/>
        </w:rPr>
      </w:pPr>
      <w:r w:rsidRPr="00662878">
        <w:rPr>
          <w:rFonts w:hint="eastAsia"/>
          <w:color w:val="000000"/>
        </w:rPr>
        <w:t>２　受注者は、確保された工事用地等を善良な管理者の注意をもって管理しなければならない。</w:t>
      </w:r>
    </w:p>
    <w:p w:rsidR="009E2FF9" w:rsidRPr="00662878" w:rsidRDefault="009E2FF9" w:rsidP="002F610F">
      <w:pPr>
        <w:spacing w:line="276" w:lineRule="auto"/>
        <w:rPr>
          <w:color w:val="000000"/>
        </w:rPr>
      </w:pPr>
      <w:r w:rsidRPr="00662878">
        <w:rPr>
          <w:rFonts w:hint="eastAsia"/>
          <w:color w:val="000000"/>
        </w:rPr>
        <w:t>３　工事の完成、設計図書の変更等によって工事用地等が不用となった場合において、当該工事用地等に</w:t>
      </w:r>
    </w:p>
    <w:p w:rsidR="009E2FF9" w:rsidRPr="00662878" w:rsidRDefault="009E2FF9" w:rsidP="002F610F">
      <w:pPr>
        <w:spacing w:line="276" w:lineRule="auto"/>
        <w:rPr>
          <w:color w:val="000000"/>
        </w:rPr>
      </w:pPr>
      <w:r w:rsidRPr="00662878">
        <w:rPr>
          <w:rFonts w:hint="eastAsia"/>
          <w:color w:val="000000"/>
        </w:rPr>
        <w:t xml:space="preserve">　受注者が所有又は管理する工事材料、建設機械器具、仮設物その他の物件（下請負人の所有又は管理す</w:t>
      </w:r>
    </w:p>
    <w:p w:rsidR="009E2FF9" w:rsidRPr="00662878" w:rsidRDefault="009E2FF9" w:rsidP="002F610F">
      <w:pPr>
        <w:spacing w:line="276" w:lineRule="auto"/>
        <w:rPr>
          <w:color w:val="000000"/>
        </w:rPr>
      </w:pPr>
      <w:r w:rsidRPr="00662878">
        <w:rPr>
          <w:rFonts w:hint="eastAsia"/>
          <w:color w:val="000000"/>
        </w:rPr>
        <w:t xml:space="preserve">　るこれらの物件を含む。）があるときは、受注者は、当該物件を撤去するとともに、当該工事用地等を修</w:t>
      </w:r>
    </w:p>
    <w:p w:rsidR="009E2FF9" w:rsidRPr="00662878" w:rsidRDefault="009E2FF9" w:rsidP="002F610F">
      <w:pPr>
        <w:spacing w:line="276" w:lineRule="auto"/>
        <w:rPr>
          <w:color w:val="000000"/>
        </w:rPr>
      </w:pPr>
      <w:r w:rsidRPr="00662878">
        <w:rPr>
          <w:rFonts w:hint="eastAsia"/>
          <w:color w:val="000000"/>
        </w:rPr>
        <w:t xml:space="preserve">　復し、取り片付けて、発注者に明け渡さなければならない。</w:t>
      </w:r>
    </w:p>
    <w:p w:rsidR="009E2FF9" w:rsidRPr="00662878" w:rsidRDefault="009E2FF9" w:rsidP="002F610F">
      <w:pPr>
        <w:spacing w:line="276" w:lineRule="auto"/>
        <w:rPr>
          <w:color w:val="000000"/>
        </w:rPr>
      </w:pPr>
      <w:r w:rsidRPr="00662878">
        <w:rPr>
          <w:rFonts w:hint="eastAsia"/>
          <w:color w:val="000000"/>
        </w:rPr>
        <w:t>４　前項の場合において、受注者が正当な理由なく、相当の期間内に当該物件を撤去せず、又は工事用地</w:t>
      </w:r>
    </w:p>
    <w:p w:rsidR="009E2FF9" w:rsidRPr="00662878" w:rsidRDefault="009E2FF9" w:rsidP="002F610F">
      <w:pPr>
        <w:spacing w:line="276" w:lineRule="auto"/>
        <w:rPr>
          <w:color w:val="000000"/>
        </w:rPr>
      </w:pPr>
      <w:r w:rsidRPr="00662878">
        <w:rPr>
          <w:rFonts w:hint="eastAsia"/>
          <w:color w:val="000000"/>
        </w:rPr>
        <w:t xml:space="preserve">　等の修復若しくは取片付けを行わないときは、発注者は、受注者に代わって当該物件を処分し、工事用</w:t>
      </w:r>
    </w:p>
    <w:p w:rsidR="009E2FF9" w:rsidRPr="00662878" w:rsidRDefault="009E2FF9" w:rsidP="002F610F">
      <w:pPr>
        <w:spacing w:line="276" w:lineRule="auto"/>
        <w:rPr>
          <w:color w:val="000000"/>
        </w:rPr>
      </w:pPr>
      <w:r w:rsidRPr="00662878">
        <w:rPr>
          <w:rFonts w:hint="eastAsia"/>
          <w:color w:val="000000"/>
        </w:rPr>
        <w:t xml:space="preserve">　地等の修復若しくは取片付けを行うことができる。この場合においては、受注者は、発注者の処分又は</w:t>
      </w:r>
    </w:p>
    <w:p w:rsidR="009E2FF9" w:rsidRPr="00662878" w:rsidRDefault="009E2FF9" w:rsidP="002F610F">
      <w:pPr>
        <w:spacing w:line="276" w:lineRule="auto"/>
        <w:rPr>
          <w:color w:val="000000"/>
        </w:rPr>
      </w:pPr>
      <w:r w:rsidRPr="00662878">
        <w:rPr>
          <w:rFonts w:hint="eastAsia"/>
          <w:color w:val="000000"/>
        </w:rPr>
        <w:t xml:space="preserve">　修復若しくは取片付けについて異議を申し出ることができず、また、発注者の処分又は修復若しくは取</w:t>
      </w:r>
    </w:p>
    <w:p w:rsidR="009E2FF9" w:rsidRPr="00662878" w:rsidRDefault="009E2FF9" w:rsidP="002F610F">
      <w:pPr>
        <w:spacing w:line="276" w:lineRule="auto"/>
        <w:rPr>
          <w:color w:val="000000"/>
        </w:rPr>
      </w:pPr>
      <w:r w:rsidRPr="00662878">
        <w:rPr>
          <w:rFonts w:hint="eastAsia"/>
          <w:color w:val="000000"/>
        </w:rPr>
        <w:t xml:space="preserve">　片付けに要した費用を負担しなければならない。</w:t>
      </w:r>
    </w:p>
    <w:p w:rsidR="009E2FF9" w:rsidRPr="00662878" w:rsidRDefault="009E2FF9" w:rsidP="002F610F">
      <w:pPr>
        <w:spacing w:line="276" w:lineRule="auto"/>
        <w:rPr>
          <w:color w:val="000000"/>
        </w:rPr>
      </w:pPr>
      <w:r w:rsidRPr="00662878">
        <w:rPr>
          <w:rFonts w:hint="eastAsia"/>
          <w:color w:val="000000"/>
        </w:rPr>
        <w:t>５　第３項に規定する受注者のとるべき措置の期限、方法等については、発注者が受注者の意見を聴いて</w:t>
      </w:r>
    </w:p>
    <w:p w:rsidR="009E2FF9" w:rsidRPr="00662878" w:rsidRDefault="009E2FF9" w:rsidP="002F610F">
      <w:pPr>
        <w:spacing w:line="276" w:lineRule="auto"/>
        <w:rPr>
          <w:color w:val="000000"/>
        </w:rPr>
      </w:pPr>
      <w:r w:rsidRPr="00662878">
        <w:rPr>
          <w:rFonts w:hint="eastAsia"/>
          <w:color w:val="000000"/>
        </w:rPr>
        <w:t xml:space="preserve">　定める。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（設計図書不適合の場合の改造義務及び破壊検査等）</w:t>
      </w:r>
    </w:p>
    <w:p w:rsidR="009E2FF9" w:rsidRPr="00662878" w:rsidRDefault="009E2FF9" w:rsidP="002F610F">
      <w:pPr>
        <w:spacing w:line="276" w:lineRule="auto"/>
        <w:rPr>
          <w:color w:val="000000"/>
        </w:rPr>
      </w:pPr>
      <w:r w:rsidRPr="00662878">
        <w:rPr>
          <w:rFonts w:hint="eastAsia"/>
          <w:color w:val="000000"/>
        </w:rPr>
        <w:t>第１８条　受注者は、工事の施工部分が設計図書に適合しない場合において、監督員がその改造を請求し</w:t>
      </w:r>
    </w:p>
    <w:p w:rsidR="009E2FF9" w:rsidRPr="00662878" w:rsidRDefault="009E2FF9" w:rsidP="002F610F">
      <w:pPr>
        <w:spacing w:line="276" w:lineRule="auto"/>
        <w:rPr>
          <w:color w:val="000000"/>
        </w:rPr>
      </w:pPr>
      <w:r w:rsidRPr="00662878">
        <w:rPr>
          <w:rFonts w:hint="eastAsia"/>
          <w:color w:val="000000"/>
        </w:rPr>
        <w:t xml:space="preserve">　たときは、当該請求に従わなければならない。この場合において、当該不適合が監督員の指示によると</w:t>
      </w:r>
    </w:p>
    <w:p w:rsidR="009E2FF9" w:rsidRPr="00662878" w:rsidRDefault="009E2FF9" w:rsidP="002F610F">
      <w:pPr>
        <w:spacing w:line="276" w:lineRule="auto"/>
        <w:rPr>
          <w:color w:val="000000"/>
        </w:rPr>
      </w:pPr>
      <w:r w:rsidRPr="00662878">
        <w:rPr>
          <w:rFonts w:hint="eastAsia"/>
          <w:color w:val="000000"/>
        </w:rPr>
        <w:t xml:space="preserve">　きその他発注者の責めに帰すべき事由によるときは、発注者は、必要があると認められるときに限り工</w:t>
      </w:r>
    </w:p>
    <w:p w:rsidR="009E2FF9" w:rsidRPr="00662878" w:rsidRDefault="009E2FF9" w:rsidP="002F610F">
      <w:pPr>
        <w:spacing w:line="276" w:lineRule="auto"/>
        <w:rPr>
          <w:color w:val="000000"/>
        </w:rPr>
      </w:pPr>
      <w:r w:rsidRPr="00662878">
        <w:rPr>
          <w:rFonts w:hint="eastAsia"/>
          <w:color w:val="000000"/>
        </w:rPr>
        <w:t xml:space="preserve">　期若しくは請負代金額を変更し、又は受注者に損害を及ぼしたときは必要な費用を負担しなければなら</w:t>
      </w:r>
    </w:p>
    <w:p w:rsidR="009E2FF9" w:rsidRPr="00662878" w:rsidRDefault="009E2FF9" w:rsidP="002F610F">
      <w:pPr>
        <w:spacing w:line="276" w:lineRule="auto"/>
        <w:rPr>
          <w:color w:val="000000"/>
        </w:rPr>
      </w:pPr>
      <w:r w:rsidRPr="00662878">
        <w:rPr>
          <w:rFonts w:hint="eastAsia"/>
          <w:color w:val="000000"/>
        </w:rPr>
        <w:t xml:space="preserve">　ない。</w:t>
      </w:r>
    </w:p>
    <w:p w:rsidR="009E2FF9" w:rsidRPr="00662878" w:rsidRDefault="009E2FF9" w:rsidP="002F610F">
      <w:pPr>
        <w:spacing w:line="276" w:lineRule="auto"/>
        <w:rPr>
          <w:color w:val="000000"/>
        </w:rPr>
      </w:pPr>
      <w:r w:rsidRPr="00662878">
        <w:rPr>
          <w:rFonts w:hint="eastAsia"/>
          <w:color w:val="000000"/>
        </w:rPr>
        <w:t>２　監督員は、受注者が第１４条第２項又は第１５条第１項から第３項までの規定に違反した場合におい</w:t>
      </w:r>
    </w:p>
    <w:p w:rsidR="009E2FF9" w:rsidRPr="00662878" w:rsidRDefault="009E2FF9" w:rsidP="002F610F">
      <w:pPr>
        <w:spacing w:line="276" w:lineRule="auto"/>
        <w:rPr>
          <w:color w:val="000000"/>
        </w:rPr>
      </w:pPr>
      <w:r w:rsidRPr="00662878">
        <w:rPr>
          <w:rFonts w:hint="eastAsia"/>
          <w:color w:val="000000"/>
        </w:rPr>
        <w:t xml:space="preserve">　て、必要があると認められるときは、工事の施工部分を破壊して検査することができる。</w:t>
      </w:r>
    </w:p>
    <w:p w:rsidR="009E2FF9" w:rsidRPr="00662878" w:rsidRDefault="009E2FF9" w:rsidP="002F610F">
      <w:pPr>
        <w:spacing w:line="276" w:lineRule="auto"/>
        <w:rPr>
          <w:color w:val="000000"/>
        </w:rPr>
      </w:pPr>
      <w:r w:rsidRPr="00662878">
        <w:rPr>
          <w:rFonts w:hint="eastAsia"/>
          <w:color w:val="000000"/>
        </w:rPr>
        <w:t>３　前項に規定するほか、監督員は、工事の施工部分が設計図書に適合しないと認められる相当の理由が</w:t>
      </w:r>
    </w:p>
    <w:p w:rsidR="009E2FF9" w:rsidRPr="00662878" w:rsidRDefault="009E2FF9" w:rsidP="002F610F">
      <w:pPr>
        <w:spacing w:line="276" w:lineRule="auto"/>
        <w:rPr>
          <w:color w:val="000000"/>
        </w:rPr>
      </w:pPr>
      <w:r w:rsidRPr="00662878">
        <w:rPr>
          <w:rFonts w:hint="eastAsia"/>
          <w:color w:val="000000"/>
        </w:rPr>
        <w:t xml:space="preserve">　ある場合において、必要があると認められるときは、当該相当の理由を受注者に通知して、工事の施工</w:t>
      </w:r>
    </w:p>
    <w:p w:rsidR="009E2FF9" w:rsidRPr="00662878" w:rsidRDefault="009E2FF9" w:rsidP="002F610F">
      <w:pPr>
        <w:spacing w:line="276" w:lineRule="auto"/>
        <w:rPr>
          <w:color w:val="000000"/>
        </w:rPr>
      </w:pPr>
      <w:r w:rsidRPr="00662878">
        <w:rPr>
          <w:rFonts w:hint="eastAsia"/>
          <w:color w:val="000000"/>
        </w:rPr>
        <w:t xml:space="preserve">　部分を最小限度破壊して検査することができる。</w:t>
      </w:r>
    </w:p>
    <w:p w:rsidR="009E2FF9" w:rsidRPr="00662878" w:rsidRDefault="009E2FF9" w:rsidP="002F610F">
      <w:pPr>
        <w:spacing w:line="276" w:lineRule="auto"/>
        <w:rPr>
          <w:color w:val="000000"/>
        </w:rPr>
      </w:pPr>
      <w:r w:rsidRPr="00662878">
        <w:rPr>
          <w:rFonts w:hint="eastAsia"/>
          <w:color w:val="000000"/>
        </w:rPr>
        <w:t>４　前２項の場合において、検査及び復旧に直接要する費用は受注者の負担とする。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（条件変更等）</w:t>
      </w:r>
    </w:p>
    <w:p w:rsidR="009E2FF9" w:rsidRPr="00662878" w:rsidRDefault="009E2FF9" w:rsidP="002F610F">
      <w:pPr>
        <w:spacing w:line="276" w:lineRule="auto"/>
        <w:rPr>
          <w:color w:val="000000"/>
        </w:rPr>
      </w:pPr>
      <w:r w:rsidRPr="00662878">
        <w:rPr>
          <w:rFonts w:hint="eastAsia"/>
          <w:color w:val="000000"/>
        </w:rPr>
        <w:t>第１９条　受注者は、工事の施工に当たり、次の各号のいずれかに該当する事実を発見したときは、その</w:t>
      </w:r>
    </w:p>
    <w:p w:rsidR="009E2FF9" w:rsidRPr="00662878" w:rsidRDefault="009E2FF9" w:rsidP="002F610F">
      <w:pPr>
        <w:spacing w:line="276" w:lineRule="auto"/>
        <w:rPr>
          <w:color w:val="000000"/>
        </w:rPr>
      </w:pPr>
      <w:r w:rsidRPr="00662878">
        <w:rPr>
          <w:rFonts w:hint="eastAsia"/>
          <w:color w:val="000000"/>
        </w:rPr>
        <w:t xml:space="preserve">　旨を直ちに監督員に通知し、その確認を請求しなければならない。</w:t>
      </w:r>
    </w:p>
    <w:p w:rsidR="009E2FF9" w:rsidRPr="00662878" w:rsidRDefault="009E2FF9" w:rsidP="002F610F">
      <w:pPr>
        <w:spacing w:line="276" w:lineRule="auto"/>
        <w:rPr>
          <w:color w:val="000000"/>
        </w:rPr>
      </w:pPr>
      <w:r w:rsidRPr="00662878">
        <w:rPr>
          <w:rFonts w:hint="eastAsia"/>
          <w:color w:val="000000"/>
        </w:rPr>
        <w:t>（１）図面、仕様書、現場説明書及び現場説明に対する質問回答書が一致しないこと（これらの優先順位</w:t>
      </w:r>
    </w:p>
    <w:p w:rsidR="009E2FF9" w:rsidRPr="00662878" w:rsidRDefault="009E2FF9" w:rsidP="002F610F">
      <w:pPr>
        <w:spacing w:line="276" w:lineRule="auto"/>
        <w:rPr>
          <w:color w:val="000000"/>
        </w:rPr>
      </w:pPr>
      <w:r w:rsidRPr="00662878">
        <w:rPr>
          <w:rFonts w:hint="eastAsia"/>
          <w:color w:val="000000"/>
        </w:rPr>
        <w:t xml:space="preserve">　　が定められている場合を除く。）。</w:t>
      </w:r>
    </w:p>
    <w:p w:rsidR="009E2FF9" w:rsidRPr="00662878" w:rsidRDefault="009E2FF9" w:rsidP="002F610F">
      <w:pPr>
        <w:spacing w:line="276" w:lineRule="auto"/>
        <w:rPr>
          <w:color w:val="000000"/>
        </w:rPr>
      </w:pPr>
      <w:r w:rsidRPr="00662878">
        <w:rPr>
          <w:rFonts w:hint="eastAsia"/>
          <w:color w:val="000000"/>
        </w:rPr>
        <w:t>（２）設計図書に誤謬又は脱漏があること。</w:t>
      </w:r>
    </w:p>
    <w:p w:rsidR="009E2FF9" w:rsidRPr="00662878" w:rsidRDefault="009E2FF9" w:rsidP="002F610F">
      <w:pPr>
        <w:spacing w:line="276" w:lineRule="auto"/>
        <w:rPr>
          <w:color w:val="000000"/>
        </w:rPr>
      </w:pPr>
      <w:r w:rsidRPr="00662878">
        <w:rPr>
          <w:rFonts w:hint="eastAsia"/>
          <w:color w:val="000000"/>
        </w:rPr>
        <w:t>（３）設計図書の表示が明確でないこと。</w:t>
      </w:r>
    </w:p>
    <w:p w:rsidR="009E2FF9" w:rsidRPr="00662878" w:rsidRDefault="009E2FF9" w:rsidP="002F610F">
      <w:pPr>
        <w:spacing w:line="276" w:lineRule="auto"/>
        <w:rPr>
          <w:color w:val="000000"/>
        </w:rPr>
      </w:pPr>
      <w:r w:rsidRPr="00662878">
        <w:rPr>
          <w:rFonts w:hint="eastAsia"/>
          <w:color w:val="000000"/>
        </w:rPr>
        <w:t>（４）工事現場の形状、地質、湧水等の状態、施工上の制約等設計図書に示された自然的又は人為的な施</w:t>
      </w:r>
    </w:p>
    <w:p w:rsidR="009E2FF9" w:rsidRPr="00662878" w:rsidRDefault="009E2FF9" w:rsidP="002F610F">
      <w:pPr>
        <w:spacing w:line="276" w:lineRule="auto"/>
        <w:rPr>
          <w:color w:val="000000"/>
        </w:rPr>
      </w:pPr>
      <w:r w:rsidRPr="00662878">
        <w:rPr>
          <w:rFonts w:hint="eastAsia"/>
          <w:color w:val="000000"/>
        </w:rPr>
        <w:t xml:space="preserve">　　工条件と実際の工事現場が一致しないこと。</w:t>
      </w:r>
    </w:p>
    <w:p w:rsidR="009E2FF9" w:rsidRPr="00662878" w:rsidRDefault="009E2FF9" w:rsidP="002F610F">
      <w:pPr>
        <w:spacing w:line="276" w:lineRule="auto"/>
        <w:rPr>
          <w:color w:val="000000"/>
        </w:rPr>
      </w:pPr>
      <w:r w:rsidRPr="00662878">
        <w:rPr>
          <w:rFonts w:hint="eastAsia"/>
          <w:color w:val="000000"/>
        </w:rPr>
        <w:t>（５）設計図書で明示されていない施工条件について予期することのできない特別な状態が生じたこと。</w:t>
      </w:r>
    </w:p>
    <w:p w:rsidR="009E2FF9" w:rsidRPr="00662878" w:rsidRDefault="009E2FF9" w:rsidP="002F610F">
      <w:pPr>
        <w:spacing w:line="276" w:lineRule="auto"/>
        <w:rPr>
          <w:color w:val="000000"/>
        </w:rPr>
      </w:pPr>
      <w:r w:rsidRPr="00662878">
        <w:rPr>
          <w:rFonts w:hint="eastAsia"/>
          <w:color w:val="000000"/>
        </w:rPr>
        <w:t>２　監督員は、前項の規定による確認を請求されたとき又は自ら同項各号に掲げる事実を発見したときは、</w:t>
      </w:r>
    </w:p>
    <w:p w:rsidR="009E2FF9" w:rsidRPr="00662878" w:rsidRDefault="009E2FF9" w:rsidP="002F610F">
      <w:pPr>
        <w:spacing w:line="276" w:lineRule="auto"/>
        <w:rPr>
          <w:color w:val="000000"/>
        </w:rPr>
      </w:pPr>
      <w:r w:rsidRPr="00662878">
        <w:rPr>
          <w:rFonts w:hint="eastAsia"/>
          <w:color w:val="000000"/>
        </w:rPr>
        <w:t xml:space="preserve">　受注者の立会いの上、直ちに調査を行わなければならない。ただし、受注者が立会いに応じない場合に</w:t>
      </w:r>
    </w:p>
    <w:p w:rsidR="009E2FF9" w:rsidRPr="00662878" w:rsidRDefault="009E2FF9" w:rsidP="002F610F">
      <w:pPr>
        <w:spacing w:line="276" w:lineRule="auto"/>
        <w:rPr>
          <w:color w:val="000000"/>
        </w:rPr>
      </w:pPr>
      <w:r w:rsidRPr="00662878">
        <w:rPr>
          <w:rFonts w:hint="eastAsia"/>
          <w:color w:val="000000"/>
        </w:rPr>
        <w:t xml:space="preserve">　は、受注者の立会いを得ずに行うことができる。</w:t>
      </w:r>
    </w:p>
    <w:p w:rsidR="009E2FF9" w:rsidRPr="00662878" w:rsidRDefault="009E2FF9" w:rsidP="002F610F">
      <w:pPr>
        <w:spacing w:line="276" w:lineRule="auto"/>
        <w:rPr>
          <w:color w:val="000000"/>
        </w:rPr>
      </w:pPr>
      <w:r w:rsidRPr="00662878">
        <w:rPr>
          <w:rFonts w:hint="eastAsia"/>
          <w:color w:val="000000"/>
        </w:rPr>
        <w:t>３　発注者は、受注者の意見を聴いて、調査の結果（これに対してとるべき措置を指示する必要があると</w:t>
      </w:r>
    </w:p>
    <w:p w:rsidR="009E2FF9" w:rsidRPr="00662878" w:rsidRDefault="009E2FF9" w:rsidP="002F610F">
      <w:pPr>
        <w:spacing w:line="276" w:lineRule="auto"/>
        <w:rPr>
          <w:color w:val="000000"/>
        </w:rPr>
      </w:pPr>
      <w:r w:rsidRPr="00662878">
        <w:rPr>
          <w:rFonts w:hint="eastAsia"/>
          <w:color w:val="000000"/>
        </w:rPr>
        <w:t xml:space="preserve">　きは、当該指示を含む。）をとりまとめ、調査の終了後７日以内に、その結果を受注者に通知しなければ</w:t>
      </w:r>
    </w:p>
    <w:p w:rsidR="009E2FF9" w:rsidRPr="00662878" w:rsidRDefault="009E2FF9" w:rsidP="002F610F">
      <w:pPr>
        <w:spacing w:line="276" w:lineRule="auto"/>
        <w:rPr>
          <w:color w:val="000000"/>
        </w:rPr>
      </w:pPr>
      <w:r w:rsidRPr="00662878">
        <w:rPr>
          <w:rFonts w:hint="eastAsia"/>
          <w:color w:val="000000"/>
        </w:rPr>
        <w:t xml:space="preserve">　ならない。ただし、その期間内に通知できないやむを得ない理由があるときは、あらかじめ受注者の意</w:t>
      </w:r>
    </w:p>
    <w:p w:rsidR="009E2FF9" w:rsidRPr="00662878" w:rsidRDefault="009E2FF9" w:rsidP="002F610F">
      <w:pPr>
        <w:spacing w:line="276" w:lineRule="auto"/>
        <w:rPr>
          <w:color w:val="000000"/>
        </w:rPr>
      </w:pPr>
      <w:r w:rsidRPr="00662878">
        <w:rPr>
          <w:rFonts w:hint="eastAsia"/>
          <w:color w:val="000000"/>
        </w:rPr>
        <w:t xml:space="preserve">　見を聴いた上、当該期間を延長することができる。</w:t>
      </w:r>
    </w:p>
    <w:p w:rsidR="009E2FF9" w:rsidRPr="00662878" w:rsidRDefault="009E2FF9" w:rsidP="002F610F">
      <w:pPr>
        <w:spacing w:line="276" w:lineRule="auto"/>
        <w:rPr>
          <w:color w:val="000000"/>
        </w:rPr>
      </w:pPr>
      <w:r w:rsidRPr="00662878">
        <w:rPr>
          <w:rFonts w:hint="eastAsia"/>
          <w:color w:val="000000"/>
        </w:rPr>
        <w:t>４　前項の調査の結果において第１項の事実が確認された場合において、必要があると認められるときは、</w:t>
      </w:r>
    </w:p>
    <w:p w:rsidR="009E2FF9" w:rsidRPr="00662878" w:rsidRDefault="009E2FF9" w:rsidP="002F610F">
      <w:pPr>
        <w:spacing w:line="276" w:lineRule="auto"/>
        <w:rPr>
          <w:color w:val="000000"/>
        </w:rPr>
      </w:pPr>
      <w:r w:rsidRPr="00662878">
        <w:rPr>
          <w:rFonts w:hint="eastAsia"/>
          <w:color w:val="000000"/>
        </w:rPr>
        <w:t xml:space="preserve">　次の各号に掲げるところにより、設計図書の訂正又は変更を行わなければならない。</w:t>
      </w:r>
    </w:p>
    <w:p w:rsidR="009E2FF9" w:rsidRPr="00662878" w:rsidRDefault="009E2FF9" w:rsidP="002F610F">
      <w:pPr>
        <w:spacing w:line="276" w:lineRule="auto"/>
        <w:rPr>
          <w:color w:val="000000"/>
        </w:rPr>
      </w:pPr>
      <w:r w:rsidRPr="00662878">
        <w:rPr>
          <w:rFonts w:hint="eastAsia"/>
          <w:color w:val="000000"/>
        </w:rPr>
        <w:t>（１）第１項第１号から第３号までのいずれかに該当し設計図書を訂正する必要があるものは、発注者が</w:t>
      </w:r>
    </w:p>
    <w:p w:rsidR="009E2FF9" w:rsidRPr="00662878" w:rsidRDefault="009E2FF9" w:rsidP="002F610F">
      <w:pPr>
        <w:spacing w:line="276" w:lineRule="auto"/>
        <w:rPr>
          <w:color w:val="000000"/>
        </w:rPr>
      </w:pPr>
      <w:r w:rsidRPr="00662878">
        <w:rPr>
          <w:rFonts w:hint="eastAsia"/>
          <w:color w:val="000000"/>
        </w:rPr>
        <w:t xml:space="preserve">　　行う。</w:t>
      </w:r>
    </w:p>
    <w:p w:rsidR="009E2FF9" w:rsidRPr="00662878" w:rsidRDefault="009E2FF9" w:rsidP="002F610F">
      <w:pPr>
        <w:spacing w:line="276" w:lineRule="auto"/>
        <w:rPr>
          <w:color w:val="000000"/>
        </w:rPr>
      </w:pPr>
      <w:r w:rsidRPr="00662878">
        <w:rPr>
          <w:rFonts w:hint="eastAsia"/>
          <w:color w:val="000000"/>
        </w:rPr>
        <w:t>（２）第１項第４号又は第５号に該当し設計図書を変更する場合で工事目的物の変更を伴うものは、発注</w:t>
      </w:r>
    </w:p>
    <w:p w:rsidR="009E2FF9" w:rsidRPr="00662878" w:rsidRDefault="009E2FF9" w:rsidP="002F610F">
      <w:pPr>
        <w:spacing w:line="276" w:lineRule="auto"/>
        <w:rPr>
          <w:color w:val="000000"/>
        </w:rPr>
      </w:pPr>
      <w:r w:rsidRPr="00662878">
        <w:rPr>
          <w:rFonts w:hint="eastAsia"/>
          <w:color w:val="000000"/>
        </w:rPr>
        <w:t xml:space="preserve">　　者が行う。</w:t>
      </w:r>
    </w:p>
    <w:p w:rsidR="009E2FF9" w:rsidRPr="00662878" w:rsidRDefault="009E2FF9" w:rsidP="002F610F">
      <w:pPr>
        <w:spacing w:line="276" w:lineRule="auto"/>
        <w:rPr>
          <w:color w:val="000000"/>
        </w:rPr>
      </w:pPr>
      <w:r w:rsidRPr="00662878">
        <w:rPr>
          <w:rFonts w:hint="eastAsia"/>
          <w:color w:val="000000"/>
        </w:rPr>
        <w:t>（３）第１項第４号又は第５号に該当し設計図書を変更する場合で工事目的物の変更を伴わないものは、</w:t>
      </w:r>
    </w:p>
    <w:p w:rsidR="009E2FF9" w:rsidRPr="00662878" w:rsidRDefault="009E2FF9" w:rsidP="002F610F">
      <w:pPr>
        <w:spacing w:line="276" w:lineRule="auto"/>
        <w:rPr>
          <w:color w:val="000000"/>
        </w:rPr>
      </w:pPr>
      <w:r w:rsidRPr="00662878">
        <w:rPr>
          <w:rFonts w:hint="eastAsia"/>
          <w:color w:val="000000"/>
        </w:rPr>
        <w:t xml:space="preserve">　　発注者と受注者とが協議して発注者が行う。　</w:t>
      </w:r>
    </w:p>
    <w:p w:rsidR="009E2FF9" w:rsidRPr="00662878" w:rsidRDefault="009E2FF9" w:rsidP="002F610F">
      <w:pPr>
        <w:spacing w:line="276" w:lineRule="auto"/>
        <w:rPr>
          <w:color w:val="000000"/>
        </w:rPr>
      </w:pPr>
      <w:r w:rsidRPr="00662878">
        <w:rPr>
          <w:rFonts w:hint="eastAsia"/>
          <w:color w:val="000000"/>
        </w:rPr>
        <w:t>５　前項の規定により設計図書の訂正又は変更が行われた場合において、発注者は、必要があると認めら</w:t>
      </w:r>
    </w:p>
    <w:p w:rsidR="009E2FF9" w:rsidRPr="00662878" w:rsidRDefault="009E2FF9" w:rsidP="002F610F">
      <w:pPr>
        <w:spacing w:line="276" w:lineRule="auto"/>
        <w:rPr>
          <w:color w:val="000000"/>
        </w:rPr>
      </w:pPr>
      <w:r w:rsidRPr="00662878">
        <w:rPr>
          <w:rFonts w:hint="eastAsia"/>
          <w:color w:val="000000"/>
        </w:rPr>
        <w:t xml:space="preserve">　れるときは工期若しくは請負代金額を変更し、又は受注者に損害を及ぼしたときは必要な費用を負担し</w:t>
      </w:r>
    </w:p>
    <w:p w:rsidR="009E2FF9" w:rsidRPr="00662878" w:rsidRDefault="009E2FF9" w:rsidP="002F610F">
      <w:pPr>
        <w:spacing w:line="276" w:lineRule="auto"/>
        <w:rPr>
          <w:color w:val="000000"/>
        </w:rPr>
      </w:pPr>
      <w:r w:rsidRPr="00662878">
        <w:rPr>
          <w:rFonts w:hint="eastAsia"/>
          <w:color w:val="000000"/>
        </w:rPr>
        <w:t xml:space="preserve">　なければならない。</w:t>
      </w:r>
    </w:p>
    <w:p w:rsidR="009E2FF9" w:rsidRPr="00662878" w:rsidRDefault="009E2FF9" w:rsidP="002F610F">
      <w:pPr>
        <w:spacing w:line="276" w:lineRule="auto"/>
        <w:rPr>
          <w:color w:val="000000"/>
        </w:rPr>
      </w:pPr>
      <w:r w:rsidRPr="00662878">
        <w:rPr>
          <w:rFonts w:hint="eastAsia"/>
          <w:color w:val="000000"/>
        </w:rPr>
        <w:t xml:space="preserve">　</w:t>
      </w:r>
    </w:p>
    <w:p w:rsidR="009E2FF9" w:rsidRPr="00662878" w:rsidRDefault="009E2FF9" w:rsidP="002F610F">
      <w:pPr>
        <w:spacing w:line="276" w:lineRule="auto"/>
        <w:rPr>
          <w:color w:val="000000"/>
        </w:rPr>
      </w:pPr>
      <w:r w:rsidRPr="00662878">
        <w:rPr>
          <w:rFonts w:hint="eastAsia"/>
          <w:color w:val="000000"/>
        </w:rPr>
        <w:t>（設計図書の変更）</w:t>
      </w:r>
    </w:p>
    <w:p w:rsidR="009E2FF9" w:rsidRPr="00662878" w:rsidRDefault="009E2FF9" w:rsidP="002F610F">
      <w:pPr>
        <w:spacing w:line="276" w:lineRule="auto"/>
        <w:rPr>
          <w:color w:val="000000"/>
        </w:rPr>
      </w:pPr>
      <w:r w:rsidRPr="00662878">
        <w:rPr>
          <w:rFonts w:hint="eastAsia"/>
          <w:color w:val="000000"/>
        </w:rPr>
        <w:t>第２０条　発注者は、必要があると認めるときは、設計図書の変更内容を受注者に通知して、設計図書を</w:t>
      </w:r>
    </w:p>
    <w:p w:rsidR="009E2FF9" w:rsidRPr="00662878" w:rsidRDefault="009E2FF9" w:rsidP="002F610F">
      <w:pPr>
        <w:spacing w:line="276" w:lineRule="auto"/>
        <w:rPr>
          <w:color w:val="000000"/>
        </w:rPr>
      </w:pPr>
      <w:r w:rsidRPr="00662878">
        <w:rPr>
          <w:rFonts w:hint="eastAsia"/>
          <w:color w:val="000000"/>
        </w:rPr>
        <w:t xml:space="preserve">　変更することができる。この場合において、発注者は、必要があると認められるときは工期若しくは請</w:t>
      </w:r>
    </w:p>
    <w:p w:rsidR="009E2FF9" w:rsidRPr="00662878" w:rsidRDefault="009E2FF9" w:rsidP="002F610F">
      <w:pPr>
        <w:spacing w:line="276" w:lineRule="auto"/>
        <w:rPr>
          <w:color w:val="000000"/>
        </w:rPr>
      </w:pPr>
      <w:r w:rsidRPr="00662878">
        <w:rPr>
          <w:rFonts w:hint="eastAsia"/>
          <w:color w:val="000000"/>
        </w:rPr>
        <w:t xml:space="preserve">　負代金額を変更し、又は受注者に損害を及ぼしたときは必要な費用を負担しなければならない。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（工事の中止）</w:t>
      </w:r>
    </w:p>
    <w:p w:rsidR="009E2FF9" w:rsidRPr="00662878" w:rsidRDefault="009E2FF9" w:rsidP="002F610F">
      <w:pPr>
        <w:spacing w:line="276" w:lineRule="auto"/>
        <w:rPr>
          <w:color w:val="000000"/>
        </w:rPr>
      </w:pPr>
      <w:r w:rsidRPr="00662878">
        <w:rPr>
          <w:rFonts w:hint="eastAsia"/>
          <w:color w:val="000000"/>
        </w:rPr>
        <w:t>第２１条</w:t>
      </w:r>
      <w:r w:rsidRPr="00662878">
        <w:rPr>
          <w:rFonts w:hint="eastAsia"/>
          <w:color w:val="000000"/>
        </w:rPr>
        <w:t xml:space="preserve">  </w:t>
      </w:r>
      <w:r w:rsidRPr="00662878">
        <w:rPr>
          <w:rFonts w:hint="eastAsia"/>
          <w:color w:val="000000"/>
        </w:rPr>
        <w:t>工事用地等の確保ができない等のため又は暴風、豪雨、洪水、高潮、地震、地すべり、落盤、　火災、騒乱、暴動その他の自然的又は人為的な事象（以下「天災等」という。）であって受注者の責めに</w:t>
      </w:r>
    </w:p>
    <w:p w:rsidR="009E2FF9" w:rsidRPr="00662878" w:rsidRDefault="009E2FF9" w:rsidP="002F610F">
      <w:pPr>
        <w:spacing w:line="276" w:lineRule="auto"/>
        <w:rPr>
          <w:color w:val="000000"/>
        </w:rPr>
      </w:pPr>
      <w:r w:rsidRPr="00662878">
        <w:rPr>
          <w:rFonts w:hint="eastAsia"/>
          <w:color w:val="000000"/>
        </w:rPr>
        <w:t xml:space="preserve">　帰すことができないものにより工事目的物等に損害を生じ若しくは工事現場の状態が変動したため、受</w:t>
      </w:r>
    </w:p>
    <w:p w:rsidR="009E2FF9" w:rsidRPr="00662878" w:rsidRDefault="009E2FF9" w:rsidP="002F610F">
      <w:pPr>
        <w:spacing w:line="276" w:lineRule="auto"/>
        <w:rPr>
          <w:color w:val="000000"/>
        </w:rPr>
      </w:pPr>
      <w:r w:rsidRPr="00662878">
        <w:rPr>
          <w:rFonts w:hint="eastAsia"/>
          <w:color w:val="000000"/>
        </w:rPr>
        <w:t xml:space="preserve">　注者が工事を施工できないと認められるときは、発注者は工事の中止内容を直ちに受注者に通知して、</w:t>
      </w:r>
    </w:p>
    <w:p w:rsidR="009E2FF9" w:rsidRPr="00662878" w:rsidRDefault="009E2FF9" w:rsidP="002F610F">
      <w:pPr>
        <w:spacing w:line="276" w:lineRule="auto"/>
        <w:rPr>
          <w:color w:val="000000"/>
        </w:rPr>
      </w:pPr>
      <w:r w:rsidRPr="00662878">
        <w:rPr>
          <w:rFonts w:hint="eastAsia"/>
          <w:color w:val="000000"/>
        </w:rPr>
        <w:t xml:space="preserve">　工事の全部又は一部の施工を一時中止させなければならない。</w:t>
      </w:r>
    </w:p>
    <w:p w:rsidR="009E2FF9" w:rsidRPr="00662878" w:rsidRDefault="009E2FF9" w:rsidP="002F610F">
      <w:pPr>
        <w:spacing w:line="276" w:lineRule="auto"/>
        <w:rPr>
          <w:color w:val="000000"/>
        </w:rPr>
      </w:pPr>
      <w:r w:rsidRPr="00662878">
        <w:rPr>
          <w:rFonts w:hint="eastAsia"/>
          <w:color w:val="000000"/>
        </w:rPr>
        <w:t>２　発注者は、前項の規定によるほか、必要があると認めるときは、工事の中止内容を受注者に通知して、</w:t>
      </w:r>
    </w:p>
    <w:p w:rsidR="009E2FF9" w:rsidRPr="00662878" w:rsidRDefault="009E2FF9" w:rsidP="002F610F">
      <w:pPr>
        <w:spacing w:line="276" w:lineRule="auto"/>
        <w:rPr>
          <w:color w:val="000000"/>
        </w:rPr>
      </w:pPr>
      <w:r w:rsidRPr="00662878">
        <w:rPr>
          <w:rFonts w:hint="eastAsia"/>
          <w:color w:val="000000"/>
        </w:rPr>
        <w:t xml:space="preserve">　工事の全部又は一部の施工を一時中止させることができる。</w:t>
      </w:r>
    </w:p>
    <w:p w:rsidR="009E2FF9" w:rsidRPr="00662878" w:rsidRDefault="009E2FF9" w:rsidP="002F610F">
      <w:pPr>
        <w:spacing w:line="276" w:lineRule="auto"/>
        <w:rPr>
          <w:color w:val="000000"/>
        </w:rPr>
      </w:pPr>
      <w:r w:rsidRPr="00662878">
        <w:rPr>
          <w:rFonts w:hint="eastAsia"/>
          <w:color w:val="000000"/>
        </w:rPr>
        <w:t>３　発注者は、前２項の規定により工事の施工を一時中止させた場合において、必要があると認められる</w:t>
      </w:r>
    </w:p>
    <w:p w:rsidR="009E2FF9" w:rsidRPr="00662878" w:rsidRDefault="009E2FF9" w:rsidP="002F610F">
      <w:pPr>
        <w:spacing w:line="276" w:lineRule="auto"/>
        <w:rPr>
          <w:color w:val="000000"/>
        </w:rPr>
      </w:pPr>
      <w:r w:rsidRPr="00662878">
        <w:rPr>
          <w:rFonts w:hint="eastAsia"/>
          <w:color w:val="000000"/>
        </w:rPr>
        <w:t xml:space="preserve">　ときは工期若しくは請負代金額を変更し、又は受注者が工事の続行に備え工事現場を維持し若しくは労</w:t>
      </w:r>
    </w:p>
    <w:p w:rsidR="009E2FF9" w:rsidRPr="00662878" w:rsidRDefault="009E2FF9" w:rsidP="002F610F">
      <w:pPr>
        <w:spacing w:line="276" w:lineRule="auto"/>
        <w:rPr>
          <w:color w:val="000000"/>
        </w:rPr>
      </w:pPr>
      <w:r w:rsidRPr="00662878">
        <w:rPr>
          <w:rFonts w:hint="eastAsia"/>
          <w:color w:val="000000"/>
        </w:rPr>
        <w:t xml:space="preserve">　働者、建設機械器具等を保持するための費用その他の工事の施工の一時中止に伴う増加費用を必要とし</w:t>
      </w:r>
    </w:p>
    <w:p w:rsidR="009E2FF9" w:rsidRPr="00662878" w:rsidRDefault="009E2FF9" w:rsidP="002F610F">
      <w:pPr>
        <w:spacing w:line="276" w:lineRule="auto"/>
        <w:rPr>
          <w:color w:val="000000"/>
        </w:rPr>
      </w:pPr>
      <w:r w:rsidRPr="00662878">
        <w:rPr>
          <w:rFonts w:hint="eastAsia"/>
          <w:color w:val="000000"/>
        </w:rPr>
        <w:t xml:space="preserve">　若しくは受注者に損害を及ぼしたときは必要な費用を負担しなければならない。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（受注者の請求による工期の延長）</w:t>
      </w:r>
    </w:p>
    <w:p w:rsidR="009E2FF9" w:rsidRPr="00662878" w:rsidRDefault="009E2FF9" w:rsidP="002F610F">
      <w:pPr>
        <w:spacing w:line="276" w:lineRule="auto"/>
        <w:rPr>
          <w:color w:val="000000"/>
        </w:rPr>
      </w:pPr>
      <w:r w:rsidRPr="00662878">
        <w:rPr>
          <w:rFonts w:hint="eastAsia"/>
          <w:color w:val="000000"/>
        </w:rPr>
        <w:t>第２２条　受注者は、天候の不良、第２条の規定に基づく関連工事の調整への協力その他受注者の責めに</w:t>
      </w:r>
    </w:p>
    <w:p w:rsidR="009E2FF9" w:rsidRPr="00662878" w:rsidRDefault="009E2FF9" w:rsidP="002F610F">
      <w:pPr>
        <w:spacing w:line="276" w:lineRule="auto"/>
        <w:rPr>
          <w:color w:val="000000"/>
        </w:rPr>
      </w:pPr>
      <w:r w:rsidRPr="00662878">
        <w:rPr>
          <w:rFonts w:hint="eastAsia"/>
          <w:color w:val="000000"/>
        </w:rPr>
        <w:t xml:space="preserve">　帰すことができない事由により工期内に工事を完成することができないときは、その理由を明示した書</w:t>
      </w:r>
    </w:p>
    <w:p w:rsidR="009E2FF9" w:rsidRPr="00662878" w:rsidRDefault="009E2FF9" w:rsidP="002F610F">
      <w:pPr>
        <w:spacing w:line="276" w:lineRule="auto"/>
        <w:rPr>
          <w:color w:val="000000"/>
        </w:rPr>
      </w:pPr>
      <w:r w:rsidRPr="00662878">
        <w:rPr>
          <w:rFonts w:hint="eastAsia"/>
          <w:color w:val="000000"/>
        </w:rPr>
        <w:t xml:space="preserve">　面により、発注者に工期の延長変更を請求することができる。</w:t>
      </w:r>
    </w:p>
    <w:p w:rsidR="009E2FF9" w:rsidRPr="00662878" w:rsidRDefault="009E2FF9" w:rsidP="002F610F">
      <w:pPr>
        <w:spacing w:line="276" w:lineRule="auto"/>
        <w:rPr>
          <w:color w:val="000000"/>
        </w:rPr>
      </w:pPr>
      <w:r w:rsidRPr="00662878">
        <w:rPr>
          <w:rFonts w:hint="eastAsia"/>
          <w:color w:val="000000"/>
        </w:rPr>
        <w:t>２　発注者は、前項の規定による請求があった場合において、必要があると認められるときは、工期を延</w:t>
      </w:r>
    </w:p>
    <w:p w:rsidR="009E2FF9" w:rsidRPr="00662878" w:rsidRDefault="009E2FF9" w:rsidP="002F610F">
      <w:pPr>
        <w:spacing w:line="276" w:lineRule="auto"/>
        <w:rPr>
          <w:color w:val="000000"/>
        </w:rPr>
      </w:pPr>
      <w:r w:rsidRPr="00662878">
        <w:rPr>
          <w:rFonts w:hint="eastAsia"/>
          <w:color w:val="000000"/>
        </w:rPr>
        <w:t xml:space="preserve">　長しなければならない。発注者は、その工期の延長が発注者の責めに帰すべき事由による場合において</w:t>
      </w:r>
    </w:p>
    <w:p w:rsidR="009E2FF9" w:rsidRPr="00662878" w:rsidRDefault="009E2FF9" w:rsidP="002F610F">
      <w:pPr>
        <w:spacing w:line="276" w:lineRule="auto"/>
        <w:rPr>
          <w:color w:val="000000"/>
        </w:rPr>
      </w:pPr>
      <w:r w:rsidRPr="00662878">
        <w:rPr>
          <w:rFonts w:hint="eastAsia"/>
          <w:color w:val="000000"/>
        </w:rPr>
        <w:t xml:space="preserve">　は、請負代金額について必要と認められる変更を行い、又は受注者に損害を及ぼしたときは必要な費用</w:t>
      </w:r>
    </w:p>
    <w:p w:rsidR="009E2FF9" w:rsidRPr="00662878" w:rsidRDefault="009E2FF9" w:rsidP="002F610F">
      <w:pPr>
        <w:spacing w:line="276" w:lineRule="auto"/>
        <w:rPr>
          <w:color w:val="000000"/>
        </w:rPr>
      </w:pPr>
      <w:r w:rsidRPr="00662878">
        <w:rPr>
          <w:rFonts w:hint="eastAsia"/>
          <w:color w:val="000000"/>
        </w:rPr>
        <w:t xml:space="preserve">　を負担しなければならない。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（発注者の請求による工期の短縮等）</w:t>
      </w:r>
    </w:p>
    <w:p w:rsidR="009E2FF9" w:rsidRPr="00662878" w:rsidRDefault="009E2FF9" w:rsidP="002F610F">
      <w:pPr>
        <w:spacing w:line="276" w:lineRule="auto"/>
        <w:rPr>
          <w:color w:val="000000"/>
        </w:rPr>
      </w:pPr>
      <w:r w:rsidRPr="00662878">
        <w:rPr>
          <w:rFonts w:hint="eastAsia"/>
          <w:color w:val="000000"/>
        </w:rPr>
        <w:t>第２３条　発注者は、特別の理由により工期を短縮する必要があるときは、工期の短縮変更を受注者に請</w:t>
      </w:r>
    </w:p>
    <w:p w:rsidR="009E2FF9" w:rsidRPr="00662878" w:rsidRDefault="009E2FF9" w:rsidP="002F610F">
      <w:pPr>
        <w:spacing w:line="276" w:lineRule="auto"/>
        <w:rPr>
          <w:color w:val="000000"/>
        </w:rPr>
      </w:pPr>
      <w:r w:rsidRPr="00662878">
        <w:rPr>
          <w:rFonts w:hint="eastAsia"/>
          <w:color w:val="000000"/>
        </w:rPr>
        <w:t xml:space="preserve">　求することができる。</w:t>
      </w:r>
    </w:p>
    <w:p w:rsidR="009E2FF9" w:rsidRPr="00662878" w:rsidRDefault="009E2FF9" w:rsidP="002F610F">
      <w:pPr>
        <w:spacing w:line="276" w:lineRule="auto"/>
        <w:rPr>
          <w:color w:val="000000"/>
        </w:rPr>
      </w:pPr>
      <w:r w:rsidRPr="00662878">
        <w:rPr>
          <w:rFonts w:hint="eastAsia"/>
          <w:color w:val="000000"/>
        </w:rPr>
        <w:t>２　発注者は、この契約書の他の条項の規定により工期を延長すべき場合において、特別の理由があると</w:t>
      </w:r>
    </w:p>
    <w:p w:rsidR="009E2FF9" w:rsidRPr="00662878" w:rsidRDefault="009E2FF9" w:rsidP="002F610F">
      <w:pPr>
        <w:spacing w:line="276" w:lineRule="auto"/>
        <w:rPr>
          <w:color w:val="000000"/>
        </w:rPr>
      </w:pPr>
      <w:r w:rsidRPr="00662878">
        <w:rPr>
          <w:rFonts w:hint="eastAsia"/>
          <w:color w:val="000000"/>
        </w:rPr>
        <w:t xml:space="preserve">　きは、延長する工期について、受注者に通常必要とされる工期に満たない工期への変更を請求すること</w:t>
      </w:r>
    </w:p>
    <w:p w:rsidR="009E2FF9" w:rsidRPr="00662878" w:rsidRDefault="009E2FF9" w:rsidP="002F610F">
      <w:pPr>
        <w:spacing w:line="276" w:lineRule="auto"/>
        <w:rPr>
          <w:color w:val="000000"/>
        </w:rPr>
      </w:pPr>
      <w:r w:rsidRPr="00662878">
        <w:rPr>
          <w:rFonts w:hint="eastAsia"/>
          <w:color w:val="000000"/>
        </w:rPr>
        <w:t xml:space="preserve">　ができる。</w:t>
      </w:r>
    </w:p>
    <w:p w:rsidR="009E2FF9" w:rsidRPr="00662878" w:rsidRDefault="009E2FF9" w:rsidP="002F610F">
      <w:pPr>
        <w:spacing w:line="276" w:lineRule="auto"/>
        <w:rPr>
          <w:color w:val="000000"/>
        </w:rPr>
      </w:pPr>
      <w:r w:rsidRPr="00662878">
        <w:rPr>
          <w:rFonts w:hint="eastAsia"/>
          <w:color w:val="000000"/>
        </w:rPr>
        <w:t>３　発注者は、前２項の場合において、必要があると認められるときは請負代金額を変更し、又は受注者</w:t>
      </w:r>
    </w:p>
    <w:p w:rsidR="009E2FF9" w:rsidRPr="00662878" w:rsidRDefault="009E2FF9" w:rsidP="002F610F">
      <w:pPr>
        <w:spacing w:line="276" w:lineRule="auto"/>
        <w:rPr>
          <w:color w:val="000000"/>
        </w:rPr>
      </w:pPr>
      <w:r w:rsidRPr="00662878">
        <w:rPr>
          <w:rFonts w:hint="eastAsia"/>
          <w:color w:val="000000"/>
        </w:rPr>
        <w:t xml:space="preserve">　に損害を及ぼしたときは必要な費用を負担しなければならない。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（工期の変更方法）</w:t>
      </w:r>
    </w:p>
    <w:p w:rsidR="009E2FF9" w:rsidRPr="00662878" w:rsidRDefault="009E2FF9" w:rsidP="002F610F">
      <w:pPr>
        <w:spacing w:line="276" w:lineRule="auto"/>
        <w:rPr>
          <w:color w:val="000000"/>
        </w:rPr>
      </w:pPr>
      <w:r w:rsidRPr="00662878">
        <w:rPr>
          <w:rFonts w:hint="eastAsia"/>
          <w:color w:val="000000"/>
        </w:rPr>
        <w:t>第２４条　工期の変更については、発注者と受注者とが協議して定める。ただし、協議開始の日から７日</w:t>
      </w:r>
    </w:p>
    <w:p w:rsidR="009E2FF9" w:rsidRPr="00662878" w:rsidRDefault="009E2FF9" w:rsidP="002F610F">
      <w:pPr>
        <w:spacing w:line="276" w:lineRule="auto"/>
        <w:rPr>
          <w:color w:val="000000"/>
        </w:rPr>
      </w:pPr>
      <w:r w:rsidRPr="00662878">
        <w:rPr>
          <w:rFonts w:hint="eastAsia"/>
          <w:color w:val="000000"/>
        </w:rPr>
        <w:t xml:space="preserve">　以内に協議が整わない場合には、発注者が定め、受注者に通知する。</w:t>
      </w:r>
    </w:p>
    <w:p w:rsidR="009E2FF9" w:rsidRPr="00662878" w:rsidRDefault="009E2FF9" w:rsidP="002F610F">
      <w:pPr>
        <w:spacing w:line="276" w:lineRule="auto"/>
        <w:rPr>
          <w:color w:val="000000"/>
        </w:rPr>
      </w:pPr>
      <w:r w:rsidRPr="00662878">
        <w:rPr>
          <w:rFonts w:hint="eastAsia"/>
          <w:color w:val="000000"/>
        </w:rPr>
        <w:t>２　前項の協議開始の日については、発注者が受注者の意見を聴いて定め、受注者に通知するものとする。</w:t>
      </w:r>
    </w:p>
    <w:p w:rsidR="009E2FF9" w:rsidRPr="00662878" w:rsidRDefault="009E2FF9" w:rsidP="002F610F">
      <w:pPr>
        <w:spacing w:line="276" w:lineRule="auto"/>
        <w:rPr>
          <w:color w:val="000000"/>
        </w:rPr>
      </w:pPr>
      <w:r w:rsidRPr="00662878">
        <w:rPr>
          <w:rFonts w:hint="eastAsia"/>
          <w:color w:val="000000"/>
        </w:rPr>
        <w:t xml:space="preserve">　ただし、発注者が工期の変更事由が生じた日（第２２条の場合にあっては、発注者が工期変更の請求を</w:t>
      </w:r>
    </w:p>
    <w:p w:rsidR="009E2FF9" w:rsidRPr="00662878" w:rsidRDefault="009E2FF9" w:rsidP="002F610F">
      <w:pPr>
        <w:spacing w:line="276" w:lineRule="auto"/>
        <w:rPr>
          <w:color w:val="000000"/>
        </w:rPr>
      </w:pPr>
      <w:r w:rsidRPr="00662878">
        <w:rPr>
          <w:rFonts w:hint="eastAsia"/>
          <w:color w:val="000000"/>
        </w:rPr>
        <w:t xml:space="preserve">　受けた日、前条の場合にあっては、受注者が工期変更の請求を受けた日）から７日以内に協議開始の日</w:t>
      </w:r>
    </w:p>
    <w:p w:rsidR="009E2FF9" w:rsidRPr="00662878" w:rsidRDefault="009E2FF9" w:rsidP="002F610F">
      <w:pPr>
        <w:spacing w:line="276" w:lineRule="auto"/>
        <w:rPr>
          <w:color w:val="000000"/>
        </w:rPr>
      </w:pPr>
      <w:r w:rsidRPr="00662878">
        <w:rPr>
          <w:rFonts w:hint="eastAsia"/>
          <w:color w:val="000000"/>
        </w:rPr>
        <w:t xml:space="preserve">　を通知しない場合には、受注者は、協議開始の日を定め、発注者に通知することができる。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（請負代金額の変更方法等）</w:t>
      </w:r>
    </w:p>
    <w:p w:rsidR="009E2FF9" w:rsidRPr="00662878" w:rsidRDefault="009E2FF9" w:rsidP="002F610F">
      <w:pPr>
        <w:spacing w:line="276" w:lineRule="auto"/>
        <w:rPr>
          <w:color w:val="000000"/>
        </w:rPr>
      </w:pPr>
      <w:r w:rsidRPr="00662878">
        <w:rPr>
          <w:rFonts w:hint="eastAsia"/>
          <w:color w:val="000000"/>
        </w:rPr>
        <w:t>第２５条　請負代金額の変更については、発注者と受注者とが協議して定める。ただし、協議開始の日か</w:t>
      </w:r>
    </w:p>
    <w:p w:rsidR="009E2FF9" w:rsidRPr="00662878" w:rsidRDefault="009E2FF9" w:rsidP="002F610F">
      <w:pPr>
        <w:spacing w:line="276" w:lineRule="auto"/>
        <w:rPr>
          <w:color w:val="000000"/>
        </w:rPr>
      </w:pPr>
      <w:r w:rsidRPr="00662878">
        <w:rPr>
          <w:rFonts w:hint="eastAsia"/>
          <w:color w:val="000000"/>
        </w:rPr>
        <w:t xml:space="preserve">　ら７日以内に協議が整わない場合には、発注者が定め、受注者に通知する。</w:t>
      </w:r>
    </w:p>
    <w:p w:rsidR="009E2FF9" w:rsidRPr="00662878" w:rsidRDefault="009E2FF9" w:rsidP="002F610F">
      <w:pPr>
        <w:spacing w:line="276" w:lineRule="auto"/>
        <w:rPr>
          <w:color w:val="000000"/>
        </w:rPr>
      </w:pPr>
      <w:r w:rsidRPr="00662878">
        <w:rPr>
          <w:rFonts w:hint="eastAsia"/>
          <w:color w:val="000000"/>
        </w:rPr>
        <w:t>２　前項の協議開始の日については、発注者が受注者の意見を聴いて定め、受注者に通知するものとする。</w:t>
      </w:r>
    </w:p>
    <w:p w:rsidR="009E2FF9" w:rsidRPr="00662878" w:rsidRDefault="009E2FF9" w:rsidP="002F610F">
      <w:pPr>
        <w:spacing w:line="276" w:lineRule="auto"/>
        <w:rPr>
          <w:color w:val="000000"/>
        </w:rPr>
      </w:pPr>
      <w:r w:rsidRPr="00662878">
        <w:rPr>
          <w:rFonts w:hint="eastAsia"/>
          <w:color w:val="000000"/>
        </w:rPr>
        <w:t xml:space="preserve">　ただし、発注者が請負代金額の変更事由が生じた日から７日以内に協議開始の日を通知しない場合には、</w:t>
      </w:r>
    </w:p>
    <w:p w:rsidR="009E2FF9" w:rsidRPr="00662878" w:rsidRDefault="009E2FF9" w:rsidP="002F610F">
      <w:pPr>
        <w:spacing w:line="276" w:lineRule="auto"/>
        <w:rPr>
          <w:color w:val="000000"/>
        </w:rPr>
      </w:pPr>
      <w:r w:rsidRPr="00662878">
        <w:rPr>
          <w:rFonts w:hint="eastAsia"/>
          <w:color w:val="000000"/>
        </w:rPr>
        <w:t xml:space="preserve">　受注者は、協議開始の日を定め、発注者に通知することができる。</w:t>
      </w:r>
    </w:p>
    <w:p w:rsidR="009E2FF9" w:rsidRPr="00662878" w:rsidRDefault="009E2FF9" w:rsidP="002F610F">
      <w:pPr>
        <w:spacing w:line="276" w:lineRule="auto"/>
        <w:rPr>
          <w:color w:val="000000"/>
        </w:rPr>
      </w:pPr>
      <w:r w:rsidRPr="00662878">
        <w:rPr>
          <w:rFonts w:hint="eastAsia"/>
          <w:color w:val="000000"/>
        </w:rPr>
        <w:t>３　この契約書の規定により、受注者が増加費用を必要とした場合又は損害を受けた場合に発注者が負担</w:t>
      </w:r>
    </w:p>
    <w:p w:rsidR="009E2FF9" w:rsidRPr="00662878" w:rsidRDefault="009E2FF9" w:rsidP="002F610F">
      <w:pPr>
        <w:spacing w:line="276" w:lineRule="auto"/>
        <w:rPr>
          <w:color w:val="000000"/>
        </w:rPr>
      </w:pPr>
      <w:r w:rsidRPr="00662878">
        <w:rPr>
          <w:rFonts w:hint="eastAsia"/>
          <w:color w:val="000000"/>
        </w:rPr>
        <w:t xml:space="preserve">　する必要な費用の額については、発注者と受注者とが協議して定める。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（賃金又は物価の変動に基づく請負代金額の変更）</w:t>
      </w:r>
    </w:p>
    <w:p w:rsidR="009E2FF9" w:rsidRPr="00662878" w:rsidRDefault="009E2FF9" w:rsidP="002F610F">
      <w:pPr>
        <w:spacing w:line="276" w:lineRule="auto"/>
        <w:rPr>
          <w:color w:val="000000"/>
        </w:rPr>
      </w:pPr>
      <w:r w:rsidRPr="00662878">
        <w:rPr>
          <w:rFonts w:hint="eastAsia"/>
          <w:color w:val="000000"/>
        </w:rPr>
        <w:t>第２６条　発注者又は受注者は、工期内で請負契約締結の日から１２月を経過した後に日本国内における</w:t>
      </w:r>
    </w:p>
    <w:p w:rsidR="009E2FF9" w:rsidRPr="00662878" w:rsidRDefault="009E2FF9" w:rsidP="002F610F">
      <w:pPr>
        <w:spacing w:line="276" w:lineRule="auto"/>
        <w:rPr>
          <w:color w:val="000000"/>
        </w:rPr>
      </w:pPr>
      <w:r w:rsidRPr="00662878">
        <w:rPr>
          <w:rFonts w:hint="eastAsia"/>
          <w:color w:val="000000"/>
        </w:rPr>
        <w:t xml:space="preserve">　賃金水準又は物価水準の変動により請負代金額が不適当となったと認めたときは、相手方に対して請負</w:t>
      </w:r>
    </w:p>
    <w:p w:rsidR="009E2FF9" w:rsidRPr="00662878" w:rsidRDefault="009E2FF9" w:rsidP="002F610F">
      <w:pPr>
        <w:spacing w:line="276" w:lineRule="auto"/>
        <w:rPr>
          <w:color w:val="000000"/>
        </w:rPr>
      </w:pPr>
      <w:r w:rsidRPr="00662878">
        <w:rPr>
          <w:rFonts w:hint="eastAsia"/>
          <w:color w:val="000000"/>
        </w:rPr>
        <w:t xml:space="preserve">　代金額の変更を請求することができる。</w:t>
      </w:r>
    </w:p>
    <w:p w:rsidR="009E2FF9" w:rsidRPr="00662878" w:rsidRDefault="009E2FF9" w:rsidP="002F610F">
      <w:pPr>
        <w:spacing w:line="276" w:lineRule="auto"/>
        <w:rPr>
          <w:color w:val="000000"/>
        </w:rPr>
      </w:pPr>
      <w:r w:rsidRPr="00662878">
        <w:rPr>
          <w:rFonts w:hint="eastAsia"/>
          <w:color w:val="000000"/>
        </w:rPr>
        <w:t>２　発注者又は受注者は、前項の規定による請求があったときは、変動前残工事代金額（請負代金額から</w:t>
      </w:r>
    </w:p>
    <w:p w:rsidR="009E2FF9" w:rsidRPr="00662878" w:rsidRDefault="009E2FF9" w:rsidP="002F610F">
      <w:pPr>
        <w:spacing w:line="276" w:lineRule="auto"/>
        <w:rPr>
          <w:color w:val="000000"/>
        </w:rPr>
      </w:pPr>
      <w:r w:rsidRPr="00662878">
        <w:rPr>
          <w:rFonts w:hint="eastAsia"/>
          <w:color w:val="000000"/>
        </w:rPr>
        <w:t xml:space="preserve">　当該請求時の出来形部分に相応する請負代金額を控除した額をいう。以下同じ。）と変動後残工事代金額</w:t>
      </w:r>
    </w:p>
    <w:p w:rsidR="009E2FF9" w:rsidRPr="00662878" w:rsidRDefault="009E2FF9" w:rsidP="002F610F">
      <w:pPr>
        <w:spacing w:line="276" w:lineRule="auto"/>
        <w:rPr>
          <w:color w:val="000000"/>
        </w:rPr>
      </w:pPr>
      <w:r w:rsidRPr="00662878">
        <w:rPr>
          <w:rFonts w:hint="eastAsia"/>
          <w:color w:val="000000"/>
        </w:rPr>
        <w:t xml:space="preserve">　（変動後の賃金又は物価を基礎として算出した変動前残工事代金額に相応する額をいう。以下同じ。）と</w:t>
      </w:r>
    </w:p>
    <w:p w:rsidR="009E2FF9" w:rsidRPr="00662878" w:rsidRDefault="009E2FF9" w:rsidP="002F610F">
      <w:pPr>
        <w:spacing w:line="276" w:lineRule="auto"/>
        <w:rPr>
          <w:color w:val="000000"/>
        </w:rPr>
      </w:pPr>
      <w:r w:rsidRPr="00662878">
        <w:rPr>
          <w:rFonts w:hint="eastAsia"/>
          <w:color w:val="000000"/>
        </w:rPr>
        <w:t xml:space="preserve">　の差額のうち変動前残工事代金額の１０００分の１５を超える額につき、請負代金額の変更に応じなけ</w:t>
      </w:r>
    </w:p>
    <w:p w:rsidR="009E2FF9" w:rsidRPr="00662878" w:rsidRDefault="009E2FF9" w:rsidP="002F610F">
      <w:pPr>
        <w:spacing w:line="276" w:lineRule="auto"/>
        <w:rPr>
          <w:color w:val="000000"/>
        </w:rPr>
      </w:pPr>
      <w:r w:rsidRPr="00662878">
        <w:rPr>
          <w:rFonts w:hint="eastAsia"/>
          <w:color w:val="000000"/>
        </w:rPr>
        <w:t xml:space="preserve">　ればならない。</w:t>
      </w:r>
    </w:p>
    <w:p w:rsidR="009E2FF9" w:rsidRPr="00662878" w:rsidRDefault="009E2FF9" w:rsidP="002F610F">
      <w:pPr>
        <w:spacing w:line="276" w:lineRule="auto"/>
        <w:rPr>
          <w:color w:val="000000"/>
        </w:rPr>
      </w:pPr>
      <w:r w:rsidRPr="00662878">
        <w:rPr>
          <w:rFonts w:hint="eastAsia"/>
          <w:color w:val="000000"/>
        </w:rPr>
        <w:t>３　変動前残工事代金額及び変動後残工事代金額は、請求のあった日を基準とし、物価指数等に基づき発</w:t>
      </w:r>
    </w:p>
    <w:p w:rsidR="009E2FF9" w:rsidRPr="00662878" w:rsidRDefault="009E2FF9" w:rsidP="002F610F">
      <w:pPr>
        <w:spacing w:line="276" w:lineRule="auto"/>
        <w:rPr>
          <w:color w:val="000000"/>
        </w:rPr>
      </w:pPr>
      <w:r w:rsidRPr="00662878">
        <w:rPr>
          <w:rFonts w:hint="eastAsia"/>
          <w:color w:val="000000"/>
        </w:rPr>
        <w:t xml:space="preserve">　注者と受注者とが協議して定める。ただし、協議開始の日から１４日以内に協議が整わない場合にあっ</w:t>
      </w:r>
    </w:p>
    <w:p w:rsidR="009E2FF9" w:rsidRPr="00662878" w:rsidRDefault="009E2FF9" w:rsidP="002F610F">
      <w:pPr>
        <w:spacing w:line="276" w:lineRule="auto"/>
        <w:rPr>
          <w:color w:val="000000"/>
        </w:rPr>
      </w:pPr>
      <w:r w:rsidRPr="00662878">
        <w:rPr>
          <w:rFonts w:hint="eastAsia"/>
          <w:color w:val="000000"/>
        </w:rPr>
        <w:t xml:space="preserve">　ては、発注者が定め、受注者に通知する。</w:t>
      </w:r>
    </w:p>
    <w:p w:rsidR="009E2FF9" w:rsidRPr="00662878" w:rsidRDefault="009E2FF9" w:rsidP="002F610F">
      <w:pPr>
        <w:spacing w:line="276" w:lineRule="auto"/>
        <w:rPr>
          <w:color w:val="000000"/>
        </w:rPr>
      </w:pPr>
      <w:r w:rsidRPr="00662878">
        <w:rPr>
          <w:rFonts w:hint="eastAsia"/>
          <w:color w:val="000000"/>
        </w:rPr>
        <w:t>４　第１項の規定による請求は、この条の規定により請負代金額の変更を行った後再度行うことができる。</w:t>
      </w:r>
    </w:p>
    <w:p w:rsidR="009E2FF9" w:rsidRPr="00662878" w:rsidRDefault="009E2FF9" w:rsidP="002F610F">
      <w:pPr>
        <w:spacing w:line="276" w:lineRule="auto"/>
        <w:rPr>
          <w:color w:val="000000"/>
        </w:rPr>
      </w:pPr>
      <w:r w:rsidRPr="00662878">
        <w:rPr>
          <w:rFonts w:hint="eastAsia"/>
          <w:color w:val="000000"/>
        </w:rPr>
        <w:t xml:space="preserve">　この場合において、同項中「請負契約締結の日」とあるのは、「直前のこの条に基づく請負代金額変更の</w:t>
      </w:r>
    </w:p>
    <w:p w:rsidR="009E2FF9" w:rsidRPr="00662878" w:rsidRDefault="009E2FF9" w:rsidP="002F610F">
      <w:pPr>
        <w:spacing w:line="276" w:lineRule="auto"/>
        <w:rPr>
          <w:color w:val="000000"/>
        </w:rPr>
      </w:pPr>
      <w:r w:rsidRPr="00662878">
        <w:rPr>
          <w:rFonts w:hint="eastAsia"/>
          <w:color w:val="000000"/>
        </w:rPr>
        <w:t xml:space="preserve">　基準とした日」とするものとする。</w:t>
      </w:r>
    </w:p>
    <w:p w:rsidR="009E2FF9" w:rsidRPr="00662878" w:rsidRDefault="009E2FF9" w:rsidP="002F610F">
      <w:pPr>
        <w:spacing w:line="276" w:lineRule="auto"/>
        <w:rPr>
          <w:color w:val="000000"/>
        </w:rPr>
      </w:pPr>
      <w:r w:rsidRPr="00662878">
        <w:rPr>
          <w:rFonts w:hint="eastAsia"/>
          <w:color w:val="000000"/>
        </w:rPr>
        <w:t>５　特別な要因により工期内に主要な工事材料の日本国内における価格に著しい変動を生じ、請負代金額</w:t>
      </w:r>
    </w:p>
    <w:p w:rsidR="009E2FF9" w:rsidRPr="00662878" w:rsidRDefault="009E2FF9" w:rsidP="002F610F">
      <w:pPr>
        <w:spacing w:line="276" w:lineRule="auto"/>
        <w:rPr>
          <w:color w:val="000000"/>
        </w:rPr>
      </w:pPr>
      <w:r w:rsidRPr="00662878">
        <w:rPr>
          <w:rFonts w:hint="eastAsia"/>
          <w:color w:val="000000"/>
        </w:rPr>
        <w:t xml:space="preserve">　が不適当となったときは、発注者又は受注者は、前各項の規定によるほか、請負代金額の変更を請求す</w:t>
      </w:r>
    </w:p>
    <w:p w:rsidR="009E2FF9" w:rsidRPr="00662878" w:rsidRDefault="009E2FF9" w:rsidP="002F610F">
      <w:pPr>
        <w:spacing w:line="276" w:lineRule="auto"/>
        <w:rPr>
          <w:color w:val="000000"/>
        </w:rPr>
      </w:pPr>
      <w:r w:rsidRPr="00662878">
        <w:rPr>
          <w:rFonts w:hint="eastAsia"/>
          <w:color w:val="000000"/>
        </w:rPr>
        <w:t xml:space="preserve">　ることができる。</w:t>
      </w:r>
    </w:p>
    <w:p w:rsidR="009E2FF9" w:rsidRPr="00662878" w:rsidRDefault="009E2FF9" w:rsidP="002F610F">
      <w:pPr>
        <w:spacing w:line="276" w:lineRule="auto"/>
        <w:rPr>
          <w:color w:val="000000"/>
        </w:rPr>
      </w:pPr>
      <w:r w:rsidRPr="00662878">
        <w:rPr>
          <w:rFonts w:hint="eastAsia"/>
          <w:color w:val="000000"/>
        </w:rPr>
        <w:t>６　予期することのできない特別の事情により、工期内に日本国内において急激なインフレーション又は</w:t>
      </w:r>
    </w:p>
    <w:p w:rsidR="009E2FF9" w:rsidRPr="00662878" w:rsidRDefault="009E2FF9" w:rsidP="002F610F">
      <w:pPr>
        <w:spacing w:line="276" w:lineRule="auto"/>
        <w:rPr>
          <w:color w:val="000000"/>
        </w:rPr>
      </w:pPr>
      <w:r w:rsidRPr="00662878">
        <w:rPr>
          <w:rFonts w:hint="eastAsia"/>
          <w:color w:val="000000"/>
        </w:rPr>
        <w:t xml:space="preserve">　デフレーションを生じ、請負代金額が著しく不適当となったときは、発注者又は受注者は、前各項の規</w:t>
      </w:r>
    </w:p>
    <w:p w:rsidR="009E2FF9" w:rsidRPr="00662878" w:rsidRDefault="009E2FF9" w:rsidP="002F610F">
      <w:pPr>
        <w:spacing w:line="276" w:lineRule="auto"/>
        <w:rPr>
          <w:color w:val="000000"/>
        </w:rPr>
      </w:pPr>
      <w:r w:rsidRPr="00662878">
        <w:rPr>
          <w:rFonts w:hint="eastAsia"/>
          <w:color w:val="000000"/>
        </w:rPr>
        <w:t xml:space="preserve">　定にかかわらず、請負代金額の変更を請求することができる。</w:t>
      </w:r>
    </w:p>
    <w:p w:rsidR="009E2FF9" w:rsidRPr="00662878" w:rsidRDefault="009E2FF9" w:rsidP="002F610F">
      <w:pPr>
        <w:spacing w:line="276" w:lineRule="auto"/>
        <w:rPr>
          <w:color w:val="000000"/>
        </w:rPr>
      </w:pPr>
      <w:r w:rsidRPr="00662878">
        <w:rPr>
          <w:rFonts w:hint="eastAsia"/>
          <w:color w:val="000000"/>
        </w:rPr>
        <w:t>７　前２項の場合において、請負代金額の変更額については、発注者と受注者とが協議して定める。ただ</w:t>
      </w:r>
    </w:p>
    <w:p w:rsidR="009E2FF9" w:rsidRPr="00662878" w:rsidRDefault="009E2FF9" w:rsidP="002F610F">
      <w:pPr>
        <w:spacing w:line="276" w:lineRule="auto"/>
        <w:rPr>
          <w:color w:val="000000"/>
        </w:rPr>
      </w:pPr>
      <w:r w:rsidRPr="00662878">
        <w:rPr>
          <w:rFonts w:hint="eastAsia"/>
          <w:color w:val="000000"/>
        </w:rPr>
        <w:t xml:space="preserve">　し、協議開始の日から１４日以内に協議が整わない場合にあっては、発注者が定め、受注者に通知する。</w:t>
      </w:r>
    </w:p>
    <w:p w:rsidR="009E2FF9" w:rsidRPr="00662878" w:rsidRDefault="009E2FF9" w:rsidP="002F610F">
      <w:pPr>
        <w:spacing w:line="276" w:lineRule="auto"/>
        <w:rPr>
          <w:color w:val="000000"/>
        </w:rPr>
      </w:pPr>
      <w:r w:rsidRPr="00662878">
        <w:rPr>
          <w:rFonts w:hint="eastAsia"/>
          <w:color w:val="000000"/>
        </w:rPr>
        <w:t>８　第３項及び前項の協議開始の日については、発注者が受注者の意見を聴いて定め、受注者に通知しな</w:t>
      </w:r>
    </w:p>
    <w:p w:rsidR="009E2FF9" w:rsidRPr="00662878" w:rsidRDefault="009E2FF9" w:rsidP="002F610F">
      <w:pPr>
        <w:spacing w:line="276" w:lineRule="auto"/>
        <w:rPr>
          <w:color w:val="000000"/>
        </w:rPr>
      </w:pPr>
      <w:r w:rsidRPr="00662878">
        <w:rPr>
          <w:rFonts w:hint="eastAsia"/>
          <w:color w:val="000000"/>
        </w:rPr>
        <w:t xml:space="preserve">　ければならない。ただし、発注者が第１項、第５項又は第６項の請求を行った日又は受けた日から７日</w:t>
      </w:r>
    </w:p>
    <w:p w:rsidR="009E2FF9" w:rsidRPr="00662878" w:rsidRDefault="009E2FF9" w:rsidP="002F610F">
      <w:pPr>
        <w:spacing w:line="276" w:lineRule="auto"/>
        <w:rPr>
          <w:color w:val="000000"/>
        </w:rPr>
      </w:pPr>
      <w:r w:rsidRPr="00662878">
        <w:rPr>
          <w:rFonts w:hint="eastAsia"/>
          <w:color w:val="000000"/>
        </w:rPr>
        <w:t xml:space="preserve">　以内に協議開始の日を通知しない場合には、受注者は、協議開始の日を定め、発注者に通知することが</w:t>
      </w:r>
    </w:p>
    <w:p w:rsidR="009E2FF9" w:rsidRPr="00662878" w:rsidRDefault="009E2FF9" w:rsidP="002F610F">
      <w:pPr>
        <w:spacing w:line="276" w:lineRule="auto"/>
        <w:rPr>
          <w:color w:val="000000"/>
        </w:rPr>
      </w:pPr>
      <w:r w:rsidRPr="00662878">
        <w:rPr>
          <w:rFonts w:hint="eastAsia"/>
          <w:color w:val="000000"/>
        </w:rPr>
        <w:t xml:space="preserve">　できる。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（臨機の処置）</w:t>
      </w:r>
    </w:p>
    <w:p w:rsidR="009E2FF9" w:rsidRPr="00662878" w:rsidRDefault="009E2FF9" w:rsidP="002F610F">
      <w:pPr>
        <w:spacing w:line="276" w:lineRule="auto"/>
        <w:rPr>
          <w:color w:val="000000"/>
        </w:rPr>
      </w:pPr>
      <w:r w:rsidRPr="00662878">
        <w:rPr>
          <w:rFonts w:hint="eastAsia"/>
          <w:color w:val="000000"/>
        </w:rPr>
        <w:t>第２７条　受注者は、災害防止等のため必要があると認めるときは、臨機の措置をとらなければならない。</w:t>
      </w:r>
    </w:p>
    <w:p w:rsidR="009E2FF9" w:rsidRPr="00662878" w:rsidRDefault="009E2FF9" w:rsidP="002F610F">
      <w:pPr>
        <w:spacing w:line="276" w:lineRule="auto"/>
        <w:rPr>
          <w:color w:val="000000"/>
        </w:rPr>
      </w:pPr>
      <w:r w:rsidRPr="00662878">
        <w:rPr>
          <w:rFonts w:hint="eastAsia"/>
          <w:color w:val="000000"/>
        </w:rPr>
        <w:t xml:space="preserve">　この場合において、必要があると認めるときは、受注者は、あらかじめ監督員の意見を聴かなければな</w:t>
      </w:r>
    </w:p>
    <w:p w:rsidR="009E2FF9" w:rsidRPr="00662878" w:rsidRDefault="009E2FF9" w:rsidP="002F610F">
      <w:pPr>
        <w:spacing w:line="276" w:lineRule="auto"/>
        <w:rPr>
          <w:color w:val="000000"/>
        </w:rPr>
      </w:pPr>
      <w:r w:rsidRPr="00662878">
        <w:rPr>
          <w:rFonts w:hint="eastAsia"/>
          <w:color w:val="000000"/>
        </w:rPr>
        <w:t xml:space="preserve">　らない。ただし、緊急やむを得ない事情があるときは、この限りでない。</w:t>
      </w:r>
    </w:p>
    <w:p w:rsidR="009E2FF9" w:rsidRPr="00662878" w:rsidRDefault="009E2FF9" w:rsidP="002F610F">
      <w:pPr>
        <w:spacing w:line="276" w:lineRule="auto"/>
        <w:rPr>
          <w:color w:val="000000"/>
        </w:rPr>
      </w:pPr>
      <w:r w:rsidRPr="00662878">
        <w:rPr>
          <w:rFonts w:hint="eastAsia"/>
          <w:color w:val="000000"/>
        </w:rPr>
        <w:t>２　前項の場合においては、受注者は、そのとった措置の内容を監督員に直ちに通知しなければならない。</w:t>
      </w:r>
    </w:p>
    <w:p w:rsidR="009E2FF9" w:rsidRPr="00662878" w:rsidRDefault="009E2FF9" w:rsidP="002F610F">
      <w:pPr>
        <w:spacing w:line="276" w:lineRule="auto"/>
        <w:rPr>
          <w:color w:val="000000"/>
        </w:rPr>
      </w:pPr>
      <w:r w:rsidRPr="00662878">
        <w:rPr>
          <w:rFonts w:hint="eastAsia"/>
          <w:color w:val="000000"/>
        </w:rPr>
        <w:t>３　監督員は、災害防止その他工事の施工上特に必要があると認めるときは、受注者に対して臨機の措置</w:t>
      </w:r>
    </w:p>
    <w:p w:rsidR="009E2FF9" w:rsidRPr="00662878" w:rsidRDefault="009E2FF9" w:rsidP="002F610F">
      <w:pPr>
        <w:spacing w:line="276" w:lineRule="auto"/>
        <w:rPr>
          <w:color w:val="000000"/>
        </w:rPr>
      </w:pPr>
      <w:r w:rsidRPr="00662878">
        <w:rPr>
          <w:rFonts w:hint="eastAsia"/>
          <w:color w:val="000000"/>
        </w:rPr>
        <w:t xml:space="preserve">　をとることを請求することができる。</w:t>
      </w:r>
    </w:p>
    <w:p w:rsidR="009E2FF9" w:rsidRPr="00662878" w:rsidRDefault="009E2FF9" w:rsidP="002F610F">
      <w:pPr>
        <w:spacing w:line="276" w:lineRule="auto"/>
        <w:rPr>
          <w:color w:val="000000"/>
        </w:rPr>
      </w:pPr>
      <w:r w:rsidRPr="00662878">
        <w:rPr>
          <w:rFonts w:hint="eastAsia"/>
          <w:color w:val="000000"/>
        </w:rPr>
        <w:t>４　受注者が第１項又は前項の規定により臨機の措置をとった場合において、当該措置に要した費用のう</w:t>
      </w:r>
    </w:p>
    <w:p w:rsidR="009E2FF9" w:rsidRPr="00662878" w:rsidRDefault="009E2FF9" w:rsidP="002F610F">
      <w:pPr>
        <w:spacing w:line="276" w:lineRule="auto"/>
        <w:rPr>
          <w:color w:val="000000"/>
        </w:rPr>
      </w:pPr>
      <w:r w:rsidRPr="00662878">
        <w:rPr>
          <w:rFonts w:hint="eastAsia"/>
          <w:color w:val="000000"/>
        </w:rPr>
        <w:t xml:space="preserve">　ち、受注者が請負代金額の範囲において負担することが適当でないと認められる部分については、発注</w:t>
      </w:r>
    </w:p>
    <w:p w:rsidR="009E2FF9" w:rsidRPr="00662878" w:rsidRDefault="009E2FF9" w:rsidP="002F610F">
      <w:pPr>
        <w:spacing w:line="276" w:lineRule="auto"/>
        <w:rPr>
          <w:color w:val="000000"/>
        </w:rPr>
      </w:pPr>
      <w:r w:rsidRPr="00662878">
        <w:rPr>
          <w:rFonts w:hint="eastAsia"/>
          <w:color w:val="000000"/>
        </w:rPr>
        <w:t xml:space="preserve">　者が負担する。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（一般的損害）</w:t>
      </w:r>
    </w:p>
    <w:p w:rsidR="009E2FF9" w:rsidRPr="00662878" w:rsidRDefault="009E2FF9" w:rsidP="002F610F">
      <w:pPr>
        <w:spacing w:line="276" w:lineRule="auto"/>
        <w:rPr>
          <w:color w:val="000000"/>
        </w:rPr>
      </w:pPr>
      <w:r w:rsidRPr="00662878">
        <w:rPr>
          <w:rFonts w:hint="eastAsia"/>
          <w:color w:val="000000"/>
        </w:rPr>
        <w:t>第２８条　工事目的物の引渡し前に、工事目的物又は工事材料について生じた損害その他工事の施工に関</w:t>
      </w:r>
    </w:p>
    <w:p w:rsidR="009E2FF9" w:rsidRPr="00662878" w:rsidRDefault="009E2FF9" w:rsidP="002F610F">
      <w:pPr>
        <w:spacing w:line="276" w:lineRule="auto"/>
        <w:rPr>
          <w:color w:val="000000"/>
        </w:rPr>
      </w:pPr>
      <w:r w:rsidRPr="00662878">
        <w:rPr>
          <w:rFonts w:hint="eastAsia"/>
          <w:color w:val="000000"/>
        </w:rPr>
        <w:t xml:space="preserve">　して生じた損害（次条第１項若しくは第２項又は第３０条第１項に規定する損害を除く。）については、</w:t>
      </w:r>
    </w:p>
    <w:p w:rsidR="009E2FF9" w:rsidRPr="00662878" w:rsidRDefault="009E2FF9" w:rsidP="002F610F">
      <w:pPr>
        <w:spacing w:line="276" w:lineRule="auto"/>
        <w:rPr>
          <w:color w:val="000000"/>
        </w:rPr>
      </w:pPr>
      <w:r w:rsidRPr="00662878">
        <w:rPr>
          <w:rFonts w:hint="eastAsia"/>
          <w:color w:val="000000"/>
        </w:rPr>
        <w:t xml:space="preserve">　受注者がその費用を負担する。ただし、その損害（第５３条第１項の規定により付された保険等により</w:t>
      </w:r>
    </w:p>
    <w:p w:rsidR="009E2FF9" w:rsidRPr="00662878" w:rsidRDefault="009E2FF9" w:rsidP="002F610F">
      <w:pPr>
        <w:spacing w:line="276" w:lineRule="auto"/>
        <w:rPr>
          <w:color w:val="000000"/>
        </w:rPr>
      </w:pPr>
      <w:r w:rsidRPr="00662878">
        <w:rPr>
          <w:rFonts w:hint="eastAsia"/>
          <w:color w:val="000000"/>
        </w:rPr>
        <w:t xml:space="preserve">　てん補された部分を除く。）のうち発注者の責めに帰すべき事由により生じたものについては、発注者が</w:t>
      </w:r>
    </w:p>
    <w:p w:rsidR="009E2FF9" w:rsidRPr="00662878" w:rsidRDefault="009E2FF9" w:rsidP="002F610F">
      <w:pPr>
        <w:spacing w:line="276" w:lineRule="auto"/>
        <w:rPr>
          <w:color w:val="000000"/>
        </w:rPr>
      </w:pPr>
      <w:r w:rsidRPr="00662878">
        <w:rPr>
          <w:rFonts w:hint="eastAsia"/>
          <w:color w:val="000000"/>
        </w:rPr>
        <w:t xml:space="preserve">　負担する。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（第三者に及ぼした損害）</w:t>
      </w:r>
    </w:p>
    <w:p w:rsidR="009E2FF9" w:rsidRPr="00662878" w:rsidRDefault="009E2FF9" w:rsidP="002F610F">
      <w:pPr>
        <w:spacing w:line="276" w:lineRule="auto"/>
        <w:rPr>
          <w:color w:val="000000"/>
        </w:rPr>
      </w:pPr>
      <w:r w:rsidRPr="00662878">
        <w:rPr>
          <w:rFonts w:hint="eastAsia"/>
          <w:color w:val="000000"/>
        </w:rPr>
        <w:t>第２９条　工事の施工について第三者に損害を及ぼしたときは、受注者がその損害を賠償しなければなら</w:t>
      </w:r>
    </w:p>
    <w:p w:rsidR="009E2FF9" w:rsidRPr="00662878" w:rsidRDefault="009E2FF9" w:rsidP="002F610F">
      <w:pPr>
        <w:spacing w:line="276" w:lineRule="auto"/>
        <w:rPr>
          <w:color w:val="000000"/>
        </w:rPr>
      </w:pPr>
      <w:r w:rsidRPr="00662878">
        <w:rPr>
          <w:rFonts w:hint="eastAsia"/>
          <w:color w:val="000000"/>
        </w:rPr>
        <w:t xml:space="preserve">　ない。ただし、その損害（第５３条第１項の規定により付された保険等によりてん補された部分を除く。</w:t>
      </w:r>
    </w:p>
    <w:p w:rsidR="009E2FF9" w:rsidRPr="00662878" w:rsidRDefault="009E2FF9" w:rsidP="002F610F">
      <w:pPr>
        <w:spacing w:line="276" w:lineRule="auto"/>
        <w:rPr>
          <w:color w:val="000000"/>
        </w:rPr>
      </w:pPr>
      <w:r w:rsidRPr="00662878">
        <w:rPr>
          <w:rFonts w:hint="eastAsia"/>
          <w:color w:val="000000"/>
        </w:rPr>
        <w:t xml:space="preserve">　以下この条において同じ。）のうち発注者の責めに帰すべき事由により生じたものについては、発注者が</w:t>
      </w:r>
    </w:p>
    <w:p w:rsidR="009E2FF9" w:rsidRPr="00662878" w:rsidRDefault="009E2FF9" w:rsidP="002F610F">
      <w:pPr>
        <w:spacing w:line="276" w:lineRule="auto"/>
        <w:rPr>
          <w:color w:val="000000"/>
        </w:rPr>
      </w:pPr>
      <w:r w:rsidRPr="00662878">
        <w:rPr>
          <w:rFonts w:hint="eastAsia"/>
          <w:color w:val="000000"/>
        </w:rPr>
        <w:t xml:space="preserve">　負担する。</w:t>
      </w:r>
    </w:p>
    <w:p w:rsidR="009E2FF9" w:rsidRPr="00662878" w:rsidRDefault="009E2FF9" w:rsidP="002F610F">
      <w:pPr>
        <w:spacing w:line="276" w:lineRule="auto"/>
        <w:rPr>
          <w:color w:val="000000"/>
        </w:rPr>
      </w:pPr>
      <w:r w:rsidRPr="00662878">
        <w:rPr>
          <w:rFonts w:hint="eastAsia"/>
          <w:color w:val="000000"/>
        </w:rPr>
        <w:t>２　前項の規定にかかわらず、工事の施工に伴い通常避けることができない騒音、振動、地盤沈下、地下</w:t>
      </w:r>
    </w:p>
    <w:p w:rsidR="009E2FF9" w:rsidRPr="00662878" w:rsidRDefault="009E2FF9" w:rsidP="002F610F">
      <w:pPr>
        <w:spacing w:line="276" w:lineRule="auto"/>
        <w:rPr>
          <w:color w:val="000000"/>
        </w:rPr>
      </w:pPr>
      <w:r w:rsidRPr="00662878">
        <w:rPr>
          <w:rFonts w:hint="eastAsia"/>
          <w:color w:val="000000"/>
        </w:rPr>
        <w:t xml:space="preserve">　水の断絶等の理由により第三者に損害を及ぼしたときは、発注者がその損害を負担しなければならない。</w:t>
      </w:r>
    </w:p>
    <w:p w:rsidR="009E2FF9" w:rsidRPr="00662878" w:rsidRDefault="009E2FF9" w:rsidP="002F610F">
      <w:pPr>
        <w:spacing w:line="276" w:lineRule="auto"/>
        <w:rPr>
          <w:color w:val="000000"/>
        </w:rPr>
      </w:pPr>
      <w:r w:rsidRPr="00662878">
        <w:rPr>
          <w:rFonts w:hint="eastAsia"/>
          <w:color w:val="000000"/>
        </w:rPr>
        <w:t xml:space="preserve">　ただし、その損害のうち工事の施工につき受注者が善良な管理者の注意義務を怠ったことにより生じた</w:t>
      </w:r>
    </w:p>
    <w:p w:rsidR="009E2FF9" w:rsidRPr="00662878" w:rsidRDefault="009E2FF9" w:rsidP="002F610F">
      <w:pPr>
        <w:spacing w:line="276" w:lineRule="auto"/>
        <w:rPr>
          <w:color w:val="000000"/>
        </w:rPr>
      </w:pPr>
      <w:r w:rsidRPr="00662878">
        <w:rPr>
          <w:rFonts w:hint="eastAsia"/>
          <w:color w:val="000000"/>
        </w:rPr>
        <w:t xml:space="preserve">　ものについては、受注者が負担する。</w:t>
      </w:r>
    </w:p>
    <w:p w:rsidR="009E2FF9" w:rsidRPr="00662878" w:rsidRDefault="009E2FF9" w:rsidP="002F610F">
      <w:pPr>
        <w:spacing w:line="276" w:lineRule="auto"/>
        <w:rPr>
          <w:color w:val="000000"/>
        </w:rPr>
      </w:pPr>
      <w:r w:rsidRPr="00662878">
        <w:rPr>
          <w:rFonts w:hint="eastAsia"/>
          <w:color w:val="000000"/>
        </w:rPr>
        <w:t>３　前２項の場合その他工事の施工について第三者との間に紛争を生じた場合においては、発注者及び受</w:t>
      </w:r>
    </w:p>
    <w:p w:rsidR="009E2FF9" w:rsidRPr="00662878" w:rsidRDefault="009E2FF9" w:rsidP="002F610F">
      <w:pPr>
        <w:spacing w:line="276" w:lineRule="auto"/>
        <w:rPr>
          <w:color w:val="000000"/>
        </w:rPr>
      </w:pPr>
      <w:r w:rsidRPr="00662878">
        <w:rPr>
          <w:rFonts w:hint="eastAsia"/>
          <w:color w:val="000000"/>
        </w:rPr>
        <w:t xml:space="preserve">　注者は協力してその処理解決に当たるものとする。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（不可抗力による損害）</w:t>
      </w:r>
    </w:p>
    <w:p w:rsidR="009E2FF9" w:rsidRPr="00662878" w:rsidRDefault="009E2FF9" w:rsidP="002F610F">
      <w:pPr>
        <w:spacing w:line="276" w:lineRule="auto"/>
        <w:rPr>
          <w:color w:val="000000"/>
        </w:rPr>
      </w:pPr>
      <w:r w:rsidRPr="00662878">
        <w:rPr>
          <w:rFonts w:hint="eastAsia"/>
          <w:color w:val="000000"/>
        </w:rPr>
        <w:t>第３０条　工事目的物の引渡し前に、天災等（設計図書で基準を定めたものにあっては、当該基準を超え</w:t>
      </w:r>
    </w:p>
    <w:p w:rsidR="009E2FF9" w:rsidRPr="00662878" w:rsidRDefault="009E2FF9" w:rsidP="002F610F">
      <w:pPr>
        <w:spacing w:line="276" w:lineRule="auto"/>
        <w:rPr>
          <w:color w:val="000000"/>
        </w:rPr>
      </w:pPr>
      <w:r w:rsidRPr="00662878">
        <w:rPr>
          <w:rFonts w:hint="eastAsia"/>
          <w:color w:val="000000"/>
        </w:rPr>
        <w:t xml:space="preserve">　るものに限る。）で発注者と受注者のいずれの責めにも帰すことができないもの（以下この条において「不</w:t>
      </w:r>
    </w:p>
    <w:p w:rsidR="009E2FF9" w:rsidRPr="00662878" w:rsidRDefault="009E2FF9" w:rsidP="002F610F">
      <w:pPr>
        <w:spacing w:line="276" w:lineRule="auto"/>
        <w:rPr>
          <w:color w:val="000000"/>
        </w:rPr>
      </w:pPr>
      <w:r w:rsidRPr="00662878">
        <w:rPr>
          <w:rFonts w:hint="eastAsia"/>
          <w:color w:val="000000"/>
        </w:rPr>
        <w:t xml:space="preserve">　可抗力」という。）により、工事目的物、仮設物又は工事現場に搬入済みの工事材料若しくは建設機械器</w:t>
      </w:r>
    </w:p>
    <w:p w:rsidR="009E2FF9" w:rsidRPr="00662878" w:rsidRDefault="009E2FF9" w:rsidP="002F610F">
      <w:pPr>
        <w:spacing w:line="276" w:lineRule="auto"/>
        <w:rPr>
          <w:color w:val="000000"/>
        </w:rPr>
      </w:pPr>
      <w:r w:rsidRPr="00662878">
        <w:rPr>
          <w:rFonts w:hint="eastAsia"/>
          <w:color w:val="000000"/>
        </w:rPr>
        <w:t xml:space="preserve">　具に損害が生じたときは、受注者は、その事実の発生後直ちにその状況を発注者に通知しなければなら</w:t>
      </w:r>
    </w:p>
    <w:p w:rsidR="009E2FF9" w:rsidRPr="00662878" w:rsidRDefault="009E2FF9" w:rsidP="002F610F">
      <w:pPr>
        <w:spacing w:line="276" w:lineRule="auto"/>
        <w:rPr>
          <w:color w:val="000000"/>
        </w:rPr>
      </w:pPr>
      <w:r w:rsidRPr="00662878">
        <w:rPr>
          <w:rFonts w:hint="eastAsia"/>
          <w:color w:val="000000"/>
        </w:rPr>
        <w:t xml:space="preserve">　ない。</w:t>
      </w:r>
    </w:p>
    <w:p w:rsidR="009E2FF9" w:rsidRPr="00662878" w:rsidRDefault="009E2FF9" w:rsidP="002F610F">
      <w:pPr>
        <w:spacing w:line="276" w:lineRule="auto"/>
        <w:rPr>
          <w:color w:val="000000"/>
        </w:rPr>
      </w:pPr>
      <w:r w:rsidRPr="00662878">
        <w:rPr>
          <w:rFonts w:hint="eastAsia"/>
          <w:color w:val="000000"/>
        </w:rPr>
        <w:t>２　発注者は、前項の規定による通知を受けたときは、直ちに調査を行い、同項の損害（受注者が善良な</w:t>
      </w:r>
    </w:p>
    <w:p w:rsidR="009E2FF9" w:rsidRPr="00662878" w:rsidRDefault="009E2FF9" w:rsidP="002F610F">
      <w:pPr>
        <w:spacing w:line="276" w:lineRule="auto"/>
        <w:rPr>
          <w:color w:val="000000"/>
        </w:rPr>
      </w:pPr>
      <w:r w:rsidRPr="00662878">
        <w:rPr>
          <w:rFonts w:hint="eastAsia"/>
          <w:color w:val="000000"/>
        </w:rPr>
        <w:t xml:space="preserve">　管理者の注意義務を怠ったことに基づくもの及び第５３条第１項の規定により付された保険等によりて</w:t>
      </w:r>
    </w:p>
    <w:p w:rsidR="009E2FF9" w:rsidRPr="00662878" w:rsidRDefault="009E2FF9" w:rsidP="002F610F">
      <w:pPr>
        <w:spacing w:line="276" w:lineRule="auto"/>
        <w:rPr>
          <w:color w:val="000000"/>
        </w:rPr>
      </w:pPr>
      <w:r w:rsidRPr="00662878">
        <w:rPr>
          <w:rFonts w:hint="eastAsia"/>
          <w:color w:val="000000"/>
        </w:rPr>
        <w:t xml:space="preserve">　ん補された部分を除く。以下この条において「損害」という。）の状況を確認し、その結果を受注者に通</w:t>
      </w:r>
    </w:p>
    <w:p w:rsidR="009E2FF9" w:rsidRPr="00662878" w:rsidRDefault="009E2FF9" w:rsidP="002F610F">
      <w:pPr>
        <w:spacing w:line="276" w:lineRule="auto"/>
        <w:rPr>
          <w:color w:val="000000"/>
        </w:rPr>
      </w:pPr>
      <w:r w:rsidRPr="00662878">
        <w:rPr>
          <w:rFonts w:hint="eastAsia"/>
          <w:color w:val="000000"/>
        </w:rPr>
        <w:t xml:space="preserve">　知しなければならない。</w:t>
      </w:r>
    </w:p>
    <w:p w:rsidR="009E2FF9" w:rsidRPr="00662878" w:rsidRDefault="009E2FF9" w:rsidP="002F610F">
      <w:pPr>
        <w:spacing w:line="276" w:lineRule="auto"/>
        <w:rPr>
          <w:color w:val="000000"/>
        </w:rPr>
      </w:pPr>
      <w:r w:rsidRPr="00662878">
        <w:rPr>
          <w:rFonts w:hint="eastAsia"/>
          <w:color w:val="000000"/>
        </w:rPr>
        <w:t>３　受注者は、前項の規定により損害の状況が確認されたときは、損害による費用の負担を発注者に請求</w:t>
      </w:r>
    </w:p>
    <w:p w:rsidR="009E2FF9" w:rsidRPr="00662878" w:rsidRDefault="009E2FF9" w:rsidP="002F610F">
      <w:pPr>
        <w:spacing w:line="276" w:lineRule="auto"/>
        <w:rPr>
          <w:color w:val="000000"/>
        </w:rPr>
      </w:pPr>
      <w:r w:rsidRPr="00662878">
        <w:rPr>
          <w:rFonts w:hint="eastAsia"/>
          <w:color w:val="000000"/>
        </w:rPr>
        <w:t xml:space="preserve">　することができる。</w:t>
      </w:r>
    </w:p>
    <w:p w:rsidR="009E2FF9" w:rsidRPr="00662878" w:rsidRDefault="009E2FF9" w:rsidP="002F610F">
      <w:pPr>
        <w:spacing w:line="276" w:lineRule="auto"/>
        <w:rPr>
          <w:color w:val="000000"/>
        </w:rPr>
      </w:pPr>
      <w:r w:rsidRPr="00662878">
        <w:rPr>
          <w:rFonts w:hint="eastAsia"/>
          <w:color w:val="000000"/>
        </w:rPr>
        <w:t>４　発注者は、前項の規定により受注者から損害による費用の負担の請求があったときは、当該損害の額</w:t>
      </w:r>
    </w:p>
    <w:p w:rsidR="009E2FF9" w:rsidRPr="00662878" w:rsidRDefault="009E2FF9" w:rsidP="002F610F">
      <w:pPr>
        <w:spacing w:line="276" w:lineRule="auto"/>
        <w:rPr>
          <w:color w:val="000000"/>
        </w:rPr>
      </w:pPr>
      <w:r w:rsidRPr="00662878">
        <w:rPr>
          <w:rFonts w:hint="eastAsia"/>
          <w:color w:val="000000"/>
        </w:rPr>
        <w:t xml:space="preserve">　（工事目的物、仮設物又は工事現場に搬入済みの工事材料若しくは建設機械器具であって第１４条第２</w:t>
      </w:r>
    </w:p>
    <w:p w:rsidR="009E2FF9" w:rsidRPr="00662878" w:rsidRDefault="009E2FF9" w:rsidP="002F610F">
      <w:pPr>
        <w:spacing w:line="276" w:lineRule="auto"/>
        <w:rPr>
          <w:color w:val="000000"/>
        </w:rPr>
      </w:pPr>
      <w:r w:rsidRPr="00662878">
        <w:rPr>
          <w:rFonts w:hint="eastAsia"/>
          <w:color w:val="000000"/>
        </w:rPr>
        <w:t xml:space="preserve">　項、第１５条第１項若しくは第２項又は第３８条第３項の規定による検査、立会いその他受注者の工事</w:t>
      </w:r>
    </w:p>
    <w:p w:rsidR="009E2FF9" w:rsidRPr="00662878" w:rsidRDefault="009E2FF9" w:rsidP="002F610F">
      <w:pPr>
        <w:spacing w:line="276" w:lineRule="auto"/>
        <w:rPr>
          <w:color w:val="000000"/>
        </w:rPr>
      </w:pPr>
      <w:r w:rsidRPr="00662878">
        <w:rPr>
          <w:rFonts w:hint="eastAsia"/>
          <w:color w:val="000000"/>
        </w:rPr>
        <w:t xml:space="preserve">　に関する記録等により確認することができるものに係る額に限る。）及び当該損害の取片付けに要する費</w:t>
      </w:r>
    </w:p>
    <w:p w:rsidR="009E2FF9" w:rsidRPr="00662878" w:rsidRDefault="009E2FF9" w:rsidP="002F610F">
      <w:pPr>
        <w:spacing w:line="276" w:lineRule="auto"/>
        <w:rPr>
          <w:color w:val="000000"/>
        </w:rPr>
      </w:pPr>
      <w:r w:rsidRPr="00662878">
        <w:rPr>
          <w:rFonts w:hint="eastAsia"/>
          <w:color w:val="000000"/>
        </w:rPr>
        <w:t xml:space="preserve">　用の額の合計額（第６項において「損害合計額」という。）のうち請負代金額の１００分の１を超える額</w:t>
      </w:r>
    </w:p>
    <w:p w:rsidR="009E2FF9" w:rsidRPr="00662878" w:rsidRDefault="009E2FF9" w:rsidP="002F610F">
      <w:pPr>
        <w:spacing w:line="276" w:lineRule="auto"/>
        <w:rPr>
          <w:color w:val="000000"/>
        </w:rPr>
      </w:pPr>
      <w:r w:rsidRPr="00662878">
        <w:rPr>
          <w:rFonts w:hint="eastAsia"/>
          <w:color w:val="000000"/>
        </w:rPr>
        <w:t xml:space="preserve">　を負担しなければならない。</w:t>
      </w:r>
    </w:p>
    <w:p w:rsidR="009E2FF9" w:rsidRPr="00662878" w:rsidRDefault="009E2FF9" w:rsidP="002F610F">
      <w:pPr>
        <w:spacing w:line="276" w:lineRule="auto"/>
        <w:rPr>
          <w:color w:val="000000"/>
        </w:rPr>
      </w:pPr>
      <w:r w:rsidRPr="00662878">
        <w:rPr>
          <w:rFonts w:hint="eastAsia"/>
          <w:color w:val="000000"/>
        </w:rPr>
        <w:t>５　損害の額は、次の各号に掲げる損害につき、それぞれ当該各号に定めるところにより、算定する。</w:t>
      </w:r>
    </w:p>
    <w:p w:rsidR="009E2FF9" w:rsidRPr="00662878" w:rsidRDefault="009E2FF9" w:rsidP="002F610F">
      <w:pPr>
        <w:spacing w:line="276" w:lineRule="auto"/>
        <w:rPr>
          <w:color w:val="000000"/>
        </w:rPr>
      </w:pPr>
      <w:r w:rsidRPr="00662878">
        <w:rPr>
          <w:rFonts w:hint="eastAsia"/>
          <w:color w:val="000000"/>
        </w:rPr>
        <w:t>（１）工事目的物に関する損害</w:t>
      </w:r>
    </w:p>
    <w:p w:rsidR="009E2FF9" w:rsidRPr="00662878" w:rsidRDefault="009E2FF9" w:rsidP="002F610F">
      <w:pPr>
        <w:spacing w:line="276" w:lineRule="auto"/>
        <w:rPr>
          <w:color w:val="000000"/>
        </w:rPr>
      </w:pPr>
      <w:r w:rsidRPr="00662878">
        <w:rPr>
          <w:rFonts w:hint="eastAsia"/>
          <w:color w:val="000000"/>
        </w:rPr>
        <w:t xml:space="preserve">　　　損害を受けた工事目的物に相応する請負代金額とし、残存価値がある場合にはその評価額を差し引</w:t>
      </w:r>
    </w:p>
    <w:p w:rsidR="009E2FF9" w:rsidRPr="00662878" w:rsidRDefault="009E2FF9" w:rsidP="002F610F">
      <w:pPr>
        <w:spacing w:line="276" w:lineRule="auto"/>
        <w:rPr>
          <w:color w:val="000000"/>
        </w:rPr>
      </w:pPr>
      <w:r w:rsidRPr="00662878">
        <w:rPr>
          <w:rFonts w:hint="eastAsia"/>
          <w:color w:val="000000"/>
        </w:rPr>
        <w:t xml:space="preserve">　　いた額とする。</w:t>
      </w:r>
    </w:p>
    <w:p w:rsidR="009E2FF9" w:rsidRPr="00662878" w:rsidRDefault="009E2FF9" w:rsidP="002F610F">
      <w:pPr>
        <w:spacing w:line="276" w:lineRule="auto"/>
        <w:rPr>
          <w:color w:val="000000"/>
        </w:rPr>
      </w:pPr>
      <w:r w:rsidRPr="00662878">
        <w:rPr>
          <w:rFonts w:hint="eastAsia"/>
          <w:color w:val="000000"/>
        </w:rPr>
        <w:t>（２）工事材料に関する損害</w:t>
      </w:r>
    </w:p>
    <w:p w:rsidR="009E2FF9" w:rsidRPr="00662878" w:rsidRDefault="009E2FF9" w:rsidP="002F610F">
      <w:pPr>
        <w:spacing w:line="276" w:lineRule="auto"/>
        <w:rPr>
          <w:color w:val="000000"/>
        </w:rPr>
      </w:pPr>
      <w:r w:rsidRPr="00662878">
        <w:rPr>
          <w:rFonts w:hint="eastAsia"/>
          <w:color w:val="000000"/>
        </w:rPr>
        <w:t xml:space="preserve">　　　損害を受けた工事材料で通常妥当と認められるものに相応する請負代金額とし、残存価値がある場</w:t>
      </w:r>
    </w:p>
    <w:p w:rsidR="009E2FF9" w:rsidRPr="00662878" w:rsidRDefault="009E2FF9" w:rsidP="002F610F">
      <w:pPr>
        <w:spacing w:line="276" w:lineRule="auto"/>
        <w:rPr>
          <w:color w:val="000000"/>
        </w:rPr>
      </w:pPr>
      <w:r w:rsidRPr="00662878">
        <w:rPr>
          <w:rFonts w:hint="eastAsia"/>
          <w:color w:val="000000"/>
        </w:rPr>
        <w:t xml:space="preserve">　　合にはその評価額を差し引いた額とする。</w:t>
      </w:r>
    </w:p>
    <w:p w:rsidR="009E2FF9" w:rsidRPr="00662878" w:rsidRDefault="009E2FF9" w:rsidP="002F610F">
      <w:pPr>
        <w:spacing w:line="276" w:lineRule="auto"/>
        <w:rPr>
          <w:color w:val="000000"/>
        </w:rPr>
      </w:pPr>
      <w:r w:rsidRPr="00662878">
        <w:rPr>
          <w:rFonts w:hint="eastAsia"/>
          <w:color w:val="000000"/>
        </w:rPr>
        <w:t>（３）仮設物又は建設機械器具に関する損害</w:t>
      </w:r>
    </w:p>
    <w:p w:rsidR="009E2FF9" w:rsidRPr="00662878" w:rsidRDefault="009E2FF9" w:rsidP="002F610F">
      <w:pPr>
        <w:spacing w:line="276" w:lineRule="auto"/>
        <w:rPr>
          <w:color w:val="000000"/>
        </w:rPr>
      </w:pPr>
      <w:r w:rsidRPr="00662878">
        <w:rPr>
          <w:rFonts w:hint="eastAsia"/>
          <w:color w:val="000000"/>
        </w:rPr>
        <w:t xml:space="preserve">　　　損害を受けた仮設物又は建設機械器具で通常妥当と認められるものについて、当該工事で償却する</w:t>
      </w:r>
    </w:p>
    <w:p w:rsidR="009E2FF9" w:rsidRPr="00662878" w:rsidRDefault="009E2FF9" w:rsidP="002F610F">
      <w:pPr>
        <w:spacing w:line="276" w:lineRule="auto"/>
        <w:rPr>
          <w:color w:val="000000"/>
        </w:rPr>
      </w:pPr>
      <w:r w:rsidRPr="00662878">
        <w:rPr>
          <w:rFonts w:hint="eastAsia"/>
          <w:color w:val="000000"/>
        </w:rPr>
        <w:t xml:space="preserve">　　こととしている償却費の額から損害を受けた時点における工事目的物に相応する償却費の額を差し引</w:t>
      </w:r>
    </w:p>
    <w:p w:rsidR="009E2FF9" w:rsidRPr="00662878" w:rsidRDefault="009E2FF9" w:rsidP="002F610F">
      <w:pPr>
        <w:spacing w:line="276" w:lineRule="auto"/>
        <w:rPr>
          <w:color w:val="000000"/>
        </w:rPr>
      </w:pPr>
      <w:r w:rsidRPr="00662878">
        <w:rPr>
          <w:rFonts w:hint="eastAsia"/>
          <w:color w:val="000000"/>
        </w:rPr>
        <w:t xml:space="preserve">　　いた額とする。ただし、修繕によりその機能を回復することができ、かつ、修繕費の額が上記の額よ</w:t>
      </w:r>
    </w:p>
    <w:p w:rsidR="009E2FF9" w:rsidRPr="00662878" w:rsidRDefault="009E2FF9" w:rsidP="002F610F">
      <w:pPr>
        <w:spacing w:line="276" w:lineRule="auto"/>
        <w:rPr>
          <w:color w:val="000000"/>
        </w:rPr>
      </w:pPr>
      <w:r w:rsidRPr="00662878">
        <w:rPr>
          <w:rFonts w:hint="eastAsia"/>
          <w:color w:val="000000"/>
        </w:rPr>
        <w:t xml:space="preserve">　　り少額であるものについては、その修繕費の額とする。</w:t>
      </w:r>
    </w:p>
    <w:p w:rsidR="009E2FF9" w:rsidRPr="00662878" w:rsidRDefault="009E2FF9" w:rsidP="002F610F">
      <w:pPr>
        <w:spacing w:line="276" w:lineRule="auto"/>
        <w:rPr>
          <w:color w:val="000000"/>
        </w:rPr>
      </w:pPr>
      <w:r w:rsidRPr="00662878">
        <w:rPr>
          <w:rFonts w:hint="eastAsia"/>
          <w:color w:val="000000"/>
        </w:rPr>
        <w:t>６　数次にわたる不可抗力により損害合計額が累積した場合における第２次以降の不可抗力による損害合</w:t>
      </w:r>
    </w:p>
    <w:p w:rsidR="009E2FF9" w:rsidRPr="00662878" w:rsidRDefault="009E2FF9" w:rsidP="002F610F">
      <w:pPr>
        <w:spacing w:line="276" w:lineRule="auto"/>
        <w:rPr>
          <w:color w:val="000000"/>
        </w:rPr>
      </w:pPr>
      <w:r w:rsidRPr="00662878">
        <w:rPr>
          <w:rFonts w:hint="eastAsia"/>
          <w:color w:val="000000"/>
        </w:rPr>
        <w:t xml:space="preserve">　計額の負担については、第４項中「当該損害の額」とあるのは「損害の額の累計」と、「当該損害の取片</w:t>
      </w:r>
    </w:p>
    <w:p w:rsidR="009E2FF9" w:rsidRPr="00662878" w:rsidRDefault="009E2FF9" w:rsidP="002F610F">
      <w:pPr>
        <w:spacing w:line="276" w:lineRule="auto"/>
        <w:rPr>
          <w:color w:val="000000"/>
        </w:rPr>
      </w:pPr>
      <w:r w:rsidRPr="00662878">
        <w:rPr>
          <w:rFonts w:hint="eastAsia"/>
          <w:color w:val="000000"/>
        </w:rPr>
        <w:t xml:space="preserve">　付けに要する費用の額」とあるのは「損害の取片付けに要する費用の額の累計」と、「請負代金額の１０</w:t>
      </w:r>
    </w:p>
    <w:p w:rsidR="009E2FF9" w:rsidRPr="00662878" w:rsidRDefault="009E2FF9" w:rsidP="002F610F">
      <w:pPr>
        <w:spacing w:line="276" w:lineRule="auto"/>
        <w:rPr>
          <w:color w:val="000000"/>
        </w:rPr>
      </w:pPr>
      <w:r w:rsidRPr="00662878">
        <w:rPr>
          <w:rFonts w:hint="eastAsia"/>
          <w:color w:val="000000"/>
        </w:rPr>
        <w:t xml:space="preserve">　０分の１を超える額」とあるのは「請負代金額の１００分の１を超える額から既に負担した額を差し引</w:t>
      </w:r>
    </w:p>
    <w:p w:rsidR="009E2FF9" w:rsidRPr="00662878" w:rsidRDefault="009E2FF9" w:rsidP="002F610F">
      <w:pPr>
        <w:spacing w:line="276" w:lineRule="auto"/>
        <w:rPr>
          <w:color w:val="000000"/>
        </w:rPr>
      </w:pPr>
      <w:r w:rsidRPr="00662878">
        <w:rPr>
          <w:rFonts w:hint="eastAsia"/>
          <w:color w:val="000000"/>
        </w:rPr>
        <w:t xml:space="preserve">　いた額」として同項を適用する。</w:t>
      </w:r>
    </w:p>
    <w:p w:rsidR="009E2FF9" w:rsidRPr="00662878" w:rsidRDefault="009E2FF9" w:rsidP="002F610F">
      <w:pPr>
        <w:spacing w:line="276" w:lineRule="auto"/>
        <w:rPr>
          <w:color w:val="000000"/>
        </w:rPr>
      </w:pPr>
      <w:r w:rsidRPr="00662878">
        <w:rPr>
          <w:rFonts w:hint="eastAsia"/>
          <w:color w:val="000000"/>
        </w:rPr>
        <w:t xml:space="preserve">　　　　　</w:t>
      </w:r>
    </w:p>
    <w:p w:rsidR="009E2FF9" w:rsidRPr="00662878" w:rsidRDefault="009E2FF9" w:rsidP="002F610F">
      <w:pPr>
        <w:spacing w:line="276" w:lineRule="auto"/>
        <w:rPr>
          <w:color w:val="000000"/>
        </w:rPr>
      </w:pPr>
      <w:r w:rsidRPr="00662878">
        <w:rPr>
          <w:rFonts w:hint="eastAsia"/>
          <w:color w:val="000000"/>
        </w:rPr>
        <w:t>（請負代金額の変更に代える設計図書の変更）</w:t>
      </w:r>
    </w:p>
    <w:p w:rsidR="009E2FF9" w:rsidRPr="00662878" w:rsidRDefault="009E2FF9" w:rsidP="002F610F">
      <w:pPr>
        <w:spacing w:line="276" w:lineRule="auto"/>
        <w:rPr>
          <w:color w:val="000000"/>
        </w:rPr>
      </w:pPr>
      <w:r w:rsidRPr="00662878">
        <w:rPr>
          <w:rFonts w:hint="eastAsia"/>
          <w:color w:val="000000"/>
        </w:rPr>
        <w:t>第３１条　発注者は、第９条、第１６条、第１８条から第２３条まで、第２６条から第２８条まで、前条</w:t>
      </w:r>
    </w:p>
    <w:p w:rsidR="009E2FF9" w:rsidRPr="00662878" w:rsidRDefault="009E2FF9" w:rsidP="002F610F">
      <w:pPr>
        <w:spacing w:line="276" w:lineRule="auto"/>
        <w:rPr>
          <w:color w:val="000000"/>
        </w:rPr>
      </w:pPr>
      <w:r w:rsidRPr="00662878">
        <w:rPr>
          <w:rFonts w:hint="eastAsia"/>
          <w:color w:val="000000"/>
        </w:rPr>
        <w:t xml:space="preserve">　又は第３４条の規定により請負代金額を増額すべき場合又は費用を負担すべき場合において、特別の理</w:t>
      </w:r>
    </w:p>
    <w:p w:rsidR="009E2FF9" w:rsidRPr="00662878" w:rsidRDefault="009E2FF9" w:rsidP="002F610F">
      <w:pPr>
        <w:spacing w:line="276" w:lineRule="auto"/>
        <w:rPr>
          <w:color w:val="000000"/>
        </w:rPr>
      </w:pPr>
      <w:r w:rsidRPr="00662878">
        <w:rPr>
          <w:rFonts w:hint="eastAsia"/>
          <w:color w:val="000000"/>
        </w:rPr>
        <w:t xml:space="preserve">　由があるときは、請負代金額の増額又は負担額の全部又は一部に代えて設計図書を変更することができ</w:t>
      </w:r>
    </w:p>
    <w:p w:rsidR="009E2FF9" w:rsidRPr="00662878" w:rsidRDefault="009E2FF9" w:rsidP="002F610F">
      <w:pPr>
        <w:spacing w:line="276" w:lineRule="auto"/>
        <w:rPr>
          <w:color w:val="000000"/>
        </w:rPr>
      </w:pPr>
      <w:r w:rsidRPr="00662878">
        <w:rPr>
          <w:rFonts w:hint="eastAsia"/>
          <w:color w:val="000000"/>
        </w:rPr>
        <w:t xml:space="preserve">　る。この場合において、設計図書の変更内容は、発注者と受注者とが協議して定める。ただし、協議開</w:t>
      </w:r>
    </w:p>
    <w:p w:rsidR="009E2FF9" w:rsidRPr="00662878" w:rsidRDefault="009E2FF9" w:rsidP="002F610F">
      <w:pPr>
        <w:spacing w:line="276" w:lineRule="auto"/>
        <w:rPr>
          <w:color w:val="000000"/>
        </w:rPr>
      </w:pPr>
      <w:r w:rsidRPr="00662878">
        <w:rPr>
          <w:rFonts w:hint="eastAsia"/>
          <w:color w:val="000000"/>
        </w:rPr>
        <w:t xml:space="preserve">　始の日から７日以内に協議が整わない場合には、発注者が定め、受注者に通知する。</w:t>
      </w:r>
    </w:p>
    <w:p w:rsidR="009E2FF9" w:rsidRPr="00662878" w:rsidRDefault="009E2FF9" w:rsidP="002F610F">
      <w:pPr>
        <w:spacing w:line="276" w:lineRule="auto"/>
        <w:rPr>
          <w:color w:val="000000"/>
        </w:rPr>
      </w:pPr>
      <w:r w:rsidRPr="00662878">
        <w:rPr>
          <w:rFonts w:hint="eastAsia"/>
          <w:color w:val="000000"/>
        </w:rPr>
        <w:t>２　前項の協議開始の日については、発注者が受注者の意見を聴いて定め、受注者に通知しなければなら</w:t>
      </w:r>
    </w:p>
    <w:p w:rsidR="009E2FF9" w:rsidRPr="00662878" w:rsidRDefault="009E2FF9" w:rsidP="002F610F">
      <w:pPr>
        <w:spacing w:line="276" w:lineRule="auto"/>
        <w:rPr>
          <w:color w:val="000000"/>
        </w:rPr>
      </w:pPr>
      <w:r w:rsidRPr="00662878">
        <w:rPr>
          <w:rFonts w:hint="eastAsia"/>
          <w:color w:val="000000"/>
        </w:rPr>
        <w:t xml:space="preserve">　ない。ただし、発注者が請負代金額を増額すべき事由又は費用を負担すべき事由が生じた日から７日以</w:t>
      </w:r>
    </w:p>
    <w:p w:rsidR="009E2FF9" w:rsidRPr="00662878" w:rsidRDefault="009E2FF9" w:rsidP="002F610F">
      <w:pPr>
        <w:spacing w:line="276" w:lineRule="auto"/>
        <w:rPr>
          <w:color w:val="000000"/>
        </w:rPr>
      </w:pPr>
      <w:r w:rsidRPr="00662878">
        <w:rPr>
          <w:rFonts w:hint="eastAsia"/>
          <w:color w:val="000000"/>
        </w:rPr>
        <w:t xml:space="preserve">　内に協議開始の日を通知しない場合には、受注者は、協議開始の日を定め、発注者に通知することがで</w:t>
      </w:r>
    </w:p>
    <w:p w:rsidR="009E2FF9" w:rsidRPr="00662878" w:rsidRDefault="009E2FF9" w:rsidP="002F610F">
      <w:pPr>
        <w:spacing w:line="276" w:lineRule="auto"/>
        <w:rPr>
          <w:color w:val="000000"/>
        </w:rPr>
      </w:pPr>
      <w:r w:rsidRPr="00662878">
        <w:rPr>
          <w:rFonts w:hint="eastAsia"/>
          <w:color w:val="000000"/>
        </w:rPr>
        <w:t xml:space="preserve">　きる。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 xml:space="preserve">（検査及び引渡し）　　　　　　　　</w:t>
      </w:r>
    </w:p>
    <w:p w:rsidR="009E2FF9" w:rsidRPr="00662878" w:rsidRDefault="009E2FF9" w:rsidP="002F610F">
      <w:pPr>
        <w:spacing w:line="276" w:lineRule="auto"/>
        <w:rPr>
          <w:color w:val="000000"/>
        </w:rPr>
      </w:pPr>
      <w:r w:rsidRPr="00662878">
        <w:rPr>
          <w:rFonts w:hint="eastAsia"/>
          <w:color w:val="000000"/>
        </w:rPr>
        <w:t>第３２条　受注者は、工事を完成したときは、その旨を発注者に通知しなければならない。</w:t>
      </w:r>
    </w:p>
    <w:p w:rsidR="009E2FF9" w:rsidRPr="00662878" w:rsidRDefault="009E2FF9" w:rsidP="002F610F">
      <w:pPr>
        <w:spacing w:line="276" w:lineRule="auto"/>
        <w:rPr>
          <w:color w:val="000000"/>
        </w:rPr>
      </w:pPr>
      <w:r w:rsidRPr="00662878">
        <w:rPr>
          <w:rFonts w:hint="eastAsia"/>
          <w:color w:val="000000"/>
        </w:rPr>
        <w:t>２　発注者は、前項の規定による通知を受けたときは、通知を受けた日から１４日以内に受注者の立会い</w:t>
      </w:r>
    </w:p>
    <w:p w:rsidR="009E2FF9" w:rsidRPr="00662878" w:rsidRDefault="009E2FF9" w:rsidP="002F610F">
      <w:pPr>
        <w:spacing w:line="276" w:lineRule="auto"/>
        <w:rPr>
          <w:color w:val="000000"/>
        </w:rPr>
      </w:pPr>
      <w:r w:rsidRPr="00662878">
        <w:rPr>
          <w:rFonts w:hint="eastAsia"/>
          <w:color w:val="000000"/>
        </w:rPr>
        <w:t xml:space="preserve">　の上、設計図書に定めるところにより、工事の完成を確認するための検査を完了し、当該検査の結果を</w:t>
      </w:r>
    </w:p>
    <w:p w:rsidR="009E2FF9" w:rsidRPr="00662878" w:rsidRDefault="009E2FF9" w:rsidP="002F610F">
      <w:pPr>
        <w:spacing w:line="276" w:lineRule="auto"/>
        <w:rPr>
          <w:color w:val="000000"/>
        </w:rPr>
      </w:pPr>
      <w:r w:rsidRPr="00662878">
        <w:rPr>
          <w:rFonts w:hint="eastAsia"/>
          <w:color w:val="000000"/>
        </w:rPr>
        <w:t xml:space="preserve">　受注者に通知しなければならない。この場合において、発注者は、必要があると認められるときは、そ</w:t>
      </w:r>
    </w:p>
    <w:p w:rsidR="009E2FF9" w:rsidRPr="00662878" w:rsidRDefault="009E2FF9" w:rsidP="002F610F">
      <w:pPr>
        <w:spacing w:line="276" w:lineRule="auto"/>
        <w:rPr>
          <w:color w:val="000000"/>
        </w:rPr>
      </w:pPr>
      <w:r w:rsidRPr="00662878">
        <w:rPr>
          <w:rFonts w:hint="eastAsia"/>
          <w:color w:val="000000"/>
        </w:rPr>
        <w:t xml:space="preserve">　の理由を受注者に通知して、工事目的物を最小限度破壊して検査することができる。</w:t>
      </w:r>
    </w:p>
    <w:p w:rsidR="009E2FF9" w:rsidRPr="00662878" w:rsidRDefault="009E2FF9" w:rsidP="002F610F">
      <w:pPr>
        <w:spacing w:line="276" w:lineRule="auto"/>
        <w:rPr>
          <w:color w:val="000000"/>
        </w:rPr>
      </w:pPr>
      <w:r w:rsidRPr="00662878">
        <w:rPr>
          <w:rFonts w:hint="eastAsia"/>
          <w:color w:val="000000"/>
        </w:rPr>
        <w:t>３　発注者は、前項に定めるもののほか、工事施工の中途において特に必要があると認められる場合には、</w:t>
      </w:r>
    </w:p>
    <w:p w:rsidR="009E2FF9" w:rsidRPr="00662878" w:rsidRDefault="009E2FF9" w:rsidP="002F610F">
      <w:pPr>
        <w:spacing w:line="276" w:lineRule="auto"/>
        <w:rPr>
          <w:color w:val="000000"/>
        </w:rPr>
      </w:pPr>
      <w:r w:rsidRPr="00662878">
        <w:rPr>
          <w:rFonts w:hint="eastAsia"/>
          <w:color w:val="000000"/>
        </w:rPr>
        <w:t xml:space="preserve">　発注者が別に定めるところにより、工事の施工の状況等の検査を行うことができる。この場合において、</w:t>
      </w:r>
    </w:p>
    <w:p w:rsidR="009E2FF9" w:rsidRPr="00662878" w:rsidRDefault="009E2FF9" w:rsidP="002F610F">
      <w:pPr>
        <w:spacing w:line="276" w:lineRule="auto"/>
        <w:rPr>
          <w:color w:val="000000"/>
        </w:rPr>
      </w:pPr>
      <w:r w:rsidRPr="00662878">
        <w:rPr>
          <w:rFonts w:hint="eastAsia"/>
          <w:color w:val="000000"/>
        </w:rPr>
        <w:t xml:space="preserve">　発注者は、必要があると認められるときは、その理由を受注者に通知して、工事目的物を最小限度破壊</w:t>
      </w:r>
    </w:p>
    <w:p w:rsidR="009E2FF9" w:rsidRPr="00662878" w:rsidRDefault="009E2FF9" w:rsidP="002F610F">
      <w:pPr>
        <w:spacing w:line="276" w:lineRule="auto"/>
        <w:rPr>
          <w:color w:val="000000"/>
        </w:rPr>
      </w:pPr>
      <w:r w:rsidRPr="00662878">
        <w:rPr>
          <w:rFonts w:hint="eastAsia"/>
          <w:color w:val="000000"/>
        </w:rPr>
        <w:t xml:space="preserve">　して検査することができる。</w:t>
      </w:r>
    </w:p>
    <w:p w:rsidR="009E2FF9" w:rsidRPr="00662878" w:rsidRDefault="009E2FF9" w:rsidP="002F610F">
      <w:pPr>
        <w:spacing w:line="276" w:lineRule="auto"/>
        <w:rPr>
          <w:color w:val="000000"/>
        </w:rPr>
      </w:pPr>
      <w:r w:rsidRPr="00662878">
        <w:rPr>
          <w:rFonts w:hint="eastAsia"/>
          <w:color w:val="000000"/>
        </w:rPr>
        <w:t>４　前２項の場合において、検査又は復旧に直接要する費用は、受注者の負担とする。</w:t>
      </w:r>
    </w:p>
    <w:p w:rsidR="009E2FF9" w:rsidRPr="00662878" w:rsidRDefault="009E2FF9" w:rsidP="002F610F">
      <w:pPr>
        <w:spacing w:line="276" w:lineRule="auto"/>
        <w:rPr>
          <w:color w:val="000000"/>
        </w:rPr>
      </w:pPr>
      <w:r w:rsidRPr="00662878">
        <w:rPr>
          <w:rFonts w:hint="eastAsia"/>
          <w:color w:val="000000"/>
        </w:rPr>
        <w:t>５　発注者は、第２項の検査によって工事の完成を確認した後、受注者が工事目的物の引渡しを申し出た</w:t>
      </w:r>
    </w:p>
    <w:p w:rsidR="009E2FF9" w:rsidRPr="00662878" w:rsidRDefault="009E2FF9" w:rsidP="002F610F">
      <w:pPr>
        <w:spacing w:line="276" w:lineRule="auto"/>
        <w:rPr>
          <w:color w:val="000000"/>
        </w:rPr>
      </w:pPr>
      <w:r w:rsidRPr="00662878">
        <w:rPr>
          <w:rFonts w:hint="eastAsia"/>
          <w:color w:val="000000"/>
        </w:rPr>
        <w:t xml:space="preserve">　ときは、直ちに当該工事目的物の引渡しを受けなければならない。</w:t>
      </w:r>
    </w:p>
    <w:p w:rsidR="009E2FF9" w:rsidRPr="00662878" w:rsidRDefault="009E2FF9" w:rsidP="002F610F">
      <w:pPr>
        <w:spacing w:line="276" w:lineRule="auto"/>
        <w:rPr>
          <w:color w:val="000000"/>
        </w:rPr>
      </w:pPr>
      <w:r w:rsidRPr="00662878">
        <w:rPr>
          <w:rFonts w:hint="eastAsia"/>
          <w:color w:val="000000"/>
        </w:rPr>
        <w:t>６　発注者は、受注者が前項の申出を行わないときは、当該工事目的物の引渡しを請負代金の支払いの完</w:t>
      </w:r>
    </w:p>
    <w:p w:rsidR="009E2FF9" w:rsidRPr="00662878" w:rsidRDefault="009E2FF9" w:rsidP="002F610F">
      <w:pPr>
        <w:spacing w:line="276" w:lineRule="auto"/>
        <w:rPr>
          <w:color w:val="000000"/>
        </w:rPr>
      </w:pPr>
      <w:r w:rsidRPr="00662878">
        <w:rPr>
          <w:rFonts w:hint="eastAsia"/>
          <w:color w:val="000000"/>
        </w:rPr>
        <w:t xml:space="preserve">　了と同時に行うことを請求することができる。この場合においては、受注者は、当該請求に直ちに応じ</w:t>
      </w:r>
    </w:p>
    <w:p w:rsidR="009E2FF9" w:rsidRPr="00662878" w:rsidRDefault="009E2FF9" w:rsidP="002F610F">
      <w:pPr>
        <w:spacing w:line="276" w:lineRule="auto"/>
        <w:rPr>
          <w:color w:val="000000"/>
        </w:rPr>
      </w:pPr>
      <w:r w:rsidRPr="00662878">
        <w:rPr>
          <w:rFonts w:hint="eastAsia"/>
          <w:color w:val="000000"/>
        </w:rPr>
        <w:t xml:space="preserve">　なければならない。</w:t>
      </w:r>
    </w:p>
    <w:p w:rsidR="009E2FF9" w:rsidRPr="00662878" w:rsidRDefault="009E2FF9" w:rsidP="002F610F">
      <w:pPr>
        <w:spacing w:line="276" w:lineRule="auto"/>
        <w:rPr>
          <w:color w:val="000000"/>
        </w:rPr>
      </w:pPr>
      <w:r w:rsidRPr="00662878">
        <w:rPr>
          <w:rFonts w:hint="eastAsia"/>
          <w:color w:val="000000"/>
        </w:rPr>
        <w:t>７　受注者は、工事が第２項の検査に合格しないときは、直ちに修補して発注者の検査を受けなければな</w:t>
      </w:r>
    </w:p>
    <w:p w:rsidR="009E2FF9" w:rsidRPr="00662878" w:rsidRDefault="009E2FF9" w:rsidP="002F610F">
      <w:pPr>
        <w:spacing w:line="276" w:lineRule="auto"/>
        <w:rPr>
          <w:color w:val="000000"/>
        </w:rPr>
      </w:pPr>
      <w:r w:rsidRPr="00662878">
        <w:rPr>
          <w:rFonts w:hint="eastAsia"/>
          <w:color w:val="000000"/>
        </w:rPr>
        <w:t xml:space="preserve">　らない。この場合においては、修補の完了を工事の完成とみなし、第１項から第２項まで、第４項から</w:t>
      </w:r>
    </w:p>
    <w:p w:rsidR="009E2FF9" w:rsidRPr="00662878" w:rsidRDefault="009E2FF9" w:rsidP="002F610F">
      <w:pPr>
        <w:spacing w:line="276" w:lineRule="auto"/>
        <w:rPr>
          <w:color w:val="000000"/>
        </w:rPr>
      </w:pPr>
      <w:r w:rsidRPr="00662878">
        <w:rPr>
          <w:rFonts w:hint="eastAsia"/>
          <w:color w:val="000000"/>
        </w:rPr>
        <w:t xml:space="preserve">　第６項までの規定を適用する。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（請負代金の支払い）</w:t>
      </w:r>
    </w:p>
    <w:p w:rsidR="009E2FF9" w:rsidRPr="00662878" w:rsidRDefault="009E2FF9" w:rsidP="002F610F">
      <w:pPr>
        <w:spacing w:line="276" w:lineRule="auto"/>
        <w:rPr>
          <w:color w:val="000000"/>
        </w:rPr>
      </w:pPr>
      <w:r w:rsidRPr="00662878">
        <w:rPr>
          <w:rFonts w:hint="eastAsia"/>
          <w:color w:val="000000"/>
        </w:rPr>
        <w:t>第３３条　受注者は、前条第２項の検査に合格したときは、請負代金の支払いを請求することができる。</w:t>
      </w:r>
    </w:p>
    <w:p w:rsidR="009E2FF9" w:rsidRPr="00662878" w:rsidRDefault="009E2FF9" w:rsidP="002F610F">
      <w:pPr>
        <w:spacing w:line="276" w:lineRule="auto"/>
        <w:rPr>
          <w:color w:val="000000"/>
        </w:rPr>
      </w:pPr>
      <w:r w:rsidRPr="00662878">
        <w:rPr>
          <w:rFonts w:hint="eastAsia"/>
          <w:color w:val="000000"/>
        </w:rPr>
        <w:t>２　発注者は、前項の規定による請求があったときは、請求を受けた日から４０日以内に請負代金を支払</w:t>
      </w:r>
    </w:p>
    <w:p w:rsidR="009E2FF9" w:rsidRPr="00662878" w:rsidRDefault="009E2FF9" w:rsidP="002F610F">
      <w:pPr>
        <w:spacing w:line="276" w:lineRule="auto"/>
        <w:rPr>
          <w:color w:val="000000"/>
        </w:rPr>
      </w:pPr>
      <w:r w:rsidRPr="00662878">
        <w:rPr>
          <w:rFonts w:hint="eastAsia"/>
          <w:color w:val="000000"/>
        </w:rPr>
        <w:t xml:space="preserve">　わなければならない。</w:t>
      </w:r>
    </w:p>
    <w:p w:rsidR="009E2FF9" w:rsidRPr="00662878" w:rsidRDefault="009E2FF9" w:rsidP="002F610F">
      <w:pPr>
        <w:spacing w:line="276" w:lineRule="auto"/>
        <w:rPr>
          <w:color w:val="000000"/>
        </w:rPr>
      </w:pPr>
      <w:r w:rsidRPr="00662878">
        <w:rPr>
          <w:rFonts w:hint="eastAsia"/>
          <w:color w:val="000000"/>
        </w:rPr>
        <w:t>３　発注者がその責めに帰すべき事由により前条第２項の期間内に検査をしないときは、その期限を経過</w:t>
      </w:r>
    </w:p>
    <w:p w:rsidR="009E2FF9" w:rsidRPr="00662878" w:rsidRDefault="009E2FF9" w:rsidP="002F610F">
      <w:pPr>
        <w:spacing w:line="276" w:lineRule="auto"/>
        <w:rPr>
          <w:color w:val="000000"/>
        </w:rPr>
      </w:pPr>
      <w:r w:rsidRPr="00662878">
        <w:rPr>
          <w:rFonts w:hint="eastAsia"/>
          <w:color w:val="000000"/>
        </w:rPr>
        <w:t xml:space="preserve">　した日から検査をした日までの期間の日数は、前項の期間（以下この項において「約定期間」という。）</w:t>
      </w:r>
    </w:p>
    <w:p w:rsidR="009E2FF9" w:rsidRPr="00662878" w:rsidRDefault="009E2FF9" w:rsidP="002F610F">
      <w:pPr>
        <w:spacing w:line="276" w:lineRule="auto"/>
        <w:rPr>
          <w:color w:val="000000"/>
        </w:rPr>
      </w:pPr>
      <w:r w:rsidRPr="00662878">
        <w:rPr>
          <w:rFonts w:hint="eastAsia"/>
          <w:color w:val="000000"/>
        </w:rPr>
        <w:t xml:space="preserve">　の日数から差し引くものとする。この場合において、その遅延日数が約定期間の日数を超えるときは、</w:t>
      </w:r>
    </w:p>
    <w:p w:rsidR="009E2FF9" w:rsidRPr="00662878" w:rsidRDefault="009E2FF9" w:rsidP="002F610F">
      <w:pPr>
        <w:spacing w:line="276" w:lineRule="auto"/>
        <w:rPr>
          <w:color w:val="000000"/>
        </w:rPr>
      </w:pPr>
      <w:r w:rsidRPr="00662878">
        <w:rPr>
          <w:rFonts w:hint="eastAsia"/>
          <w:color w:val="000000"/>
        </w:rPr>
        <w:t xml:space="preserve">　約定期間は、遅延日数が約定期間の日数を超えた日において満了したものとみなす。</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（部分使用）</w:t>
      </w:r>
    </w:p>
    <w:p w:rsidR="009E2FF9" w:rsidRPr="00662878" w:rsidRDefault="009E2FF9" w:rsidP="002F610F">
      <w:pPr>
        <w:spacing w:line="276" w:lineRule="auto"/>
        <w:rPr>
          <w:color w:val="000000"/>
        </w:rPr>
      </w:pPr>
      <w:r w:rsidRPr="00662878">
        <w:rPr>
          <w:rFonts w:hint="eastAsia"/>
          <w:color w:val="000000"/>
        </w:rPr>
        <w:t>第３４条　発注者は、第３２条第５項又は第６項の規定による引渡し前においても、工事目的物の全部又</w:t>
      </w:r>
    </w:p>
    <w:p w:rsidR="009E2FF9" w:rsidRPr="00662878" w:rsidRDefault="009E2FF9" w:rsidP="002F610F">
      <w:pPr>
        <w:spacing w:line="276" w:lineRule="auto"/>
        <w:rPr>
          <w:color w:val="000000"/>
        </w:rPr>
      </w:pPr>
      <w:r w:rsidRPr="00662878">
        <w:rPr>
          <w:rFonts w:hint="eastAsia"/>
          <w:color w:val="000000"/>
        </w:rPr>
        <w:t xml:space="preserve">　は一部を受注者の承諾を得て使用することができる。</w:t>
      </w:r>
    </w:p>
    <w:p w:rsidR="009E2FF9" w:rsidRPr="00662878" w:rsidRDefault="009E2FF9" w:rsidP="002F610F">
      <w:pPr>
        <w:spacing w:line="276" w:lineRule="auto"/>
        <w:rPr>
          <w:color w:val="000000"/>
        </w:rPr>
      </w:pPr>
      <w:r w:rsidRPr="00662878">
        <w:rPr>
          <w:rFonts w:hint="eastAsia"/>
          <w:color w:val="000000"/>
        </w:rPr>
        <w:t>２　前項の場合においては、発注者は、その使用部分を善良な管理者の注意をもって使用しなければなら</w:t>
      </w:r>
    </w:p>
    <w:p w:rsidR="009E2FF9" w:rsidRPr="00662878" w:rsidRDefault="009E2FF9" w:rsidP="002F610F">
      <w:pPr>
        <w:spacing w:line="276" w:lineRule="auto"/>
        <w:rPr>
          <w:color w:val="000000"/>
        </w:rPr>
      </w:pPr>
      <w:r w:rsidRPr="00662878">
        <w:rPr>
          <w:rFonts w:hint="eastAsia"/>
          <w:color w:val="000000"/>
        </w:rPr>
        <w:t xml:space="preserve">　ない。</w:t>
      </w:r>
    </w:p>
    <w:p w:rsidR="009E2FF9" w:rsidRPr="00662878" w:rsidRDefault="009E2FF9" w:rsidP="002F610F">
      <w:pPr>
        <w:spacing w:line="276" w:lineRule="auto"/>
        <w:rPr>
          <w:color w:val="000000"/>
        </w:rPr>
      </w:pPr>
      <w:r w:rsidRPr="00662878">
        <w:rPr>
          <w:rFonts w:hint="eastAsia"/>
          <w:color w:val="000000"/>
        </w:rPr>
        <w:t>３　発注者は、第１項の規定により工事目的物の全部又は一部を使用したことによって受注者に損害を及</w:t>
      </w:r>
    </w:p>
    <w:p w:rsidR="009E2FF9" w:rsidRPr="00662878" w:rsidRDefault="009E2FF9" w:rsidP="002F610F">
      <w:pPr>
        <w:spacing w:line="276" w:lineRule="auto"/>
        <w:rPr>
          <w:color w:val="000000"/>
        </w:rPr>
      </w:pPr>
      <w:r w:rsidRPr="00662878">
        <w:rPr>
          <w:rFonts w:hint="eastAsia"/>
          <w:color w:val="000000"/>
        </w:rPr>
        <w:t xml:space="preserve">　ぼしたときは、必要な費用を負担しなければならない。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（前金払及び中間前金払）</w:t>
      </w:r>
    </w:p>
    <w:p w:rsidR="009E2FF9" w:rsidRPr="00662878" w:rsidRDefault="009E2FF9" w:rsidP="002F610F">
      <w:pPr>
        <w:spacing w:line="276" w:lineRule="auto"/>
        <w:rPr>
          <w:color w:val="000000"/>
        </w:rPr>
      </w:pPr>
      <w:r w:rsidRPr="00662878">
        <w:rPr>
          <w:rFonts w:hint="eastAsia"/>
          <w:color w:val="000000"/>
        </w:rPr>
        <w:t>第３５条　受注者は、保証事業会社と、契約書記載の工事完成の時期を保証期限とする公共工事の前払金</w:t>
      </w:r>
    </w:p>
    <w:p w:rsidR="009E2FF9" w:rsidRPr="00662878" w:rsidRDefault="009E2FF9" w:rsidP="002F610F">
      <w:pPr>
        <w:spacing w:line="276" w:lineRule="auto"/>
        <w:rPr>
          <w:color w:val="000000"/>
        </w:rPr>
      </w:pPr>
      <w:r w:rsidRPr="00662878">
        <w:rPr>
          <w:rFonts w:hint="eastAsia"/>
          <w:color w:val="000000"/>
        </w:rPr>
        <w:t xml:space="preserve">　保証事業に関する法律第２条第５項に規定する保証契約（以下「保証契約」という。）を締結し、その保</w:t>
      </w:r>
    </w:p>
    <w:p w:rsidR="009E2FF9" w:rsidRPr="00662878" w:rsidRDefault="009E2FF9" w:rsidP="002F610F">
      <w:pPr>
        <w:spacing w:line="276" w:lineRule="auto"/>
        <w:rPr>
          <w:color w:val="000000"/>
        </w:rPr>
      </w:pPr>
      <w:r w:rsidRPr="00662878">
        <w:rPr>
          <w:rFonts w:hint="eastAsia"/>
          <w:color w:val="000000"/>
        </w:rPr>
        <w:t xml:space="preserve">　証証書を発注者に寄託して、請負代金額の１０分の４以内の前払金の支払いを発注者に請求することが</w:t>
      </w:r>
    </w:p>
    <w:p w:rsidR="009E2FF9" w:rsidRPr="00662878" w:rsidRDefault="009E2FF9" w:rsidP="002F610F">
      <w:pPr>
        <w:spacing w:line="276" w:lineRule="auto"/>
        <w:rPr>
          <w:color w:val="000000"/>
        </w:rPr>
      </w:pPr>
      <w:r w:rsidRPr="00662878">
        <w:rPr>
          <w:rFonts w:hint="eastAsia"/>
          <w:color w:val="000000"/>
        </w:rPr>
        <w:t xml:space="preserve">　できる。</w:t>
      </w:r>
    </w:p>
    <w:p w:rsidR="009E2FF9" w:rsidRPr="00662878" w:rsidRDefault="009E2FF9" w:rsidP="002F610F">
      <w:pPr>
        <w:spacing w:line="276" w:lineRule="auto"/>
        <w:rPr>
          <w:color w:val="000000"/>
        </w:rPr>
      </w:pPr>
      <w:r w:rsidRPr="00662878">
        <w:rPr>
          <w:rFonts w:hint="eastAsia"/>
          <w:color w:val="000000"/>
        </w:rPr>
        <w:t>２　発注</w:t>
      </w:r>
      <w:r w:rsidR="001E0CA9" w:rsidRPr="00662878">
        <w:rPr>
          <w:rFonts w:hint="eastAsia"/>
          <w:color w:val="000000"/>
        </w:rPr>
        <w:t>者は、前項の規定による請求があったときは、請求を受けた日から</w:t>
      </w:r>
      <w:r w:rsidR="00A63CB2">
        <w:rPr>
          <w:rFonts w:hint="eastAsia"/>
          <w:color w:val="000000"/>
        </w:rPr>
        <w:t>１４</w:t>
      </w:r>
      <w:r w:rsidRPr="00662878">
        <w:rPr>
          <w:rFonts w:hint="eastAsia"/>
          <w:color w:val="000000"/>
        </w:rPr>
        <w:t>日以内に前払金を支払わ</w:t>
      </w:r>
    </w:p>
    <w:p w:rsidR="009E2FF9" w:rsidRPr="00662878" w:rsidRDefault="009E2FF9" w:rsidP="002F610F">
      <w:pPr>
        <w:spacing w:line="276" w:lineRule="auto"/>
        <w:rPr>
          <w:color w:val="000000"/>
        </w:rPr>
      </w:pPr>
      <w:r w:rsidRPr="00662878">
        <w:rPr>
          <w:rFonts w:hint="eastAsia"/>
          <w:color w:val="000000"/>
        </w:rPr>
        <w:t xml:space="preserve">　なければならない。</w:t>
      </w:r>
    </w:p>
    <w:p w:rsidR="004B3F0F" w:rsidRPr="000A6CD8" w:rsidRDefault="009E2FF9" w:rsidP="002F610F">
      <w:pPr>
        <w:spacing w:line="276" w:lineRule="auto"/>
        <w:rPr>
          <w:color w:val="000000"/>
        </w:rPr>
      </w:pPr>
      <w:r w:rsidRPr="00662878">
        <w:rPr>
          <w:rFonts w:hint="eastAsia"/>
          <w:color w:val="000000"/>
        </w:rPr>
        <w:t>３　受注者は第１項の規定により前払金の支払いを受けた後、保証事業会社と中間前払金に関し、</w:t>
      </w:r>
      <w:r w:rsidRPr="00C840BA">
        <w:rPr>
          <w:rFonts w:hint="eastAsia"/>
          <w:color w:val="000000"/>
        </w:rPr>
        <w:t>契約書</w:t>
      </w:r>
    </w:p>
    <w:p w:rsidR="004B3F0F" w:rsidRPr="000A6CD8" w:rsidRDefault="009E2FF9" w:rsidP="005B6977">
      <w:pPr>
        <w:spacing w:line="276" w:lineRule="auto"/>
        <w:ind w:firstLineChars="100" w:firstLine="210"/>
        <w:rPr>
          <w:color w:val="000000"/>
        </w:rPr>
      </w:pPr>
      <w:r w:rsidRPr="00662878">
        <w:rPr>
          <w:rFonts w:hint="eastAsia"/>
          <w:color w:val="000000"/>
        </w:rPr>
        <w:t>記載の工事完成の時期を保証期限とする保証契約を締結し、その保証証書を発注者に寄</w:t>
      </w:r>
      <w:r w:rsidRPr="00C840BA">
        <w:rPr>
          <w:rFonts w:hint="eastAsia"/>
          <w:color w:val="000000"/>
        </w:rPr>
        <w:t>託して、請負代</w:t>
      </w:r>
    </w:p>
    <w:p w:rsidR="004B3F0F" w:rsidRPr="000A6CD8" w:rsidRDefault="009E2FF9" w:rsidP="005B6977">
      <w:pPr>
        <w:spacing w:line="276" w:lineRule="auto"/>
        <w:ind w:firstLineChars="100" w:firstLine="210"/>
        <w:rPr>
          <w:color w:val="000000"/>
        </w:rPr>
      </w:pPr>
      <w:r w:rsidRPr="00662878">
        <w:rPr>
          <w:rFonts w:hint="eastAsia"/>
          <w:color w:val="000000"/>
        </w:rPr>
        <w:t>金額の１０分の２以内の中間前払金の支払いを発注者に請求することができる。この場合においては、</w:t>
      </w:r>
    </w:p>
    <w:p w:rsidR="009E2FF9" w:rsidRPr="00662878" w:rsidRDefault="009E2FF9" w:rsidP="005B6977">
      <w:pPr>
        <w:spacing w:line="276" w:lineRule="auto"/>
        <w:ind w:firstLineChars="100" w:firstLine="210"/>
        <w:rPr>
          <w:color w:val="000000"/>
        </w:rPr>
      </w:pPr>
      <w:r w:rsidRPr="00662878">
        <w:rPr>
          <w:rFonts w:hint="eastAsia"/>
          <w:color w:val="000000"/>
        </w:rPr>
        <w:t>前項の規定を準用する。</w:t>
      </w:r>
    </w:p>
    <w:p w:rsidR="004B3F0F" w:rsidRPr="000A6CD8" w:rsidRDefault="009E2FF9" w:rsidP="002F610F">
      <w:pPr>
        <w:spacing w:line="276" w:lineRule="auto"/>
        <w:rPr>
          <w:color w:val="000000"/>
        </w:rPr>
      </w:pPr>
      <w:r w:rsidRPr="00C840BA">
        <w:rPr>
          <w:rFonts w:hint="eastAsia"/>
          <w:color w:val="000000"/>
        </w:rPr>
        <w:t>４　受注者は、前項の中間前払金の支払いを請求しようとするときは、あらかじめ、発注者の中間前金払</w:t>
      </w:r>
    </w:p>
    <w:p w:rsidR="004B3F0F" w:rsidRPr="000A6CD8" w:rsidRDefault="009E2FF9" w:rsidP="005B6977">
      <w:pPr>
        <w:spacing w:line="276" w:lineRule="auto"/>
        <w:ind w:firstLineChars="100" w:firstLine="210"/>
        <w:rPr>
          <w:color w:val="000000"/>
        </w:rPr>
      </w:pPr>
      <w:r w:rsidRPr="00662878">
        <w:rPr>
          <w:rFonts w:hint="eastAsia"/>
          <w:color w:val="000000"/>
        </w:rPr>
        <w:t>に係る認定を受けなければならない。この場合において、発注者は、受注者の請求があっ</w:t>
      </w:r>
      <w:r w:rsidRPr="00C840BA">
        <w:rPr>
          <w:rFonts w:hint="eastAsia"/>
          <w:color w:val="000000"/>
        </w:rPr>
        <w:t>たときは、直</w:t>
      </w:r>
    </w:p>
    <w:p w:rsidR="009E2FF9" w:rsidRPr="00662878" w:rsidRDefault="009E2FF9" w:rsidP="004B3F0F">
      <w:pPr>
        <w:spacing w:line="276" w:lineRule="auto"/>
        <w:ind w:firstLineChars="100" w:firstLine="210"/>
        <w:rPr>
          <w:color w:val="000000"/>
        </w:rPr>
      </w:pPr>
      <w:r w:rsidRPr="00662878">
        <w:rPr>
          <w:rFonts w:hint="eastAsia"/>
          <w:color w:val="000000"/>
        </w:rPr>
        <w:t>ちに認定を行い、当該認定の結果を受注者に通知しなければならない。</w:t>
      </w:r>
    </w:p>
    <w:p w:rsidR="004B3F0F" w:rsidRPr="000A6CD8" w:rsidRDefault="009E2FF9" w:rsidP="002F610F">
      <w:pPr>
        <w:spacing w:line="276" w:lineRule="auto"/>
        <w:rPr>
          <w:color w:val="000000"/>
        </w:rPr>
      </w:pPr>
      <w:r w:rsidRPr="00C840BA">
        <w:rPr>
          <w:rFonts w:hint="eastAsia"/>
          <w:color w:val="000000"/>
        </w:rPr>
        <w:t>５　受注者は、請負代金額が著しく増額された場合においては、その増額後の請負代金額の１０分の４（第</w:t>
      </w:r>
    </w:p>
    <w:p w:rsidR="004B3F0F" w:rsidRPr="000A6CD8" w:rsidRDefault="009E2FF9" w:rsidP="004B3F0F">
      <w:pPr>
        <w:spacing w:line="276" w:lineRule="auto"/>
        <w:ind w:firstLineChars="100" w:firstLine="210"/>
        <w:rPr>
          <w:color w:val="000000"/>
        </w:rPr>
      </w:pPr>
      <w:r w:rsidRPr="00662878">
        <w:rPr>
          <w:rFonts w:hint="eastAsia"/>
          <w:color w:val="000000"/>
        </w:rPr>
        <w:t>３項の規定により中間前払金の支払いを受けているときは、１０分の６）から受領済みの前払金額及び</w:t>
      </w:r>
    </w:p>
    <w:p w:rsidR="004B3F0F" w:rsidRPr="000A6CD8" w:rsidRDefault="009E2FF9" w:rsidP="004B3F0F">
      <w:pPr>
        <w:spacing w:line="276" w:lineRule="auto"/>
        <w:ind w:firstLineChars="100" w:firstLine="210"/>
        <w:rPr>
          <w:color w:val="000000"/>
        </w:rPr>
      </w:pPr>
      <w:r w:rsidRPr="00662878">
        <w:rPr>
          <w:rFonts w:hint="eastAsia"/>
          <w:color w:val="000000"/>
        </w:rPr>
        <w:t>中間前払金額を差し引いた額に相当する額の範囲内で前払金及び中間前払金の支払いを請求することが</w:t>
      </w:r>
    </w:p>
    <w:p w:rsidR="009E2FF9" w:rsidRPr="00662878" w:rsidRDefault="009E2FF9" w:rsidP="004B3F0F">
      <w:pPr>
        <w:spacing w:line="276" w:lineRule="auto"/>
        <w:ind w:firstLineChars="100" w:firstLine="210"/>
        <w:rPr>
          <w:color w:val="000000"/>
        </w:rPr>
      </w:pPr>
      <w:r w:rsidRPr="00662878">
        <w:rPr>
          <w:rFonts w:hint="eastAsia"/>
          <w:color w:val="000000"/>
        </w:rPr>
        <w:t>できる。この場合においては、第２項の規定を準用する。</w:t>
      </w:r>
    </w:p>
    <w:p w:rsidR="004B3F0F" w:rsidRPr="000A6CD8" w:rsidRDefault="009E2FF9" w:rsidP="002F610F">
      <w:pPr>
        <w:spacing w:line="276" w:lineRule="auto"/>
        <w:rPr>
          <w:color w:val="000000"/>
        </w:rPr>
      </w:pPr>
      <w:r w:rsidRPr="00C840BA">
        <w:rPr>
          <w:rFonts w:hint="eastAsia"/>
          <w:color w:val="000000"/>
        </w:rPr>
        <w:t>６　受注者は、請負代金額が著しく減額された場合において、受領済みの前払金額及び中間前払金額が減</w:t>
      </w:r>
    </w:p>
    <w:p w:rsidR="004B3F0F" w:rsidRPr="000A6CD8" w:rsidRDefault="009E2FF9" w:rsidP="004B3F0F">
      <w:pPr>
        <w:spacing w:line="276" w:lineRule="auto"/>
        <w:ind w:firstLineChars="100" w:firstLine="210"/>
        <w:rPr>
          <w:color w:val="000000"/>
        </w:rPr>
      </w:pPr>
      <w:r w:rsidRPr="00662878">
        <w:rPr>
          <w:rFonts w:hint="eastAsia"/>
          <w:color w:val="000000"/>
        </w:rPr>
        <w:t>額後の請負代金額の１０分の５（第３項の規定により中間前払金の支払を受けているときは、３分の２）</w:t>
      </w:r>
    </w:p>
    <w:p w:rsidR="004B3F0F" w:rsidRPr="000A6CD8" w:rsidRDefault="009E2FF9" w:rsidP="004B3F0F">
      <w:pPr>
        <w:spacing w:line="276" w:lineRule="auto"/>
        <w:ind w:firstLineChars="100" w:firstLine="210"/>
        <w:rPr>
          <w:color w:val="000000"/>
        </w:rPr>
      </w:pPr>
      <w:r w:rsidRPr="00662878">
        <w:rPr>
          <w:rFonts w:hint="eastAsia"/>
          <w:color w:val="000000"/>
        </w:rPr>
        <w:t>を超えるときは、受注者は、発注者の指定する期日までにその超過額を返還しなければならない。ただ</w:t>
      </w:r>
    </w:p>
    <w:p w:rsidR="004B3F0F" w:rsidRPr="000A6CD8" w:rsidRDefault="009E2FF9" w:rsidP="004B3F0F">
      <w:pPr>
        <w:spacing w:line="276" w:lineRule="auto"/>
        <w:ind w:firstLineChars="100" w:firstLine="210"/>
        <w:rPr>
          <w:color w:val="000000"/>
        </w:rPr>
      </w:pPr>
      <w:r w:rsidRPr="00662878">
        <w:rPr>
          <w:rFonts w:hint="eastAsia"/>
          <w:color w:val="000000"/>
        </w:rPr>
        <w:t>し、第３８条又は第３９条の規定による支払いをしようとするときは、発注者はその支払額の中からそ</w:t>
      </w:r>
    </w:p>
    <w:p w:rsidR="009E2FF9" w:rsidRPr="00662878" w:rsidRDefault="009E2FF9" w:rsidP="004B3F0F">
      <w:pPr>
        <w:spacing w:line="276" w:lineRule="auto"/>
        <w:ind w:firstLineChars="100" w:firstLine="210"/>
        <w:rPr>
          <w:color w:val="000000"/>
        </w:rPr>
      </w:pPr>
      <w:r w:rsidRPr="00662878">
        <w:rPr>
          <w:rFonts w:hint="eastAsia"/>
          <w:color w:val="000000"/>
        </w:rPr>
        <w:t>の超過額を控除することができる。</w:t>
      </w:r>
    </w:p>
    <w:p w:rsidR="004B3F0F" w:rsidRPr="000A6CD8" w:rsidRDefault="009E2FF9" w:rsidP="002F610F">
      <w:pPr>
        <w:spacing w:line="276" w:lineRule="auto"/>
        <w:rPr>
          <w:color w:val="000000"/>
        </w:rPr>
      </w:pPr>
      <w:r w:rsidRPr="00C840BA">
        <w:rPr>
          <w:rFonts w:hint="eastAsia"/>
          <w:color w:val="000000"/>
        </w:rPr>
        <w:t>７　前項の超過額が相当の額に達し、返還することが前払金及び中間前払金の使用状況からみて著しく不</w:t>
      </w:r>
    </w:p>
    <w:p w:rsidR="004B3F0F" w:rsidRPr="000A6CD8" w:rsidRDefault="009E2FF9" w:rsidP="004B3F0F">
      <w:pPr>
        <w:spacing w:line="276" w:lineRule="auto"/>
        <w:ind w:firstLineChars="100" w:firstLine="210"/>
        <w:rPr>
          <w:color w:val="000000"/>
        </w:rPr>
      </w:pPr>
      <w:r w:rsidRPr="00662878">
        <w:rPr>
          <w:rFonts w:hint="eastAsia"/>
          <w:color w:val="000000"/>
        </w:rPr>
        <w:t>適当であると認められるときは、発注者と受注者とが協議して返還すべき超過額を定める。ただし、請</w:t>
      </w:r>
    </w:p>
    <w:p w:rsidR="009E2FF9" w:rsidRPr="00662878" w:rsidRDefault="009E2FF9" w:rsidP="004B3F0F">
      <w:pPr>
        <w:spacing w:line="276" w:lineRule="auto"/>
        <w:ind w:firstLineChars="100" w:firstLine="210"/>
        <w:rPr>
          <w:color w:val="000000"/>
        </w:rPr>
      </w:pPr>
      <w:r w:rsidRPr="00662878">
        <w:rPr>
          <w:rFonts w:hint="eastAsia"/>
          <w:color w:val="000000"/>
        </w:rPr>
        <w:t>負代金額が減額された日から７日以内に協議が整わない場合には、発注者が定め受注者に通知する。</w:t>
      </w:r>
    </w:p>
    <w:p w:rsidR="004B3F0F" w:rsidRPr="000A6CD8" w:rsidRDefault="009E2FF9" w:rsidP="002F610F">
      <w:pPr>
        <w:spacing w:line="276" w:lineRule="auto"/>
        <w:rPr>
          <w:color w:val="000000"/>
        </w:rPr>
      </w:pPr>
      <w:r w:rsidRPr="00C840BA">
        <w:rPr>
          <w:rFonts w:hint="eastAsia"/>
          <w:color w:val="000000"/>
        </w:rPr>
        <w:t>８　発注者は、受注者が第６項の期間内に超過額を返還しなかったときは、その未返還額につき、同項の</w:t>
      </w:r>
    </w:p>
    <w:p w:rsidR="004B3F0F" w:rsidRPr="000A6CD8" w:rsidRDefault="009E2FF9" w:rsidP="004B3F0F">
      <w:pPr>
        <w:spacing w:line="276" w:lineRule="auto"/>
        <w:ind w:firstLineChars="100" w:firstLine="210"/>
        <w:rPr>
          <w:color w:val="000000"/>
        </w:rPr>
      </w:pPr>
      <w:r w:rsidRPr="00662878">
        <w:rPr>
          <w:rFonts w:hint="eastAsia"/>
          <w:color w:val="000000"/>
        </w:rPr>
        <w:t>期間を経過した日から返還する日までの期間について、その日数に応じ、年</w:t>
      </w:r>
      <w:r w:rsidR="00F23AFA" w:rsidRPr="00662878">
        <w:rPr>
          <w:rFonts w:hint="eastAsia"/>
          <w:color w:val="000000"/>
        </w:rPr>
        <w:t>２．７</w:t>
      </w:r>
      <w:r w:rsidRPr="00C840BA">
        <w:rPr>
          <w:rFonts w:hint="eastAsia"/>
          <w:color w:val="000000"/>
        </w:rPr>
        <w:t>パーセントの割合（年</w:t>
      </w:r>
    </w:p>
    <w:p w:rsidR="004B3F0F" w:rsidRPr="000A6CD8" w:rsidRDefault="009E2FF9" w:rsidP="004B3F0F">
      <w:pPr>
        <w:spacing w:line="276" w:lineRule="auto"/>
        <w:ind w:firstLineChars="100" w:firstLine="210"/>
        <w:rPr>
          <w:color w:val="000000"/>
        </w:rPr>
      </w:pPr>
      <w:r w:rsidRPr="00662878">
        <w:rPr>
          <w:rFonts w:hint="eastAsia"/>
          <w:color w:val="000000"/>
        </w:rPr>
        <w:t>当たりの割合は、閏年の日を含む期間についても、３６５日の割合とする。以下第４６条、第５１条及</w:t>
      </w:r>
    </w:p>
    <w:p w:rsidR="009E2FF9" w:rsidRPr="00662878" w:rsidRDefault="009E2FF9" w:rsidP="004B3F0F">
      <w:pPr>
        <w:spacing w:line="276" w:lineRule="auto"/>
        <w:ind w:firstLineChars="100" w:firstLine="210"/>
        <w:rPr>
          <w:color w:val="000000"/>
        </w:rPr>
      </w:pPr>
      <w:r w:rsidRPr="00662878">
        <w:rPr>
          <w:rFonts w:hint="eastAsia"/>
          <w:color w:val="000000"/>
        </w:rPr>
        <w:t>び第５４条において同じ。）で計算した額の遅延利息の支払いを請求することができる。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（保証契約の変更）</w:t>
      </w:r>
    </w:p>
    <w:p w:rsidR="009E2FF9" w:rsidRPr="00C840BA" w:rsidRDefault="009E2FF9" w:rsidP="002F610F">
      <w:pPr>
        <w:spacing w:line="276" w:lineRule="auto"/>
        <w:rPr>
          <w:color w:val="000000"/>
        </w:rPr>
      </w:pPr>
      <w:r w:rsidRPr="00C840BA">
        <w:rPr>
          <w:rFonts w:hint="eastAsia"/>
          <w:color w:val="000000"/>
        </w:rPr>
        <w:t>第３６条　受注者は、前条第５項の規定により受領済みの前払金及び中間前払金に追加してさらに前払金</w:t>
      </w:r>
    </w:p>
    <w:p w:rsidR="009E2FF9" w:rsidRPr="00C840BA" w:rsidRDefault="009E2FF9" w:rsidP="002F610F">
      <w:pPr>
        <w:spacing w:line="276" w:lineRule="auto"/>
        <w:rPr>
          <w:color w:val="000000"/>
        </w:rPr>
      </w:pPr>
      <w:r w:rsidRPr="00C840BA">
        <w:rPr>
          <w:rFonts w:hint="eastAsia"/>
          <w:color w:val="000000"/>
        </w:rPr>
        <w:t xml:space="preserve">　及び中間前払金の支払いを請求する場合には、あらかじめ、保証契約を変更し、変更後の保証証書を発</w:t>
      </w:r>
    </w:p>
    <w:p w:rsidR="009E2FF9" w:rsidRPr="00C840BA" w:rsidRDefault="009E2FF9" w:rsidP="002F610F">
      <w:pPr>
        <w:spacing w:line="276" w:lineRule="auto"/>
        <w:rPr>
          <w:color w:val="000000"/>
        </w:rPr>
      </w:pPr>
      <w:r w:rsidRPr="00C840BA">
        <w:rPr>
          <w:rFonts w:hint="eastAsia"/>
          <w:color w:val="000000"/>
        </w:rPr>
        <w:t xml:space="preserve">　注者に寄託しなければならない。</w:t>
      </w:r>
    </w:p>
    <w:p w:rsidR="009E2FF9" w:rsidRPr="00C840BA" w:rsidRDefault="009E2FF9" w:rsidP="002F610F">
      <w:pPr>
        <w:spacing w:line="276" w:lineRule="auto"/>
        <w:rPr>
          <w:color w:val="000000"/>
        </w:rPr>
      </w:pPr>
      <w:r w:rsidRPr="00C840BA">
        <w:rPr>
          <w:rFonts w:hint="eastAsia"/>
          <w:color w:val="000000"/>
        </w:rPr>
        <w:t>２　受注者は、前項に定める場合のほか、請負代金額が減額された場合において、保証契約を変更したと</w:t>
      </w:r>
    </w:p>
    <w:p w:rsidR="009E2FF9" w:rsidRPr="00C840BA" w:rsidRDefault="009E2FF9" w:rsidP="002F610F">
      <w:pPr>
        <w:spacing w:line="276" w:lineRule="auto"/>
        <w:rPr>
          <w:color w:val="000000"/>
        </w:rPr>
      </w:pPr>
      <w:r w:rsidRPr="00C840BA">
        <w:rPr>
          <w:rFonts w:hint="eastAsia"/>
          <w:color w:val="000000"/>
        </w:rPr>
        <w:t xml:space="preserve">　きは、変更後の保証証書を直ちに発注者に寄託しなければならない。</w:t>
      </w:r>
    </w:p>
    <w:p w:rsidR="009E2FF9" w:rsidRPr="00C840BA" w:rsidRDefault="009E2FF9" w:rsidP="002F610F">
      <w:pPr>
        <w:spacing w:line="276" w:lineRule="auto"/>
        <w:rPr>
          <w:color w:val="000000"/>
        </w:rPr>
      </w:pPr>
      <w:r w:rsidRPr="00C840BA">
        <w:rPr>
          <w:rFonts w:hint="eastAsia"/>
          <w:color w:val="000000"/>
        </w:rPr>
        <w:t>３　受注者は、前払金額及び中間前払金額の変更を伴わない工期の変更が行われた場合には、発注者に代</w:t>
      </w:r>
    </w:p>
    <w:p w:rsidR="009E2FF9" w:rsidRPr="00C840BA" w:rsidRDefault="009E2FF9" w:rsidP="002F610F">
      <w:pPr>
        <w:spacing w:line="276" w:lineRule="auto"/>
        <w:rPr>
          <w:color w:val="000000"/>
        </w:rPr>
      </w:pPr>
      <w:r w:rsidRPr="00C840BA">
        <w:rPr>
          <w:rFonts w:hint="eastAsia"/>
          <w:color w:val="000000"/>
        </w:rPr>
        <w:t xml:space="preserve">　わりその旨を保証事業会社に直ちに通知するものとする。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（前払金の使用等）</w:t>
      </w:r>
    </w:p>
    <w:p w:rsidR="009E2FF9" w:rsidRPr="00C840BA" w:rsidRDefault="009E2FF9" w:rsidP="002F610F">
      <w:pPr>
        <w:spacing w:line="276" w:lineRule="auto"/>
        <w:rPr>
          <w:color w:val="000000"/>
        </w:rPr>
      </w:pPr>
      <w:r w:rsidRPr="00C840BA">
        <w:rPr>
          <w:rFonts w:hint="eastAsia"/>
          <w:color w:val="000000"/>
        </w:rPr>
        <w:t>第３７条　受注者は、前払金及び中間前払金をこの工事の材料費、労務費、機械器具の賃借料、機械購入</w:t>
      </w:r>
    </w:p>
    <w:p w:rsidR="009E2FF9" w:rsidRPr="00C840BA" w:rsidRDefault="009E2FF9" w:rsidP="002F610F">
      <w:pPr>
        <w:spacing w:line="276" w:lineRule="auto"/>
        <w:rPr>
          <w:color w:val="000000"/>
        </w:rPr>
      </w:pPr>
      <w:r w:rsidRPr="00C840BA">
        <w:rPr>
          <w:rFonts w:hint="eastAsia"/>
          <w:color w:val="000000"/>
        </w:rPr>
        <w:t xml:space="preserve">　費（この工事において償却される割合に相当する額に限る。）、動力費、支払運賃、修繕費、仮設費、労</w:t>
      </w:r>
    </w:p>
    <w:p w:rsidR="009E2FF9" w:rsidRPr="00C840BA" w:rsidRDefault="009E2FF9" w:rsidP="002F610F">
      <w:pPr>
        <w:spacing w:line="276" w:lineRule="auto"/>
        <w:rPr>
          <w:color w:val="000000"/>
        </w:rPr>
      </w:pPr>
      <w:r w:rsidRPr="00C840BA">
        <w:rPr>
          <w:rFonts w:hint="eastAsia"/>
          <w:color w:val="000000"/>
        </w:rPr>
        <w:t xml:space="preserve">　働者災害補償保険料及び保証料に相当する額として必要な経費以外の支払いに充当してはならない。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（部分払）</w:t>
      </w:r>
    </w:p>
    <w:p w:rsidR="009E2FF9" w:rsidRPr="00C840BA" w:rsidRDefault="009E2FF9" w:rsidP="002F610F">
      <w:pPr>
        <w:spacing w:line="276" w:lineRule="auto"/>
        <w:rPr>
          <w:color w:val="000000"/>
        </w:rPr>
      </w:pPr>
      <w:r w:rsidRPr="00C840BA">
        <w:rPr>
          <w:rFonts w:hint="eastAsia"/>
          <w:color w:val="000000"/>
        </w:rPr>
        <w:t>第３８条　受注者は、工事の完成前に、出来形部分並びに工事現場に搬入済みの工事材料及び製造工場等</w:t>
      </w:r>
    </w:p>
    <w:p w:rsidR="009E2FF9" w:rsidRPr="00C840BA" w:rsidRDefault="009E2FF9" w:rsidP="002F610F">
      <w:pPr>
        <w:spacing w:line="276" w:lineRule="auto"/>
        <w:rPr>
          <w:color w:val="000000"/>
        </w:rPr>
      </w:pPr>
      <w:r w:rsidRPr="00C840BA">
        <w:rPr>
          <w:rFonts w:hint="eastAsia"/>
          <w:color w:val="000000"/>
        </w:rPr>
        <w:t xml:space="preserve">　にある工場製品（第１４条第２項の規定により監督員の検査を要するものにあっては当該検査に合格し</w:t>
      </w:r>
    </w:p>
    <w:p w:rsidR="009E2FF9" w:rsidRPr="00C840BA" w:rsidRDefault="009E2FF9" w:rsidP="002F610F">
      <w:pPr>
        <w:spacing w:line="276" w:lineRule="auto"/>
        <w:rPr>
          <w:color w:val="000000"/>
        </w:rPr>
      </w:pPr>
      <w:r w:rsidRPr="00C840BA">
        <w:rPr>
          <w:rFonts w:hint="eastAsia"/>
          <w:color w:val="000000"/>
        </w:rPr>
        <w:t xml:space="preserve">　たもの、監督員の検査を要しないものにあっては設計図書で部分払の対象とすることを指定したものに</w:t>
      </w:r>
    </w:p>
    <w:p w:rsidR="009E2FF9" w:rsidRPr="00C840BA" w:rsidRDefault="009E2FF9" w:rsidP="002F610F">
      <w:pPr>
        <w:spacing w:line="276" w:lineRule="auto"/>
        <w:rPr>
          <w:color w:val="000000"/>
        </w:rPr>
      </w:pPr>
      <w:r w:rsidRPr="00C840BA">
        <w:rPr>
          <w:rFonts w:hint="eastAsia"/>
          <w:color w:val="000000"/>
        </w:rPr>
        <w:t xml:space="preserve">　限る。）に相応する請負代金相当額の１０分の９以内の額について、次項から第７項までに定めるところ</w:t>
      </w:r>
    </w:p>
    <w:p w:rsidR="009E2FF9" w:rsidRPr="00C840BA" w:rsidRDefault="009E2FF9" w:rsidP="002F610F">
      <w:pPr>
        <w:spacing w:line="276" w:lineRule="auto"/>
        <w:rPr>
          <w:color w:val="000000"/>
        </w:rPr>
      </w:pPr>
      <w:r w:rsidRPr="00C840BA">
        <w:rPr>
          <w:rFonts w:hint="eastAsia"/>
          <w:color w:val="000000"/>
        </w:rPr>
        <w:t xml:space="preserve">　により部分払を請求することができる。ただし、この請求は工期中　回を超えることはできない。</w:t>
      </w:r>
    </w:p>
    <w:p w:rsidR="009E2FF9" w:rsidRPr="00C840BA" w:rsidRDefault="009E2FF9" w:rsidP="002F610F">
      <w:pPr>
        <w:spacing w:line="276" w:lineRule="auto"/>
        <w:rPr>
          <w:color w:val="000000"/>
        </w:rPr>
      </w:pPr>
      <w:r w:rsidRPr="00C840BA">
        <w:rPr>
          <w:rFonts w:hint="eastAsia"/>
          <w:color w:val="000000"/>
        </w:rPr>
        <w:t>２　受注者は、部分払を請求しようとするときは、あらかじめ、当該請求に係る出来形部分又は工事現場</w:t>
      </w:r>
    </w:p>
    <w:p w:rsidR="009E2FF9" w:rsidRPr="00C840BA" w:rsidRDefault="009E2FF9" w:rsidP="002F610F">
      <w:pPr>
        <w:spacing w:line="276" w:lineRule="auto"/>
        <w:rPr>
          <w:color w:val="000000"/>
        </w:rPr>
      </w:pPr>
      <w:r w:rsidRPr="00C840BA">
        <w:rPr>
          <w:rFonts w:hint="eastAsia"/>
          <w:color w:val="000000"/>
        </w:rPr>
        <w:t xml:space="preserve">　に搬入済みの工事材料若しくは製造工場等にある工場製品の確認を発注者に請求しなければならない。</w:t>
      </w:r>
    </w:p>
    <w:p w:rsidR="009E2FF9" w:rsidRPr="00C840BA" w:rsidRDefault="009E2FF9" w:rsidP="002F610F">
      <w:pPr>
        <w:spacing w:line="276" w:lineRule="auto"/>
        <w:rPr>
          <w:color w:val="000000"/>
        </w:rPr>
      </w:pPr>
      <w:r w:rsidRPr="00C840BA">
        <w:rPr>
          <w:rFonts w:hint="eastAsia"/>
          <w:color w:val="000000"/>
        </w:rPr>
        <w:t>３　発注者は、前項の場合において、当該請求を受けた日から１４日以内に、受注者の立会いの上、設計</w:t>
      </w:r>
    </w:p>
    <w:p w:rsidR="009E2FF9" w:rsidRPr="00C840BA" w:rsidRDefault="009E2FF9" w:rsidP="002F610F">
      <w:pPr>
        <w:spacing w:line="276" w:lineRule="auto"/>
        <w:rPr>
          <w:color w:val="000000"/>
        </w:rPr>
      </w:pPr>
      <w:r w:rsidRPr="00C840BA">
        <w:rPr>
          <w:rFonts w:hint="eastAsia"/>
          <w:color w:val="000000"/>
        </w:rPr>
        <w:t xml:space="preserve">　図書に定めるところにより、同項の確認をするための検査を行い、当該確認の結果を受注者に通知しな</w:t>
      </w:r>
    </w:p>
    <w:p w:rsidR="009E2FF9" w:rsidRPr="00C840BA" w:rsidRDefault="009E2FF9" w:rsidP="002F610F">
      <w:pPr>
        <w:spacing w:line="276" w:lineRule="auto"/>
        <w:rPr>
          <w:color w:val="000000"/>
        </w:rPr>
      </w:pPr>
      <w:r w:rsidRPr="00C840BA">
        <w:rPr>
          <w:rFonts w:hint="eastAsia"/>
          <w:color w:val="000000"/>
        </w:rPr>
        <w:t xml:space="preserve">　ければならない。この場合において、発注者は、必要があると認められるときは、その理由を受注者に</w:t>
      </w:r>
    </w:p>
    <w:p w:rsidR="009E2FF9" w:rsidRPr="00C840BA" w:rsidRDefault="009E2FF9" w:rsidP="002F610F">
      <w:pPr>
        <w:spacing w:line="276" w:lineRule="auto"/>
        <w:rPr>
          <w:color w:val="000000"/>
        </w:rPr>
      </w:pPr>
      <w:r w:rsidRPr="00C840BA">
        <w:rPr>
          <w:rFonts w:hint="eastAsia"/>
          <w:color w:val="000000"/>
        </w:rPr>
        <w:t xml:space="preserve">　通知して、出来形部分を最小限度破壊して検査することができる。</w:t>
      </w:r>
    </w:p>
    <w:p w:rsidR="009E2FF9" w:rsidRPr="00C840BA" w:rsidRDefault="009E2FF9" w:rsidP="002F610F">
      <w:pPr>
        <w:spacing w:line="276" w:lineRule="auto"/>
        <w:rPr>
          <w:color w:val="000000"/>
        </w:rPr>
      </w:pPr>
      <w:r w:rsidRPr="00C840BA">
        <w:rPr>
          <w:rFonts w:hint="eastAsia"/>
          <w:color w:val="000000"/>
        </w:rPr>
        <w:t>４　前項の場合において、検査又は復旧に直接要する費用は、受注者の負担とする。</w:t>
      </w:r>
    </w:p>
    <w:p w:rsidR="009E2FF9" w:rsidRPr="00C840BA" w:rsidRDefault="009E2FF9" w:rsidP="002F610F">
      <w:pPr>
        <w:spacing w:line="276" w:lineRule="auto"/>
        <w:rPr>
          <w:color w:val="000000"/>
        </w:rPr>
      </w:pPr>
      <w:r w:rsidRPr="00C840BA">
        <w:rPr>
          <w:rFonts w:hint="eastAsia"/>
          <w:color w:val="000000"/>
        </w:rPr>
        <w:t>５　受注者は、第３項の規定による確認があったときは、部分払を請求することができる。この場合にお</w:t>
      </w:r>
    </w:p>
    <w:p w:rsidR="009E2FF9" w:rsidRPr="00C840BA" w:rsidRDefault="009E2FF9" w:rsidP="002F610F">
      <w:pPr>
        <w:spacing w:line="276" w:lineRule="auto"/>
        <w:rPr>
          <w:color w:val="000000"/>
        </w:rPr>
      </w:pPr>
      <w:r w:rsidRPr="00C840BA">
        <w:rPr>
          <w:rFonts w:hint="eastAsia"/>
          <w:color w:val="000000"/>
        </w:rPr>
        <w:t xml:space="preserve">　いては、発注者は、当該請求を受けた日から１４日以内に部分払金を支払わなければならない。</w:t>
      </w:r>
    </w:p>
    <w:p w:rsidR="009E2FF9" w:rsidRPr="00C840BA" w:rsidRDefault="009E2FF9" w:rsidP="002F610F">
      <w:pPr>
        <w:spacing w:line="276" w:lineRule="auto"/>
        <w:rPr>
          <w:color w:val="000000"/>
        </w:rPr>
      </w:pPr>
      <w:r w:rsidRPr="00C840BA">
        <w:rPr>
          <w:rFonts w:hint="eastAsia"/>
          <w:color w:val="000000"/>
        </w:rPr>
        <w:t>６　部分払金の額は、次の式により算定する。この場合において第１項の請負代金相当額は、発注者と受</w:t>
      </w:r>
    </w:p>
    <w:p w:rsidR="009E2FF9" w:rsidRPr="00C840BA" w:rsidRDefault="009E2FF9" w:rsidP="002F610F">
      <w:pPr>
        <w:spacing w:line="276" w:lineRule="auto"/>
        <w:rPr>
          <w:color w:val="000000"/>
        </w:rPr>
      </w:pPr>
      <w:r w:rsidRPr="00C840BA">
        <w:rPr>
          <w:rFonts w:hint="eastAsia"/>
          <w:color w:val="000000"/>
        </w:rPr>
        <w:t xml:space="preserve">　注者とが協議して定める。ただし、発注者が前項の請求を受けた日から７日以内に協議が整わない場合</w:t>
      </w:r>
    </w:p>
    <w:p w:rsidR="009E2FF9" w:rsidRPr="00C840BA" w:rsidRDefault="009E2FF9" w:rsidP="002F610F">
      <w:pPr>
        <w:spacing w:line="276" w:lineRule="auto"/>
        <w:rPr>
          <w:color w:val="000000"/>
        </w:rPr>
      </w:pPr>
      <w:r w:rsidRPr="00C840BA">
        <w:rPr>
          <w:rFonts w:hint="eastAsia"/>
          <w:color w:val="000000"/>
        </w:rPr>
        <w:t xml:space="preserve">　には、発注者が定め、受注者に通知する。</w:t>
      </w:r>
    </w:p>
    <w:p w:rsidR="009E2FF9" w:rsidRPr="00C840BA" w:rsidRDefault="009E2FF9" w:rsidP="002F610F">
      <w:pPr>
        <w:spacing w:line="276" w:lineRule="auto"/>
        <w:rPr>
          <w:color w:val="000000"/>
        </w:rPr>
      </w:pPr>
      <w:r w:rsidRPr="00C840BA">
        <w:rPr>
          <w:rFonts w:hint="eastAsia"/>
          <w:color w:val="000000"/>
        </w:rPr>
        <w:t xml:space="preserve">　　部分払金の額≦第１項の請負代金相当額×（９／１０－（前払金額＋中間前払金額）／請負代金額）</w:t>
      </w:r>
    </w:p>
    <w:p w:rsidR="009E2FF9" w:rsidRPr="00C840BA" w:rsidRDefault="009E2FF9" w:rsidP="002F610F">
      <w:pPr>
        <w:spacing w:line="276" w:lineRule="auto"/>
        <w:rPr>
          <w:color w:val="000000"/>
        </w:rPr>
      </w:pPr>
      <w:r w:rsidRPr="00C840BA">
        <w:rPr>
          <w:rFonts w:hint="eastAsia"/>
          <w:color w:val="000000"/>
        </w:rPr>
        <w:t>７　第５項の規定により部分払金の支払いがあった後、再度部分払の請求をする場合においては、第１項</w:t>
      </w:r>
    </w:p>
    <w:p w:rsidR="009E2FF9" w:rsidRPr="00C840BA" w:rsidRDefault="009E2FF9" w:rsidP="002F610F">
      <w:pPr>
        <w:spacing w:line="276" w:lineRule="auto"/>
        <w:rPr>
          <w:color w:val="000000"/>
        </w:rPr>
      </w:pPr>
      <w:r w:rsidRPr="00C840BA">
        <w:rPr>
          <w:rFonts w:hint="eastAsia"/>
          <w:color w:val="000000"/>
        </w:rPr>
        <w:t xml:space="preserve">　及び前項中「請負代金相当額」とあるのは「請負代金相当額から既に部分払の対象となった請負代金相</w:t>
      </w:r>
    </w:p>
    <w:p w:rsidR="009E2FF9" w:rsidRPr="00C840BA" w:rsidRDefault="009E2FF9" w:rsidP="002F610F">
      <w:pPr>
        <w:spacing w:line="276" w:lineRule="auto"/>
        <w:rPr>
          <w:color w:val="000000"/>
        </w:rPr>
      </w:pPr>
      <w:r w:rsidRPr="00C840BA">
        <w:rPr>
          <w:rFonts w:hint="eastAsia"/>
          <w:color w:val="000000"/>
        </w:rPr>
        <w:t xml:space="preserve">　当額を控除した額」とするものとする。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（部分引渡し）</w:t>
      </w:r>
    </w:p>
    <w:p w:rsidR="009E2FF9" w:rsidRPr="00C840BA" w:rsidRDefault="009E2FF9" w:rsidP="002F610F">
      <w:pPr>
        <w:spacing w:line="276" w:lineRule="auto"/>
        <w:rPr>
          <w:color w:val="000000"/>
        </w:rPr>
      </w:pPr>
      <w:r w:rsidRPr="00C840BA">
        <w:rPr>
          <w:rFonts w:hint="eastAsia"/>
          <w:color w:val="000000"/>
        </w:rPr>
        <w:t>第３９条　工事目的物について、発注者が設計図書において工事の完成に先だって引渡しを受けるべきこ</w:t>
      </w:r>
    </w:p>
    <w:p w:rsidR="009E2FF9" w:rsidRPr="00C840BA" w:rsidRDefault="009E2FF9" w:rsidP="002F610F">
      <w:pPr>
        <w:spacing w:line="276" w:lineRule="auto"/>
        <w:rPr>
          <w:color w:val="000000"/>
        </w:rPr>
      </w:pPr>
      <w:r w:rsidRPr="00C840BA">
        <w:rPr>
          <w:rFonts w:hint="eastAsia"/>
          <w:color w:val="000000"/>
        </w:rPr>
        <w:t xml:space="preserve">　とを指定した部分（以下「指定部分」という。）がある場合において、当該指定部分の工事が完了したと</w:t>
      </w:r>
    </w:p>
    <w:p w:rsidR="009E2FF9" w:rsidRPr="00C840BA" w:rsidRDefault="009E2FF9" w:rsidP="002F610F">
      <w:pPr>
        <w:spacing w:line="276" w:lineRule="auto"/>
        <w:rPr>
          <w:color w:val="000000"/>
        </w:rPr>
      </w:pPr>
      <w:r w:rsidRPr="00C840BA">
        <w:rPr>
          <w:rFonts w:hint="eastAsia"/>
          <w:color w:val="000000"/>
        </w:rPr>
        <w:t xml:space="preserve">　きについては、第３２条中「工事」とあるのは「指定部分に係る工事」と、「工事目的物」とあるのは「指</w:t>
      </w:r>
    </w:p>
    <w:p w:rsidR="009E2FF9" w:rsidRPr="00C840BA" w:rsidRDefault="009E2FF9" w:rsidP="002F610F">
      <w:pPr>
        <w:spacing w:line="276" w:lineRule="auto"/>
        <w:rPr>
          <w:color w:val="000000"/>
        </w:rPr>
      </w:pPr>
      <w:r w:rsidRPr="00C840BA">
        <w:rPr>
          <w:rFonts w:hint="eastAsia"/>
          <w:color w:val="000000"/>
        </w:rPr>
        <w:t xml:space="preserve">　定部分に係る工事目的物」と、同条第６項及び第３３条中「請負代金」とあるのは「部分引渡しに係る</w:t>
      </w:r>
    </w:p>
    <w:p w:rsidR="009E2FF9" w:rsidRPr="00C840BA" w:rsidRDefault="009E2FF9" w:rsidP="002F610F">
      <w:pPr>
        <w:spacing w:line="276" w:lineRule="auto"/>
        <w:rPr>
          <w:color w:val="000000"/>
        </w:rPr>
      </w:pPr>
      <w:r w:rsidRPr="00C840BA">
        <w:rPr>
          <w:rFonts w:hint="eastAsia"/>
          <w:color w:val="000000"/>
        </w:rPr>
        <w:t xml:space="preserve">　請負代金」と読み替えて、これらの規定を準用する。</w:t>
      </w:r>
    </w:p>
    <w:p w:rsidR="009E2FF9" w:rsidRPr="00C840BA" w:rsidRDefault="009E2FF9" w:rsidP="002F610F">
      <w:pPr>
        <w:spacing w:line="276" w:lineRule="auto"/>
        <w:rPr>
          <w:color w:val="000000"/>
        </w:rPr>
      </w:pPr>
      <w:r w:rsidRPr="00C840BA">
        <w:rPr>
          <w:rFonts w:hint="eastAsia"/>
          <w:color w:val="000000"/>
        </w:rPr>
        <w:t>２　前項の規定により準用される第３３条第１項の規定により請求することができる部分引渡しに係る請</w:t>
      </w:r>
    </w:p>
    <w:p w:rsidR="009E2FF9" w:rsidRPr="00C840BA" w:rsidRDefault="009E2FF9" w:rsidP="002F610F">
      <w:pPr>
        <w:spacing w:line="276" w:lineRule="auto"/>
        <w:rPr>
          <w:color w:val="000000"/>
        </w:rPr>
      </w:pPr>
      <w:r w:rsidRPr="00C840BA">
        <w:rPr>
          <w:rFonts w:hint="eastAsia"/>
          <w:color w:val="000000"/>
        </w:rPr>
        <w:t xml:space="preserve">　負代金の額は、次の式により算定する。この場合において、指定部分に相応する請負代金の額は、発注</w:t>
      </w:r>
    </w:p>
    <w:p w:rsidR="009E2FF9" w:rsidRPr="00C840BA" w:rsidRDefault="009E2FF9" w:rsidP="002F610F">
      <w:pPr>
        <w:spacing w:line="276" w:lineRule="auto"/>
        <w:rPr>
          <w:color w:val="000000"/>
        </w:rPr>
      </w:pPr>
      <w:r w:rsidRPr="00C840BA">
        <w:rPr>
          <w:rFonts w:hint="eastAsia"/>
          <w:color w:val="000000"/>
        </w:rPr>
        <w:t xml:space="preserve">　者と受注者とが協議して定める。ただし、発注者が前項の規定により準用される第３３条第１項の請求</w:t>
      </w:r>
    </w:p>
    <w:p w:rsidR="009E2FF9" w:rsidRPr="00C840BA" w:rsidRDefault="009E2FF9" w:rsidP="002F610F">
      <w:pPr>
        <w:spacing w:line="276" w:lineRule="auto"/>
        <w:rPr>
          <w:color w:val="000000"/>
        </w:rPr>
      </w:pPr>
      <w:r w:rsidRPr="00C840BA">
        <w:rPr>
          <w:rFonts w:hint="eastAsia"/>
          <w:color w:val="000000"/>
        </w:rPr>
        <w:t xml:space="preserve">　を受けた日から７日以内に協議が整わない場合には、発注者が定め、受注者に通知する。</w:t>
      </w:r>
    </w:p>
    <w:p w:rsidR="009E2FF9" w:rsidRPr="00C840BA" w:rsidRDefault="009E2FF9" w:rsidP="002F610F">
      <w:pPr>
        <w:spacing w:line="276" w:lineRule="auto"/>
        <w:rPr>
          <w:color w:val="000000"/>
        </w:rPr>
      </w:pPr>
      <w:r w:rsidRPr="00C840BA">
        <w:rPr>
          <w:rFonts w:hint="eastAsia"/>
          <w:color w:val="000000"/>
        </w:rPr>
        <w:t xml:space="preserve">　　部分引渡しに係る請負代金の額＝指定部分に相応する請負代金の額</w:t>
      </w:r>
    </w:p>
    <w:p w:rsidR="009E2FF9" w:rsidRPr="00C840BA" w:rsidRDefault="009E2FF9" w:rsidP="002F610F">
      <w:pPr>
        <w:spacing w:line="276" w:lineRule="auto"/>
        <w:rPr>
          <w:color w:val="000000"/>
        </w:rPr>
      </w:pPr>
      <w:r w:rsidRPr="00C840BA">
        <w:rPr>
          <w:rFonts w:hint="eastAsia"/>
          <w:color w:val="000000"/>
        </w:rPr>
        <w:t xml:space="preserve">　　　　　　　　　　　　　　　　　　×（１－（前払金額＋中間前払金額）／請負代金額）</w:t>
      </w:r>
    </w:p>
    <w:p w:rsidR="009E2FF9" w:rsidRPr="00C840BA" w:rsidRDefault="009E2FF9" w:rsidP="002F610F">
      <w:pPr>
        <w:spacing w:line="276" w:lineRule="auto"/>
        <w:rPr>
          <w:color w:val="000000"/>
        </w:rPr>
      </w:pPr>
      <w:r w:rsidRPr="00C840BA">
        <w:rPr>
          <w:rFonts w:hint="eastAsia"/>
          <w:color w:val="000000"/>
        </w:rPr>
        <w:t xml:space="preserve">　</w:t>
      </w:r>
    </w:p>
    <w:p w:rsidR="009E2FF9" w:rsidRPr="00C840BA" w:rsidRDefault="009E2FF9" w:rsidP="002F610F">
      <w:pPr>
        <w:spacing w:line="276" w:lineRule="auto"/>
        <w:rPr>
          <w:color w:val="000000"/>
        </w:rPr>
      </w:pPr>
      <w:r w:rsidRPr="00C840BA">
        <w:rPr>
          <w:rFonts w:hint="eastAsia"/>
          <w:color w:val="000000"/>
        </w:rPr>
        <w:t>（債務負担行為及び継続費に係る契約の特則）</w:t>
      </w:r>
    </w:p>
    <w:p w:rsidR="009E2FF9" w:rsidRPr="00C840BA" w:rsidRDefault="009E2FF9" w:rsidP="002F610F">
      <w:pPr>
        <w:spacing w:line="276" w:lineRule="auto"/>
        <w:rPr>
          <w:color w:val="000000"/>
        </w:rPr>
      </w:pPr>
      <w:r w:rsidRPr="00C840BA">
        <w:rPr>
          <w:rFonts w:hint="eastAsia"/>
          <w:color w:val="000000"/>
        </w:rPr>
        <w:t>第４０条　債務負担行為及び継続費に係る契約において、各会計年度における請負代金の支払いの限度額</w:t>
      </w:r>
    </w:p>
    <w:p w:rsidR="009E2FF9" w:rsidRPr="00C840BA" w:rsidRDefault="009E2FF9" w:rsidP="002F610F">
      <w:pPr>
        <w:spacing w:line="276" w:lineRule="auto"/>
        <w:rPr>
          <w:color w:val="000000"/>
        </w:rPr>
      </w:pPr>
      <w:r w:rsidRPr="00C840BA">
        <w:rPr>
          <w:rFonts w:hint="eastAsia"/>
          <w:color w:val="000000"/>
        </w:rPr>
        <w:t xml:space="preserve">　（以下「支払限度額」という。）及び出来高予定額は、発注者と受注者との間で締結する「</w:t>
      </w:r>
      <w:r w:rsidR="002F610F" w:rsidRPr="00C840BA">
        <w:rPr>
          <w:rFonts w:hint="eastAsia"/>
          <w:color w:val="000000"/>
        </w:rPr>
        <w:t>さくら市</w:t>
      </w:r>
      <w:r w:rsidRPr="00C840BA">
        <w:rPr>
          <w:rFonts w:hint="eastAsia"/>
          <w:color w:val="000000"/>
        </w:rPr>
        <w:t>建設工事請負契約に基づく協定書」によるものとする。</w:t>
      </w:r>
    </w:p>
    <w:p w:rsidR="009E2FF9" w:rsidRPr="00C840BA" w:rsidRDefault="009E2FF9" w:rsidP="002F610F">
      <w:pPr>
        <w:spacing w:line="276" w:lineRule="auto"/>
        <w:rPr>
          <w:color w:val="000000"/>
        </w:rPr>
      </w:pPr>
      <w:r w:rsidRPr="00C840BA">
        <w:rPr>
          <w:rFonts w:hint="eastAsia"/>
          <w:color w:val="000000"/>
        </w:rPr>
        <w:t>２　発注者は、予算上の都合その他の必要があるときは、前項の支払限度額及び出来高予定額を変更する</w:t>
      </w:r>
    </w:p>
    <w:p w:rsidR="009E2FF9" w:rsidRPr="00C840BA" w:rsidRDefault="009E2FF9" w:rsidP="002F610F">
      <w:pPr>
        <w:spacing w:line="276" w:lineRule="auto"/>
        <w:rPr>
          <w:color w:val="000000"/>
        </w:rPr>
      </w:pPr>
      <w:r w:rsidRPr="00C840BA">
        <w:rPr>
          <w:rFonts w:hint="eastAsia"/>
          <w:color w:val="000000"/>
        </w:rPr>
        <w:t xml:space="preserve">　ことができる。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（債務負担行為及び継続費に係る契約の前金払及び中間前金払の特則）</w:t>
      </w:r>
    </w:p>
    <w:p w:rsidR="009E2FF9" w:rsidRPr="00C840BA" w:rsidRDefault="009E2FF9" w:rsidP="002F610F">
      <w:pPr>
        <w:spacing w:line="276" w:lineRule="auto"/>
        <w:rPr>
          <w:color w:val="000000"/>
        </w:rPr>
      </w:pPr>
      <w:r w:rsidRPr="00C840BA">
        <w:rPr>
          <w:rFonts w:hint="eastAsia"/>
          <w:color w:val="000000"/>
        </w:rPr>
        <w:t>第４１条　債務負担行為及び継続費に係る契約の前金払及び中間前金払については、第３５条中「契約書</w:t>
      </w:r>
    </w:p>
    <w:p w:rsidR="009E2FF9" w:rsidRPr="00C840BA" w:rsidRDefault="009E2FF9" w:rsidP="002F610F">
      <w:pPr>
        <w:spacing w:line="276" w:lineRule="auto"/>
        <w:rPr>
          <w:color w:val="000000"/>
        </w:rPr>
      </w:pPr>
      <w:r w:rsidRPr="00C840BA">
        <w:rPr>
          <w:rFonts w:hint="eastAsia"/>
          <w:color w:val="000000"/>
        </w:rPr>
        <w:t xml:space="preserve">　記載の工事完成の時期」とあるのは「契約書記載の工事完成の時期（最終の会計年度以外の会計年度に</w:t>
      </w:r>
    </w:p>
    <w:p w:rsidR="009E2FF9" w:rsidRPr="00C840BA" w:rsidRDefault="009E2FF9" w:rsidP="002F610F">
      <w:pPr>
        <w:spacing w:line="276" w:lineRule="auto"/>
        <w:rPr>
          <w:color w:val="000000"/>
        </w:rPr>
      </w:pPr>
      <w:r w:rsidRPr="00C840BA">
        <w:rPr>
          <w:rFonts w:hint="eastAsia"/>
          <w:color w:val="000000"/>
        </w:rPr>
        <w:t xml:space="preserve">　あっては、各会計年度末）」と、同条及び第３６条中「請負代金額」とあるのは「当該会計年度の出来高</w:t>
      </w:r>
    </w:p>
    <w:p w:rsidR="009E2FF9" w:rsidRPr="00C840BA" w:rsidRDefault="009E2FF9" w:rsidP="002F610F">
      <w:pPr>
        <w:spacing w:line="276" w:lineRule="auto"/>
        <w:rPr>
          <w:color w:val="000000"/>
        </w:rPr>
      </w:pPr>
      <w:r w:rsidRPr="00C840BA">
        <w:rPr>
          <w:rFonts w:hint="eastAsia"/>
          <w:color w:val="000000"/>
        </w:rPr>
        <w:t xml:space="preserve">　予定額（前会計年度末における第３８条第１項の請負代金相当額（以下この条及び次条において「請負</w:t>
      </w:r>
    </w:p>
    <w:p w:rsidR="009E2FF9" w:rsidRPr="00C840BA" w:rsidRDefault="009E2FF9" w:rsidP="002F610F">
      <w:pPr>
        <w:spacing w:line="276" w:lineRule="auto"/>
        <w:rPr>
          <w:color w:val="000000"/>
        </w:rPr>
      </w:pPr>
      <w:r w:rsidRPr="00C840BA">
        <w:rPr>
          <w:rFonts w:hint="eastAsia"/>
          <w:color w:val="000000"/>
        </w:rPr>
        <w:t xml:space="preserve">　代金相当額」という。）が前会計年度までの出来高予定額を超えた場合において、当該会計年度の当初に</w:t>
      </w:r>
    </w:p>
    <w:p w:rsidR="009E2FF9" w:rsidRPr="00C840BA" w:rsidRDefault="009E2FF9" w:rsidP="002F610F">
      <w:pPr>
        <w:spacing w:line="276" w:lineRule="auto"/>
        <w:rPr>
          <w:color w:val="000000"/>
        </w:rPr>
      </w:pPr>
      <w:r w:rsidRPr="00C840BA">
        <w:rPr>
          <w:rFonts w:hint="eastAsia"/>
          <w:color w:val="000000"/>
        </w:rPr>
        <w:t xml:space="preserve">　部分払をしたときは、当該超過額を控除した額）」と読み替えて、これらの規定を準用する。ただし、こ</w:t>
      </w:r>
    </w:p>
    <w:p w:rsidR="009E2FF9" w:rsidRPr="00C840BA" w:rsidRDefault="009E2FF9" w:rsidP="002F610F">
      <w:pPr>
        <w:spacing w:line="276" w:lineRule="auto"/>
        <w:rPr>
          <w:color w:val="000000"/>
        </w:rPr>
      </w:pPr>
      <w:r w:rsidRPr="00C840BA">
        <w:rPr>
          <w:rFonts w:hint="eastAsia"/>
          <w:color w:val="000000"/>
        </w:rPr>
        <w:t xml:space="preserve">　の契約を締結した会計年度（以下「契約会計年度」という。）以外の会計年度においては、受注者は、予</w:t>
      </w:r>
    </w:p>
    <w:p w:rsidR="009E2FF9" w:rsidRPr="00C840BA" w:rsidRDefault="009E2FF9" w:rsidP="002F610F">
      <w:pPr>
        <w:spacing w:line="276" w:lineRule="auto"/>
        <w:rPr>
          <w:color w:val="000000"/>
        </w:rPr>
      </w:pPr>
      <w:r w:rsidRPr="00C840BA">
        <w:rPr>
          <w:rFonts w:hint="eastAsia"/>
          <w:color w:val="000000"/>
        </w:rPr>
        <w:t xml:space="preserve">　算の執行が可能となる時期以前に前払金及び中間前払金の支払いを請求することはできない。</w:t>
      </w:r>
    </w:p>
    <w:p w:rsidR="009E2FF9" w:rsidRPr="00C840BA" w:rsidRDefault="009E2FF9" w:rsidP="002F610F">
      <w:pPr>
        <w:spacing w:line="276" w:lineRule="auto"/>
        <w:rPr>
          <w:color w:val="000000"/>
        </w:rPr>
      </w:pPr>
      <w:r w:rsidRPr="00C840BA">
        <w:rPr>
          <w:rFonts w:hint="eastAsia"/>
          <w:color w:val="000000"/>
        </w:rPr>
        <w:t>２　前項の場合において、契約会計年度について前払金及び中間前払金を支払わない旨が設計図書に定め</w:t>
      </w:r>
    </w:p>
    <w:p w:rsidR="009E2FF9" w:rsidRPr="00C840BA" w:rsidRDefault="009E2FF9" w:rsidP="002F610F">
      <w:pPr>
        <w:spacing w:line="276" w:lineRule="auto"/>
        <w:rPr>
          <w:color w:val="000000"/>
        </w:rPr>
      </w:pPr>
      <w:r w:rsidRPr="00C840BA">
        <w:rPr>
          <w:rFonts w:hint="eastAsia"/>
          <w:color w:val="000000"/>
        </w:rPr>
        <w:t xml:space="preserve">　られているときには、同項の規定により準用される第３５条第１項及び第３項の規定にかかわらず、受</w:t>
      </w:r>
    </w:p>
    <w:p w:rsidR="009E2FF9" w:rsidRPr="00C840BA" w:rsidRDefault="009E2FF9" w:rsidP="002F610F">
      <w:pPr>
        <w:spacing w:line="276" w:lineRule="auto"/>
        <w:rPr>
          <w:color w:val="000000"/>
        </w:rPr>
      </w:pPr>
      <w:r w:rsidRPr="00C840BA">
        <w:rPr>
          <w:rFonts w:hint="eastAsia"/>
          <w:color w:val="000000"/>
        </w:rPr>
        <w:t xml:space="preserve">　注者は、契約会計年度について前払金及び中間前払金の支払いを請求することができない。</w:t>
      </w:r>
    </w:p>
    <w:p w:rsidR="009E2FF9" w:rsidRPr="00C840BA" w:rsidRDefault="009E2FF9" w:rsidP="002F610F">
      <w:pPr>
        <w:spacing w:line="276" w:lineRule="auto"/>
        <w:rPr>
          <w:color w:val="000000"/>
        </w:rPr>
      </w:pPr>
      <w:r w:rsidRPr="00C840BA">
        <w:rPr>
          <w:rFonts w:hint="eastAsia"/>
          <w:color w:val="000000"/>
        </w:rPr>
        <w:t>３　第１項の場合において、契約会計年度に翌会計年度分の前払金及び中間前払金を含めて支払う旨が設</w:t>
      </w:r>
    </w:p>
    <w:p w:rsidR="009E2FF9" w:rsidRPr="00C840BA" w:rsidRDefault="009E2FF9" w:rsidP="002F610F">
      <w:pPr>
        <w:spacing w:line="276" w:lineRule="auto"/>
        <w:rPr>
          <w:color w:val="000000"/>
        </w:rPr>
      </w:pPr>
      <w:r w:rsidRPr="00C840BA">
        <w:rPr>
          <w:rFonts w:hint="eastAsia"/>
          <w:color w:val="000000"/>
        </w:rPr>
        <w:t xml:space="preserve">　計図書に定められているときには、同項の規定により準用される第３５条第１項の規定にかかわらず、</w:t>
      </w:r>
    </w:p>
    <w:p w:rsidR="009E2FF9" w:rsidRPr="00C840BA" w:rsidRDefault="009E2FF9" w:rsidP="002F610F">
      <w:pPr>
        <w:spacing w:line="276" w:lineRule="auto"/>
        <w:rPr>
          <w:color w:val="000000"/>
        </w:rPr>
      </w:pPr>
      <w:r w:rsidRPr="00C840BA">
        <w:rPr>
          <w:rFonts w:hint="eastAsia"/>
          <w:color w:val="000000"/>
        </w:rPr>
        <w:t xml:space="preserve">　受注者は、契約会計年度に翌会計年度に支払うべき前払金相当分及び中間前払金相当分（　　　　　　</w:t>
      </w:r>
    </w:p>
    <w:p w:rsidR="009E2FF9" w:rsidRPr="00C840BA" w:rsidRDefault="009E2FF9" w:rsidP="002F610F">
      <w:pPr>
        <w:spacing w:line="276" w:lineRule="auto"/>
        <w:rPr>
          <w:color w:val="000000"/>
        </w:rPr>
      </w:pPr>
      <w:r w:rsidRPr="00C840BA">
        <w:rPr>
          <w:rFonts w:hint="eastAsia"/>
          <w:color w:val="000000"/>
        </w:rPr>
        <w:t xml:space="preserve">　円以内）を含めて前払金及び中間前払金の支払いを請求することができる。</w:t>
      </w:r>
    </w:p>
    <w:p w:rsidR="009E2FF9" w:rsidRPr="00C840BA" w:rsidRDefault="009E2FF9" w:rsidP="002F610F">
      <w:pPr>
        <w:spacing w:line="276" w:lineRule="auto"/>
        <w:rPr>
          <w:color w:val="000000"/>
        </w:rPr>
      </w:pPr>
      <w:r w:rsidRPr="00C840BA">
        <w:rPr>
          <w:rFonts w:hint="eastAsia"/>
          <w:color w:val="000000"/>
        </w:rPr>
        <w:t>４　第１項の場合において、前会計年度末における請負代金相当額が前会計年度までの出来高予定額に達</w:t>
      </w:r>
    </w:p>
    <w:p w:rsidR="009E2FF9" w:rsidRPr="00C840BA" w:rsidRDefault="009E2FF9" w:rsidP="002F610F">
      <w:pPr>
        <w:spacing w:line="276" w:lineRule="auto"/>
        <w:rPr>
          <w:color w:val="000000"/>
        </w:rPr>
      </w:pPr>
      <w:r w:rsidRPr="00C840BA">
        <w:rPr>
          <w:rFonts w:hint="eastAsia"/>
          <w:color w:val="000000"/>
        </w:rPr>
        <w:t xml:space="preserve">　しないときには、同項の規定により準用される第３５条第１項の規定にかかわらず、受注者は、請負代</w:t>
      </w:r>
    </w:p>
    <w:p w:rsidR="009E2FF9" w:rsidRPr="00C840BA" w:rsidRDefault="009E2FF9" w:rsidP="002F610F">
      <w:pPr>
        <w:spacing w:line="276" w:lineRule="auto"/>
        <w:rPr>
          <w:color w:val="000000"/>
        </w:rPr>
      </w:pPr>
      <w:r w:rsidRPr="00C840BA">
        <w:rPr>
          <w:rFonts w:hint="eastAsia"/>
          <w:color w:val="000000"/>
        </w:rPr>
        <w:t xml:space="preserve">　金相当額が前会計年度までの出来高予定額に達するまで当該会計年度の前払金及び中間前払金の支払い</w:t>
      </w:r>
    </w:p>
    <w:p w:rsidR="009E2FF9" w:rsidRPr="00C840BA" w:rsidRDefault="009E2FF9" w:rsidP="002F610F">
      <w:pPr>
        <w:spacing w:line="276" w:lineRule="auto"/>
        <w:rPr>
          <w:color w:val="000000"/>
        </w:rPr>
      </w:pPr>
      <w:r w:rsidRPr="00C840BA">
        <w:rPr>
          <w:rFonts w:hint="eastAsia"/>
          <w:color w:val="000000"/>
        </w:rPr>
        <w:t xml:space="preserve">　を請求することができない。</w:t>
      </w:r>
    </w:p>
    <w:p w:rsidR="009E2FF9" w:rsidRPr="00C840BA" w:rsidRDefault="009E2FF9" w:rsidP="002F610F">
      <w:pPr>
        <w:spacing w:line="276" w:lineRule="auto"/>
        <w:rPr>
          <w:color w:val="000000"/>
        </w:rPr>
      </w:pPr>
      <w:r w:rsidRPr="00C840BA">
        <w:rPr>
          <w:rFonts w:hint="eastAsia"/>
          <w:color w:val="000000"/>
        </w:rPr>
        <w:t>５　第１項の場合において、前会計年度末における請負代金相当額が前会計年度までの出来高予定額に達</w:t>
      </w:r>
    </w:p>
    <w:p w:rsidR="009E2FF9" w:rsidRPr="00C840BA" w:rsidRDefault="009E2FF9" w:rsidP="002F610F">
      <w:pPr>
        <w:spacing w:line="276" w:lineRule="auto"/>
        <w:rPr>
          <w:color w:val="000000"/>
        </w:rPr>
      </w:pPr>
      <w:r w:rsidRPr="00C840BA">
        <w:rPr>
          <w:rFonts w:hint="eastAsia"/>
          <w:color w:val="000000"/>
        </w:rPr>
        <w:t xml:space="preserve">　しないときには、その額が当該出来高予定額に達するまで前払金及び中間前払金の保証期限を延長する</w:t>
      </w:r>
    </w:p>
    <w:p w:rsidR="009E2FF9" w:rsidRPr="00C840BA" w:rsidRDefault="009E2FF9" w:rsidP="002F610F">
      <w:pPr>
        <w:spacing w:line="276" w:lineRule="auto"/>
        <w:rPr>
          <w:color w:val="000000"/>
        </w:rPr>
      </w:pPr>
      <w:r w:rsidRPr="00C840BA">
        <w:rPr>
          <w:rFonts w:hint="eastAsia"/>
          <w:color w:val="000000"/>
        </w:rPr>
        <w:t xml:space="preserve">　ものとする。この場合においては、第３６条第３項の規定を準用する。</w:t>
      </w:r>
    </w:p>
    <w:p w:rsidR="009E2FF9" w:rsidRPr="00C840BA" w:rsidRDefault="009E2FF9" w:rsidP="002F610F">
      <w:pPr>
        <w:spacing w:line="276" w:lineRule="auto"/>
        <w:rPr>
          <w:color w:val="000000"/>
        </w:rPr>
      </w:pPr>
      <w:r w:rsidRPr="00C840BA">
        <w:rPr>
          <w:rFonts w:hint="eastAsia"/>
          <w:color w:val="000000"/>
        </w:rPr>
        <w:t xml:space="preserve">　</w:t>
      </w:r>
    </w:p>
    <w:p w:rsidR="009E2FF9" w:rsidRPr="00C840BA" w:rsidRDefault="009E2FF9" w:rsidP="002F610F">
      <w:pPr>
        <w:spacing w:line="276" w:lineRule="auto"/>
        <w:rPr>
          <w:color w:val="000000"/>
        </w:rPr>
      </w:pPr>
      <w:r w:rsidRPr="00C840BA">
        <w:rPr>
          <w:rFonts w:hint="eastAsia"/>
          <w:color w:val="000000"/>
        </w:rPr>
        <w:t>（債務負担行為及び継続費に係る契約の部分払の特則）</w:t>
      </w:r>
    </w:p>
    <w:p w:rsidR="009E2FF9" w:rsidRPr="00C840BA" w:rsidRDefault="009E2FF9" w:rsidP="002F610F">
      <w:pPr>
        <w:spacing w:line="276" w:lineRule="auto"/>
        <w:rPr>
          <w:color w:val="000000"/>
        </w:rPr>
      </w:pPr>
      <w:r w:rsidRPr="00C840BA">
        <w:rPr>
          <w:rFonts w:hint="eastAsia"/>
          <w:color w:val="000000"/>
        </w:rPr>
        <w:t>第４２条　債務負担行為及び継続費に係る契約において、前会計年度末における請負代金相当額が前会計</w:t>
      </w:r>
    </w:p>
    <w:p w:rsidR="009E2FF9" w:rsidRPr="00C840BA" w:rsidRDefault="009E2FF9" w:rsidP="002F610F">
      <w:pPr>
        <w:spacing w:line="276" w:lineRule="auto"/>
        <w:rPr>
          <w:color w:val="000000"/>
        </w:rPr>
      </w:pPr>
      <w:r w:rsidRPr="00C840BA">
        <w:rPr>
          <w:rFonts w:hint="eastAsia"/>
          <w:color w:val="000000"/>
        </w:rPr>
        <w:t xml:space="preserve">　年度までの出来高予定額を超えた場合においては、受注者は、当該会計年度の当初に当該超過額（以下</w:t>
      </w:r>
    </w:p>
    <w:p w:rsidR="009E2FF9" w:rsidRPr="00C840BA" w:rsidRDefault="009E2FF9" w:rsidP="002F610F">
      <w:pPr>
        <w:spacing w:line="276" w:lineRule="auto"/>
        <w:rPr>
          <w:color w:val="000000"/>
        </w:rPr>
      </w:pPr>
      <w:r w:rsidRPr="00C840BA">
        <w:rPr>
          <w:rFonts w:hint="eastAsia"/>
          <w:color w:val="000000"/>
        </w:rPr>
        <w:t xml:space="preserve">　「出来高超過額」という。）について部分払を請求することができる。ただし、契約会計年度以外の会計</w:t>
      </w:r>
    </w:p>
    <w:p w:rsidR="009E2FF9" w:rsidRPr="00C840BA" w:rsidRDefault="009E2FF9" w:rsidP="002F610F">
      <w:pPr>
        <w:spacing w:line="276" w:lineRule="auto"/>
        <w:rPr>
          <w:color w:val="000000"/>
        </w:rPr>
      </w:pPr>
      <w:r w:rsidRPr="00C840BA">
        <w:rPr>
          <w:rFonts w:hint="eastAsia"/>
          <w:color w:val="000000"/>
        </w:rPr>
        <w:t xml:space="preserve">　年度においては、受注者は、予算の執行が可能となる時期以前に部分払の支払いを請求することはでき</w:t>
      </w:r>
    </w:p>
    <w:p w:rsidR="009E2FF9" w:rsidRPr="00C840BA" w:rsidRDefault="009E2FF9" w:rsidP="002F610F">
      <w:pPr>
        <w:spacing w:line="276" w:lineRule="auto"/>
        <w:rPr>
          <w:color w:val="000000"/>
        </w:rPr>
      </w:pPr>
      <w:r w:rsidRPr="00C840BA">
        <w:rPr>
          <w:rFonts w:hint="eastAsia"/>
          <w:color w:val="000000"/>
        </w:rPr>
        <w:t xml:space="preserve">　ない。</w:t>
      </w:r>
    </w:p>
    <w:p w:rsidR="009E2FF9" w:rsidRPr="00C840BA" w:rsidRDefault="009E2FF9" w:rsidP="002F610F">
      <w:pPr>
        <w:spacing w:line="276" w:lineRule="auto"/>
        <w:rPr>
          <w:color w:val="000000"/>
        </w:rPr>
      </w:pPr>
      <w:r w:rsidRPr="00C840BA">
        <w:rPr>
          <w:rFonts w:hint="eastAsia"/>
          <w:color w:val="000000"/>
        </w:rPr>
        <w:t>２　この契約において、前払金及び中間前払金の支払いを受けている場合の部分払金の額については、第</w:t>
      </w:r>
    </w:p>
    <w:p w:rsidR="009E2FF9" w:rsidRPr="00C840BA" w:rsidRDefault="009E2FF9" w:rsidP="002F610F">
      <w:pPr>
        <w:spacing w:line="276" w:lineRule="auto"/>
        <w:rPr>
          <w:color w:val="000000"/>
        </w:rPr>
      </w:pPr>
      <w:r w:rsidRPr="00C840BA">
        <w:rPr>
          <w:rFonts w:hint="eastAsia"/>
          <w:color w:val="000000"/>
        </w:rPr>
        <w:t xml:space="preserve">　３８条第６項及び第７項の規定にかかわらず、次の式により算定する。</w:t>
      </w:r>
    </w:p>
    <w:p w:rsidR="009E2FF9" w:rsidRPr="00C840BA" w:rsidRDefault="009E2FF9" w:rsidP="002F610F">
      <w:pPr>
        <w:spacing w:line="276" w:lineRule="auto"/>
        <w:rPr>
          <w:color w:val="000000"/>
        </w:rPr>
      </w:pPr>
      <w:r w:rsidRPr="00C840BA">
        <w:rPr>
          <w:rFonts w:hint="eastAsia"/>
          <w:color w:val="000000"/>
        </w:rPr>
        <w:t xml:space="preserve">　　部分払金の額≦請負代金相当額×９／１０</w:t>
      </w:r>
    </w:p>
    <w:p w:rsidR="009E2FF9" w:rsidRPr="00C840BA" w:rsidRDefault="009E2FF9" w:rsidP="002F610F">
      <w:pPr>
        <w:spacing w:line="276" w:lineRule="auto"/>
        <w:rPr>
          <w:color w:val="000000"/>
        </w:rPr>
      </w:pPr>
      <w:r w:rsidRPr="00C840BA">
        <w:rPr>
          <w:rFonts w:hint="eastAsia"/>
          <w:color w:val="000000"/>
        </w:rPr>
        <w:t xml:space="preserve">　　　　　－（前会計年度までの支払金額＋当該会計年度の部分払金額）　　　　　　　　　　　　　　　　　　　－｛請負代金相当額－（前会計年度までの出来高予定額＋出来高超過額）｝</w:t>
      </w:r>
    </w:p>
    <w:p w:rsidR="009E2FF9" w:rsidRPr="00C840BA" w:rsidRDefault="009E2FF9" w:rsidP="002F610F">
      <w:pPr>
        <w:spacing w:line="276" w:lineRule="auto"/>
        <w:rPr>
          <w:color w:val="000000"/>
        </w:rPr>
      </w:pPr>
      <w:r w:rsidRPr="00C840BA">
        <w:rPr>
          <w:rFonts w:hint="eastAsia"/>
          <w:color w:val="000000"/>
        </w:rPr>
        <w:t xml:space="preserve">　　　　　×（当該会計年度前払金額＋当該会計年度中間前払金額）／当該会計年度の出来高予定額</w:t>
      </w:r>
    </w:p>
    <w:p w:rsidR="009E2FF9" w:rsidRPr="00C840BA" w:rsidRDefault="009E2FF9" w:rsidP="002F610F">
      <w:pPr>
        <w:spacing w:line="276" w:lineRule="auto"/>
        <w:rPr>
          <w:color w:val="000000"/>
        </w:rPr>
      </w:pPr>
      <w:r w:rsidRPr="00C840BA">
        <w:rPr>
          <w:rFonts w:hint="eastAsia"/>
          <w:color w:val="000000"/>
        </w:rPr>
        <w:t>３　各会計年度において、部分払を請求できる回数は、次のとおりとする。</w:t>
      </w:r>
    </w:p>
    <w:p w:rsidR="00C96444" w:rsidRPr="00C840BA" w:rsidRDefault="00C96444" w:rsidP="002F610F">
      <w:pPr>
        <w:spacing w:line="276" w:lineRule="auto"/>
        <w:rPr>
          <w:color w:val="000000"/>
        </w:rPr>
      </w:pPr>
      <w:r w:rsidRPr="00C840BA">
        <w:rPr>
          <w:rFonts w:hint="eastAsia"/>
          <w:color w:val="000000"/>
        </w:rPr>
        <w:t xml:space="preserve">　　　　　　　　　　</w:t>
      </w:r>
      <w:r w:rsidR="009E2FF9" w:rsidRPr="00C840BA">
        <w:rPr>
          <w:rFonts w:hint="eastAsia"/>
          <w:color w:val="000000"/>
        </w:rPr>
        <w:t>年度　　　　　　　　　　　　回</w:t>
      </w:r>
    </w:p>
    <w:p w:rsidR="00C96444" w:rsidRPr="00C840BA" w:rsidRDefault="00C96444" w:rsidP="00C96444">
      <w:pPr>
        <w:spacing w:line="276" w:lineRule="auto"/>
        <w:rPr>
          <w:color w:val="000000"/>
        </w:rPr>
      </w:pPr>
      <w:r w:rsidRPr="00C840BA">
        <w:rPr>
          <w:rFonts w:hint="eastAsia"/>
          <w:color w:val="000000"/>
        </w:rPr>
        <w:t xml:space="preserve">　　　　　　　　　　年度　　　　　　　　　　　　回</w:t>
      </w:r>
    </w:p>
    <w:p w:rsidR="00C96444" w:rsidRPr="00C840BA" w:rsidRDefault="00C96444" w:rsidP="00C96444">
      <w:pPr>
        <w:spacing w:line="276" w:lineRule="auto"/>
        <w:rPr>
          <w:color w:val="000000"/>
        </w:rPr>
      </w:pPr>
      <w:r w:rsidRPr="00C840BA">
        <w:rPr>
          <w:rFonts w:hint="eastAsia"/>
          <w:color w:val="000000"/>
        </w:rPr>
        <w:t xml:space="preserve">　　　　　　　　　　年度　　　　　　　　　　　　回</w:t>
      </w:r>
    </w:p>
    <w:p w:rsidR="00C96444" w:rsidRPr="00C840BA" w:rsidRDefault="00C96444" w:rsidP="00C96444">
      <w:pPr>
        <w:spacing w:line="276" w:lineRule="auto"/>
        <w:rPr>
          <w:color w:val="000000"/>
        </w:rPr>
      </w:pPr>
      <w:r w:rsidRPr="00C840BA">
        <w:rPr>
          <w:rFonts w:hint="eastAsia"/>
          <w:color w:val="000000"/>
        </w:rPr>
        <w:t xml:space="preserve">　　　　　　　　　　年度　　　　　　　　　　　　回</w:t>
      </w:r>
    </w:p>
    <w:p w:rsidR="00C96444" w:rsidRPr="00C840BA" w:rsidRDefault="00C96444" w:rsidP="00C96444">
      <w:pPr>
        <w:spacing w:line="276" w:lineRule="auto"/>
        <w:rPr>
          <w:color w:val="000000"/>
        </w:rPr>
      </w:pPr>
      <w:r w:rsidRPr="00C840BA">
        <w:rPr>
          <w:rFonts w:hint="eastAsia"/>
          <w:color w:val="000000"/>
        </w:rPr>
        <w:t xml:space="preserve">　　　　　　　　　　年度　　　　　　　　　　　　回</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（第三者による代理受領）</w:t>
      </w:r>
    </w:p>
    <w:p w:rsidR="009E2FF9" w:rsidRPr="00C840BA" w:rsidRDefault="009E2FF9" w:rsidP="002F610F">
      <w:pPr>
        <w:spacing w:line="276" w:lineRule="auto"/>
        <w:rPr>
          <w:color w:val="000000"/>
        </w:rPr>
      </w:pPr>
      <w:r w:rsidRPr="00C840BA">
        <w:rPr>
          <w:rFonts w:hint="eastAsia"/>
          <w:color w:val="000000"/>
        </w:rPr>
        <w:t>第４３条　受注者は、発注者の承諾を得て請負代金の全部又は一部の受領につき、第三者を代理人とする</w:t>
      </w:r>
    </w:p>
    <w:p w:rsidR="009E2FF9" w:rsidRPr="00C840BA" w:rsidRDefault="009E2FF9" w:rsidP="002F610F">
      <w:pPr>
        <w:spacing w:line="276" w:lineRule="auto"/>
        <w:rPr>
          <w:color w:val="000000"/>
        </w:rPr>
      </w:pPr>
      <w:r w:rsidRPr="00C840BA">
        <w:rPr>
          <w:rFonts w:hint="eastAsia"/>
          <w:color w:val="000000"/>
        </w:rPr>
        <w:t xml:space="preserve">　ことができる。</w:t>
      </w:r>
    </w:p>
    <w:p w:rsidR="009E2FF9" w:rsidRPr="00C840BA" w:rsidRDefault="009E2FF9" w:rsidP="002F610F">
      <w:pPr>
        <w:spacing w:line="276" w:lineRule="auto"/>
        <w:rPr>
          <w:color w:val="000000"/>
        </w:rPr>
      </w:pPr>
      <w:r w:rsidRPr="00C840BA">
        <w:rPr>
          <w:rFonts w:hint="eastAsia"/>
          <w:color w:val="000000"/>
        </w:rPr>
        <w:t>２　発注者は、前項の規定により受注者が第三者を代理人とした場合において、受注者の提出する支払請</w:t>
      </w:r>
    </w:p>
    <w:p w:rsidR="009E2FF9" w:rsidRPr="00C840BA" w:rsidRDefault="009E2FF9" w:rsidP="002F610F">
      <w:pPr>
        <w:spacing w:line="276" w:lineRule="auto"/>
        <w:rPr>
          <w:color w:val="000000"/>
        </w:rPr>
      </w:pPr>
      <w:r w:rsidRPr="00C840BA">
        <w:rPr>
          <w:rFonts w:hint="eastAsia"/>
          <w:color w:val="000000"/>
        </w:rPr>
        <w:t xml:space="preserve">　求書に当該第三者が受注者の代理人である旨の明記がなされているときは、当該第三者に対して第３３</w:t>
      </w:r>
    </w:p>
    <w:p w:rsidR="009E2FF9" w:rsidRPr="00C840BA" w:rsidRDefault="009E2FF9" w:rsidP="002F610F">
      <w:pPr>
        <w:spacing w:line="276" w:lineRule="auto"/>
        <w:rPr>
          <w:color w:val="000000"/>
        </w:rPr>
      </w:pPr>
      <w:r w:rsidRPr="00C840BA">
        <w:rPr>
          <w:rFonts w:hint="eastAsia"/>
          <w:color w:val="000000"/>
        </w:rPr>
        <w:t xml:space="preserve">　条（第３９条において準用する場合を含む。）又は第３８条の規定に基づく支払いをしなければならない。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（前払金等の不払に対する工事中止）</w:t>
      </w:r>
    </w:p>
    <w:p w:rsidR="009E2FF9" w:rsidRPr="00C840BA" w:rsidRDefault="009E2FF9" w:rsidP="002F610F">
      <w:pPr>
        <w:spacing w:line="276" w:lineRule="auto"/>
        <w:rPr>
          <w:color w:val="000000"/>
        </w:rPr>
      </w:pPr>
      <w:r w:rsidRPr="00C840BA">
        <w:rPr>
          <w:rFonts w:hint="eastAsia"/>
          <w:color w:val="000000"/>
        </w:rPr>
        <w:t>第４４条　受注者は、発注者が第３５条、第３８条又は第３９条において準用される第３３条の規定に基</w:t>
      </w:r>
    </w:p>
    <w:p w:rsidR="009E2FF9" w:rsidRPr="00C840BA" w:rsidRDefault="009E2FF9" w:rsidP="002F610F">
      <w:pPr>
        <w:spacing w:line="276" w:lineRule="auto"/>
        <w:rPr>
          <w:color w:val="000000"/>
        </w:rPr>
      </w:pPr>
      <w:r w:rsidRPr="00C840BA">
        <w:rPr>
          <w:rFonts w:hint="eastAsia"/>
          <w:color w:val="000000"/>
        </w:rPr>
        <w:t xml:space="preserve">　づく支払いを遅延し、相当の期間を定めてその支払いを請求したにもかかわらず支払いをしないときは、</w:t>
      </w:r>
    </w:p>
    <w:p w:rsidR="009E2FF9" w:rsidRPr="00C840BA" w:rsidRDefault="009E2FF9" w:rsidP="002F610F">
      <w:pPr>
        <w:spacing w:line="276" w:lineRule="auto"/>
        <w:rPr>
          <w:color w:val="000000"/>
        </w:rPr>
      </w:pPr>
      <w:r w:rsidRPr="00C840BA">
        <w:rPr>
          <w:rFonts w:hint="eastAsia"/>
          <w:color w:val="000000"/>
        </w:rPr>
        <w:t xml:space="preserve">　工事の全部又は一部の施工を一時中止することができる。この場合においては、受注者は、その理由を</w:t>
      </w:r>
    </w:p>
    <w:p w:rsidR="009E2FF9" w:rsidRPr="00C840BA" w:rsidRDefault="009E2FF9" w:rsidP="002F610F">
      <w:pPr>
        <w:spacing w:line="276" w:lineRule="auto"/>
        <w:rPr>
          <w:color w:val="000000"/>
        </w:rPr>
      </w:pPr>
      <w:r w:rsidRPr="00C840BA">
        <w:rPr>
          <w:rFonts w:hint="eastAsia"/>
          <w:color w:val="000000"/>
        </w:rPr>
        <w:t xml:space="preserve">　明示した書面により、直ちにその旨を発注者に通知しなければならない。</w:t>
      </w:r>
    </w:p>
    <w:p w:rsidR="009E2FF9" w:rsidRPr="00C840BA" w:rsidRDefault="009E2FF9" w:rsidP="002F610F">
      <w:pPr>
        <w:spacing w:line="276" w:lineRule="auto"/>
        <w:rPr>
          <w:color w:val="000000"/>
        </w:rPr>
      </w:pPr>
      <w:r w:rsidRPr="00C840BA">
        <w:rPr>
          <w:rFonts w:hint="eastAsia"/>
          <w:color w:val="000000"/>
        </w:rPr>
        <w:t>２　発注者は、前項の規定により受注者が工事の施工を中止した場合において、必要があると認められる</w:t>
      </w:r>
    </w:p>
    <w:p w:rsidR="009E2FF9" w:rsidRPr="00C840BA" w:rsidRDefault="009E2FF9" w:rsidP="002F610F">
      <w:pPr>
        <w:spacing w:line="276" w:lineRule="auto"/>
        <w:rPr>
          <w:color w:val="000000"/>
        </w:rPr>
      </w:pPr>
      <w:r w:rsidRPr="00C840BA">
        <w:rPr>
          <w:rFonts w:hint="eastAsia"/>
          <w:color w:val="000000"/>
        </w:rPr>
        <w:t xml:space="preserve">　ときは工期若しくは請負代金額を変更し、又は受注者が工事の続行に備え工事現場を維持し若しくは労</w:t>
      </w:r>
    </w:p>
    <w:p w:rsidR="009E2FF9" w:rsidRPr="00C840BA" w:rsidRDefault="009E2FF9" w:rsidP="002F610F">
      <w:pPr>
        <w:spacing w:line="276" w:lineRule="auto"/>
        <w:rPr>
          <w:color w:val="000000"/>
        </w:rPr>
      </w:pPr>
      <w:r w:rsidRPr="00C840BA">
        <w:rPr>
          <w:rFonts w:hint="eastAsia"/>
          <w:color w:val="000000"/>
        </w:rPr>
        <w:t xml:space="preserve">　働者、建設機械器具等を保持するための費用その他の工事の施工の一時中止に伴う増加費用を必要とし</w:t>
      </w:r>
    </w:p>
    <w:p w:rsidR="009E2FF9" w:rsidRPr="00C840BA" w:rsidRDefault="009E2FF9" w:rsidP="002F610F">
      <w:pPr>
        <w:spacing w:line="276" w:lineRule="auto"/>
        <w:rPr>
          <w:color w:val="000000"/>
        </w:rPr>
      </w:pPr>
      <w:r w:rsidRPr="00C840BA">
        <w:rPr>
          <w:rFonts w:hint="eastAsia"/>
          <w:color w:val="000000"/>
        </w:rPr>
        <w:t xml:space="preserve">　若しくは受注者に損害を及ぼしたときは必要な費用を負担しなければならない。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（瑕疵担保）</w:t>
      </w:r>
    </w:p>
    <w:p w:rsidR="009E2FF9" w:rsidRPr="00C840BA" w:rsidRDefault="009E2FF9" w:rsidP="002F610F">
      <w:pPr>
        <w:spacing w:line="276" w:lineRule="auto"/>
        <w:rPr>
          <w:color w:val="000000"/>
        </w:rPr>
      </w:pPr>
      <w:r w:rsidRPr="00C840BA">
        <w:rPr>
          <w:rFonts w:hint="eastAsia"/>
          <w:color w:val="000000"/>
        </w:rPr>
        <w:t>第４５条　発注者は、工事目的物に瑕疵があるときは、受注者に対して相当の期間を定めてその瑕疵の修</w:t>
      </w:r>
    </w:p>
    <w:p w:rsidR="009E2FF9" w:rsidRPr="00C840BA" w:rsidRDefault="009E2FF9" w:rsidP="002F610F">
      <w:pPr>
        <w:spacing w:line="276" w:lineRule="auto"/>
        <w:rPr>
          <w:color w:val="000000"/>
        </w:rPr>
      </w:pPr>
      <w:r w:rsidRPr="00C840BA">
        <w:rPr>
          <w:rFonts w:hint="eastAsia"/>
          <w:color w:val="000000"/>
        </w:rPr>
        <w:t xml:space="preserve">　補を請求し、又は修補に代え若しくは修補とともに損害の賠償を請求することができる。ただし、瑕疵</w:t>
      </w:r>
    </w:p>
    <w:p w:rsidR="009E2FF9" w:rsidRPr="00C840BA" w:rsidRDefault="009E2FF9" w:rsidP="002F610F">
      <w:pPr>
        <w:spacing w:line="276" w:lineRule="auto"/>
        <w:rPr>
          <w:color w:val="000000"/>
        </w:rPr>
      </w:pPr>
      <w:r w:rsidRPr="00C840BA">
        <w:rPr>
          <w:rFonts w:hint="eastAsia"/>
          <w:color w:val="000000"/>
        </w:rPr>
        <w:t xml:space="preserve">　が重要ではなく、かつ、その修補に過分の費用を要するときは、発注者は、修補を請求することができ</w:t>
      </w:r>
    </w:p>
    <w:p w:rsidR="009E2FF9" w:rsidRPr="00C840BA" w:rsidRDefault="009E2FF9" w:rsidP="002F610F">
      <w:pPr>
        <w:spacing w:line="276" w:lineRule="auto"/>
        <w:rPr>
          <w:color w:val="000000"/>
        </w:rPr>
      </w:pPr>
      <w:r w:rsidRPr="00C840BA">
        <w:rPr>
          <w:rFonts w:hint="eastAsia"/>
          <w:color w:val="000000"/>
        </w:rPr>
        <w:t xml:space="preserve">　ない。</w:t>
      </w:r>
    </w:p>
    <w:p w:rsidR="009E2FF9" w:rsidRPr="00C840BA" w:rsidRDefault="009E2FF9" w:rsidP="002F610F">
      <w:pPr>
        <w:spacing w:line="276" w:lineRule="auto"/>
        <w:rPr>
          <w:color w:val="000000"/>
        </w:rPr>
      </w:pPr>
      <w:r w:rsidRPr="00C840BA">
        <w:rPr>
          <w:rFonts w:hint="eastAsia"/>
          <w:color w:val="000000"/>
        </w:rPr>
        <w:t>２　前項の規定による瑕疵の修補又は損害賠償の請求は、第３２条第５項又は第６項（第３９条において</w:t>
      </w:r>
    </w:p>
    <w:p w:rsidR="009E2FF9" w:rsidRPr="00C840BA" w:rsidRDefault="009E2FF9" w:rsidP="002F610F">
      <w:pPr>
        <w:spacing w:line="276" w:lineRule="auto"/>
        <w:rPr>
          <w:color w:val="000000"/>
        </w:rPr>
      </w:pPr>
      <w:r w:rsidRPr="00C840BA">
        <w:rPr>
          <w:rFonts w:hint="eastAsia"/>
          <w:color w:val="000000"/>
        </w:rPr>
        <w:t xml:space="preserve">　これらの規定を準用する場合を含む。）の規定による引渡しを受けた日から木造の建物等の建築工事及び</w:t>
      </w:r>
    </w:p>
    <w:p w:rsidR="009E2FF9" w:rsidRPr="00C840BA" w:rsidRDefault="009E2FF9" w:rsidP="002F610F">
      <w:pPr>
        <w:spacing w:line="276" w:lineRule="auto"/>
        <w:rPr>
          <w:color w:val="000000"/>
        </w:rPr>
      </w:pPr>
      <w:r w:rsidRPr="00C840BA">
        <w:rPr>
          <w:rFonts w:hint="eastAsia"/>
          <w:color w:val="000000"/>
        </w:rPr>
        <w:t xml:space="preserve">　設備工事等の場合には１年以内に、コンクリート造等の建物等又は土木工作物の建設工事の場合は２年</w:t>
      </w:r>
    </w:p>
    <w:p w:rsidR="009E2FF9" w:rsidRPr="00C840BA" w:rsidRDefault="009E2FF9" w:rsidP="002F610F">
      <w:pPr>
        <w:spacing w:line="276" w:lineRule="auto"/>
        <w:rPr>
          <w:color w:val="000000"/>
        </w:rPr>
      </w:pPr>
      <w:r w:rsidRPr="00C840BA">
        <w:rPr>
          <w:rFonts w:hint="eastAsia"/>
          <w:color w:val="000000"/>
        </w:rPr>
        <w:t xml:space="preserve">　以内に、行わなければならない。ただし、その瑕疵が受注者の故意若しくは重大な過失により生じた場</w:t>
      </w:r>
    </w:p>
    <w:p w:rsidR="009E2FF9" w:rsidRPr="00C840BA" w:rsidRDefault="009E2FF9" w:rsidP="002F610F">
      <w:pPr>
        <w:spacing w:line="276" w:lineRule="auto"/>
        <w:rPr>
          <w:color w:val="000000"/>
        </w:rPr>
      </w:pPr>
      <w:r w:rsidRPr="00C840BA">
        <w:rPr>
          <w:rFonts w:hint="eastAsia"/>
          <w:color w:val="000000"/>
        </w:rPr>
        <w:t xml:space="preserve">　合、又は住宅の品質確保の促進等に関する法律（平成１１年法律第８１号）第９４条第１項に規定する</w:t>
      </w:r>
    </w:p>
    <w:p w:rsidR="009E2FF9" w:rsidRPr="00C840BA" w:rsidRDefault="009E2FF9" w:rsidP="002F610F">
      <w:pPr>
        <w:spacing w:line="276" w:lineRule="auto"/>
        <w:rPr>
          <w:color w:val="000000"/>
        </w:rPr>
      </w:pPr>
      <w:r w:rsidRPr="00C840BA">
        <w:rPr>
          <w:rFonts w:hint="eastAsia"/>
          <w:color w:val="000000"/>
        </w:rPr>
        <w:t xml:space="preserve">　構造耐力上主要な部分若しくは雨水の侵入を防止する部分について生じた場合（構造耐力又は雨水の侵</w:t>
      </w:r>
    </w:p>
    <w:p w:rsidR="009E2FF9" w:rsidRPr="00C840BA" w:rsidRDefault="009E2FF9" w:rsidP="002F610F">
      <w:pPr>
        <w:spacing w:line="276" w:lineRule="auto"/>
        <w:rPr>
          <w:color w:val="000000"/>
        </w:rPr>
      </w:pPr>
      <w:r w:rsidRPr="00C840BA">
        <w:rPr>
          <w:rFonts w:hint="eastAsia"/>
          <w:color w:val="000000"/>
        </w:rPr>
        <w:t xml:space="preserve">　入に影響のないものを除く。）には、請求を行うことのできる期間は１０年とする。</w:t>
      </w:r>
    </w:p>
    <w:p w:rsidR="009E2FF9" w:rsidRPr="00C840BA" w:rsidRDefault="009E2FF9" w:rsidP="002F610F">
      <w:pPr>
        <w:spacing w:line="276" w:lineRule="auto"/>
        <w:rPr>
          <w:color w:val="000000"/>
        </w:rPr>
      </w:pPr>
      <w:r w:rsidRPr="00C840BA">
        <w:rPr>
          <w:rFonts w:hint="eastAsia"/>
          <w:color w:val="000000"/>
        </w:rPr>
        <w:t>３　発注者は、工事目的物の引渡しの際に瑕疵があることを知ったときは、第１項の規定にかかわらず、</w:t>
      </w:r>
    </w:p>
    <w:p w:rsidR="009E2FF9" w:rsidRPr="00C840BA" w:rsidRDefault="009E2FF9" w:rsidP="002F610F">
      <w:pPr>
        <w:spacing w:line="276" w:lineRule="auto"/>
        <w:rPr>
          <w:color w:val="000000"/>
        </w:rPr>
      </w:pPr>
      <w:r w:rsidRPr="00C840BA">
        <w:rPr>
          <w:rFonts w:hint="eastAsia"/>
          <w:color w:val="000000"/>
        </w:rPr>
        <w:t xml:space="preserve">　その旨を直ちに受注者に通知しなければ、当該瑕疵の修補又は損害賠償の請求をすることはできない。</w:t>
      </w:r>
    </w:p>
    <w:p w:rsidR="009E2FF9" w:rsidRPr="00C840BA" w:rsidRDefault="009E2FF9" w:rsidP="002F610F">
      <w:pPr>
        <w:spacing w:line="276" w:lineRule="auto"/>
        <w:rPr>
          <w:color w:val="000000"/>
        </w:rPr>
      </w:pPr>
      <w:r w:rsidRPr="00C840BA">
        <w:rPr>
          <w:rFonts w:hint="eastAsia"/>
          <w:color w:val="000000"/>
        </w:rPr>
        <w:t xml:space="preserve">　ただし、受注者がその瑕疵があることを知っていたときは、この限りでない。</w:t>
      </w:r>
    </w:p>
    <w:p w:rsidR="009E2FF9" w:rsidRPr="00C840BA" w:rsidRDefault="009E2FF9" w:rsidP="002F610F">
      <w:pPr>
        <w:spacing w:line="276" w:lineRule="auto"/>
        <w:rPr>
          <w:color w:val="000000"/>
        </w:rPr>
      </w:pPr>
      <w:r w:rsidRPr="00C840BA">
        <w:rPr>
          <w:rFonts w:hint="eastAsia"/>
          <w:color w:val="000000"/>
        </w:rPr>
        <w:t>４　発注者は、工事目的物が第１項の瑕疵により滅失又はき損したときは、第２項に定める期間内で、か</w:t>
      </w:r>
    </w:p>
    <w:p w:rsidR="009E2FF9" w:rsidRPr="00C840BA" w:rsidRDefault="009E2FF9" w:rsidP="002F610F">
      <w:pPr>
        <w:spacing w:line="276" w:lineRule="auto"/>
        <w:rPr>
          <w:color w:val="000000"/>
        </w:rPr>
      </w:pPr>
      <w:r w:rsidRPr="00C840BA">
        <w:rPr>
          <w:rFonts w:hint="eastAsia"/>
          <w:color w:val="000000"/>
        </w:rPr>
        <w:t xml:space="preserve">　つ、その滅失又はき損の日から６月以内に第１項の権利を行使しなければならない。</w:t>
      </w:r>
    </w:p>
    <w:p w:rsidR="009E2FF9" w:rsidRPr="00C840BA" w:rsidRDefault="009E2FF9" w:rsidP="002F610F">
      <w:pPr>
        <w:spacing w:line="276" w:lineRule="auto"/>
        <w:rPr>
          <w:color w:val="000000"/>
        </w:rPr>
      </w:pPr>
      <w:r w:rsidRPr="00C840BA">
        <w:rPr>
          <w:rFonts w:hint="eastAsia"/>
          <w:color w:val="000000"/>
        </w:rPr>
        <w:t>５　第１項の規定は、工事目的物の瑕疵が支給材料の性質又は発注者若しくは監督員の指図により生じた</w:t>
      </w:r>
    </w:p>
    <w:p w:rsidR="009E2FF9" w:rsidRPr="00C840BA" w:rsidRDefault="009E2FF9" w:rsidP="002F610F">
      <w:pPr>
        <w:spacing w:line="276" w:lineRule="auto"/>
        <w:rPr>
          <w:color w:val="000000"/>
        </w:rPr>
      </w:pPr>
      <w:r w:rsidRPr="00C840BA">
        <w:rPr>
          <w:rFonts w:hint="eastAsia"/>
          <w:color w:val="000000"/>
        </w:rPr>
        <w:t xml:space="preserve">　ものであるときは適用しない。ただし、受注者がその材料又は指図の不適当であることを知りながらこ</w:t>
      </w:r>
    </w:p>
    <w:p w:rsidR="009E2FF9" w:rsidRPr="00C840BA" w:rsidRDefault="009E2FF9" w:rsidP="002F610F">
      <w:pPr>
        <w:spacing w:line="276" w:lineRule="auto"/>
        <w:rPr>
          <w:color w:val="000000"/>
        </w:rPr>
      </w:pPr>
      <w:r w:rsidRPr="00C840BA">
        <w:rPr>
          <w:rFonts w:hint="eastAsia"/>
          <w:color w:val="000000"/>
        </w:rPr>
        <w:t xml:space="preserve">　れを通知しなかったときは、この限りでない。　</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（履行遅滞の場合における損害金等）</w:t>
      </w:r>
    </w:p>
    <w:p w:rsidR="009E2FF9" w:rsidRPr="00C840BA" w:rsidRDefault="009E2FF9" w:rsidP="002F610F">
      <w:pPr>
        <w:spacing w:line="276" w:lineRule="auto"/>
        <w:rPr>
          <w:color w:val="000000"/>
        </w:rPr>
      </w:pPr>
      <w:r w:rsidRPr="00C840BA">
        <w:rPr>
          <w:rFonts w:hint="eastAsia"/>
          <w:color w:val="000000"/>
        </w:rPr>
        <w:t>第４６条　受注者の責めに帰すべき事由により工期内に工事を完成することができない場合においては、</w:t>
      </w:r>
    </w:p>
    <w:p w:rsidR="009E2FF9" w:rsidRPr="00C840BA" w:rsidRDefault="009E2FF9" w:rsidP="002F610F">
      <w:pPr>
        <w:spacing w:line="276" w:lineRule="auto"/>
        <w:rPr>
          <w:color w:val="000000"/>
        </w:rPr>
      </w:pPr>
      <w:r w:rsidRPr="00C840BA">
        <w:rPr>
          <w:rFonts w:hint="eastAsia"/>
          <w:color w:val="000000"/>
        </w:rPr>
        <w:t xml:space="preserve">　発注者は、損害金の支払いを受注者に請求することができる。</w:t>
      </w:r>
    </w:p>
    <w:p w:rsidR="009E2FF9" w:rsidRPr="00C840BA" w:rsidRDefault="009E2FF9" w:rsidP="002F610F">
      <w:pPr>
        <w:spacing w:line="276" w:lineRule="auto"/>
        <w:rPr>
          <w:color w:val="000000"/>
        </w:rPr>
      </w:pPr>
      <w:r w:rsidRPr="00C840BA">
        <w:rPr>
          <w:rFonts w:hint="eastAsia"/>
          <w:color w:val="000000"/>
        </w:rPr>
        <w:t>２　前項の損害金の額は、請負代金額から出来形部分又は部分引渡しを受けた部分に相応する請負代金額</w:t>
      </w:r>
    </w:p>
    <w:p w:rsidR="009E2FF9" w:rsidRPr="00C840BA" w:rsidRDefault="00A07C59" w:rsidP="002F610F">
      <w:pPr>
        <w:spacing w:line="276" w:lineRule="auto"/>
        <w:rPr>
          <w:color w:val="000000"/>
        </w:rPr>
      </w:pPr>
      <w:r w:rsidRPr="00C840BA">
        <w:rPr>
          <w:rFonts w:hint="eastAsia"/>
          <w:color w:val="000000"/>
        </w:rPr>
        <w:t xml:space="preserve">　を控除した額につき、遅延日数に応じ、年</w:t>
      </w:r>
      <w:r w:rsidR="00F23AFA" w:rsidRPr="00C840BA">
        <w:rPr>
          <w:rFonts w:hint="eastAsia"/>
          <w:color w:val="000000"/>
        </w:rPr>
        <w:t>２．７</w:t>
      </w:r>
      <w:r w:rsidR="009E2FF9" w:rsidRPr="00C840BA">
        <w:rPr>
          <w:rFonts w:hint="eastAsia"/>
          <w:color w:val="000000"/>
        </w:rPr>
        <w:t>パーセントの割合で計算した額とする。</w:t>
      </w:r>
    </w:p>
    <w:p w:rsidR="009E2FF9" w:rsidRPr="00C840BA" w:rsidRDefault="009E2FF9" w:rsidP="002F610F">
      <w:pPr>
        <w:spacing w:line="276" w:lineRule="auto"/>
        <w:rPr>
          <w:color w:val="000000"/>
        </w:rPr>
      </w:pPr>
      <w:r w:rsidRPr="00C840BA">
        <w:rPr>
          <w:rFonts w:hint="eastAsia"/>
          <w:color w:val="000000"/>
        </w:rPr>
        <w:t>３　発注者の責めに帰すべき事由により、第３３条第２項（第３９条において準用する場合を含む。）の規</w:t>
      </w:r>
    </w:p>
    <w:p w:rsidR="009E2FF9" w:rsidRPr="00C840BA" w:rsidRDefault="009E2FF9" w:rsidP="002F610F">
      <w:pPr>
        <w:spacing w:line="276" w:lineRule="auto"/>
        <w:rPr>
          <w:color w:val="000000"/>
        </w:rPr>
      </w:pPr>
      <w:r w:rsidRPr="00C840BA">
        <w:rPr>
          <w:rFonts w:hint="eastAsia"/>
          <w:color w:val="000000"/>
        </w:rPr>
        <w:t xml:space="preserve">　定による請負代金の支払いが遅れた場合においては、受注者は、未受領金額につき、遅延日数に応じ、</w:t>
      </w:r>
    </w:p>
    <w:p w:rsidR="009E2FF9" w:rsidRPr="00C840BA" w:rsidRDefault="00A07C59" w:rsidP="002F610F">
      <w:pPr>
        <w:spacing w:line="276" w:lineRule="auto"/>
        <w:rPr>
          <w:color w:val="000000"/>
        </w:rPr>
      </w:pPr>
      <w:r w:rsidRPr="00C840BA">
        <w:rPr>
          <w:rFonts w:hint="eastAsia"/>
          <w:color w:val="000000"/>
        </w:rPr>
        <w:t xml:space="preserve">　年</w:t>
      </w:r>
      <w:r w:rsidR="00F23AFA" w:rsidRPr="00C840BA">
        <w:rPr>
          <w:rFonts w:hint="eastAsia"/>
          <w:color w:val="000000"/>
        </w:rPr>
        <w:t>２．７</w:t>
      </w:r>
      <w:r w:rsidR="009E2FF9" w:rsidRPr="00C840BA">
        <w:rPr>
          <w:rFonts w:hint="eastAsia"/>
          <w:color w:val="000000"/>
        </w:rPr>
        <w:t>パーセントの割合で計算した額の遅延利息の支払いを発注者に請求することができる。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（公共工事履行保証証券による保証の請求）</w:t>
      </w:r>
    </w:p>
    <w:p w:rsidR="009E2FF9" w:rsidRPr="00C840BA" w:rsidRDefault="009E2FF9" w:rsidP="002F610F">
      <w:pPr>
        <w:spacing w:line="276" w:lineRule="auto"/>
        <w:rPr>
          <w:color w:val="000000"/>
        </w:rPr>
      </w:pPr>
      <w:r w:rsidRPr="00C840BA">
        <w:rPr>
          <w:rFonts w:hint="eastAsia"/>
          <w:color w:val="000000"/>
        </w:rPr>
        <w:t>第４７条　第５条第１項の規定によりこの契約による債務の履行を保証する公共工事履行保証証券による</w:t>
      </w:r>
    </w:p>
    <w:p w:rsidR="009E2FF9" w:rsidRPr="00C840BA" w:rsidRDefault="009E2FF9" w:rsidP="002F610F">
      <w:pPr>
        <w:spacing w:line="276" w:lineRule="auto"/>
        <w:rPr>
          <w:color w:val="000000"/>
        </w:rPr>
      </w:pPr>
      <w:r w:rsidRPr="00C840BA">
        <w:rPr>
          <w:rFonts w:hint="eastAsia"/>
          <w:color w:val="000000"/>
        </w:rPr>
        <w:t xml:space="preserve">　保証が付された場合において、受注者が次条第１項各号のいずれかに該当するときは、発注者は、当該</w:t>
      </w:r>
    </w:p>
    <w:p w:rsidR="009E2FF9" w:rsidRPr="00C840BA" w:rsidRDefault="009E2FF9" w:rsidP="002F610F">
      <w:pPr>
        <w:spacing w:line="276" w:lineRule="auto"/>
        <w:rPr>
          <w:color w:val="000000"/>
        </w:rPr>
      </w:pPr>
      <w:r w:rsidRPr="00C840BA">
        <w:rPr>
          <w:rFonts w:hint="eastAsia"/>
          <w:color w:val="000000"/>
        </w:rPr>
        <w:t xml:space="preserve">　公共工事履行保証証券の規定に基づき、保証人に対して、他の建設業者を選定し、工事を完成させるよ</w:t>
      </w:r>
    </w:p>
    <w:p w:rsidR="009E2FF9" w:rsidRPr="00C840BA" w:rsidRDefault="009E2FF9" w:rsidP="002F610F">
      <w:pPr>
        <w:spacing w:line="276" w:lineRule="auto"/>
        <w:rPr>
          <w:color w:val="000000"/>
        </w:rPr>
      </w:pPr>
      <w:r w:rsidRPr="00C840BA">
        <w:rPr>
          <w:rFonts w:hint="eastAsia"/>
          <w:color w:val="000000"/>
        </w:rPr>
        <w:t xml:space="preserve">　う請求することができる。</w:t>
      </w:r>
    </w:p>
    <w:p w:rsidR="009E2FF9" w:rsidRPr="00C840BA" w:rsidRDefault="009E2FF9" w:rsidP="002F610F">
      <w:pPr>
        <w:spacing w:line="276" w:lineRule="auto"/>
        <w:rPr>
          <w:color w:val="000000"/>
        </w:rPr>
      </w:pPr>
      <w:r w:rsidRPr="00C840BA">
        <w:rPr>
          <w:rFonts w:hint="eastAsia"/>
          <w:color w:val="000000"/>
        </w:rPr>
        <w:t>２　受注者は、前項の規定により保証人が選定し発注者が適当と認めた建設業者（以下この条において「代</w:t>
      </w:r>
    </w:p>
    <w:p w:rsidR="009E2FF9" w:rsidRPr="00C840BA" w:rsidRDefault="009E2FF9" w:rsidP="002F610F">
      <w:pPr>
        <w:spacing w:line="276" w:lineRule="auto"/>
        <w:rPr>
          <w:color w:val="000000"/>
        </w:rPr>
      </w:pPr>
      <w:r w:rsidRPr="00C840BA">
        <w:rPr>
          <w:rFonts w:hint="eastAsia"/>
          <w:color w:val="000000"/>
        </w:rPr>
        <w:t xml:space="preserve">　替履行業者」という。）から発注者に対して、この契約に基づく次の各号に定める受注者の権利及び義務</w:t>
      </w:r>
    </w:p>
    <w:p w:rsidR="009E2FF9" w:rsidRPr="00C840BA" w:rsidRDefault="009E2FF9" w:rsidP="002F610F">
      <w:pPr>
        <w:spacing w:line="276" w:lineRule="auto"/>
        <w:rPr>
          <w:color w:val="000000"/>
        </w:rPr>
      </w:pPr>
      <w:r w:rsidRPr="00C840BA">
        <w:rPr>
          <w:rFonts w:hint="eastAsia"/>
          <w:color w:val="000000"/>
        </w:rPr>
        <w:t xml:space="preserve">　を承継する旨の通知が行われた場合には、代替履行業者に対して当該権利及び義務を承継させる。</w:t>
      </w:r>
    </w:p>
    <w:p w:rsidR="009E2FF9" w:rsidRPr="00C840BA" w:rsidRDefault="009E2FF9" w:rsidP="002F610F">
      <w:pPr>
        <w:spacing w:line="276" w:lineRule="auto"/>
        <w:rPr>
          <w:color w:val="000000"/>
        </w:rPr>
      </w:pPr>
      <w:r w:rsidRPr="00C840BA">
        <w:rPr>
          <w:rFonts w:hint="eastAsia"/>
          <w:color w:val="000000"/>
        </w:rPr>
        <w:t>（１）請負代金債権（前払金若しくは中間前払金、部分払金又は部分引渡しに係る請負代金として受注者</w:t>
      </w:r>
    </w:p>
    <w:p w:rsidR="009E2FF9" w:rsidRPr="00C840BA" w:rsidRDefault="009E2FF9" w:rsidP="002F610F">
      <w:pPr>
        <w:spacing w:line="276" w:lineRule="auto"/>
        <w:rPr>
          <w:color w:val="000000"/>
        </w:rPr>
      </w:pPr>
      <w:r w:rsidRPr="00C840BA">
        <w:rPr>
          <w:rFonts w:hint="eastAsia"/>
          <w:color w:val="000000"/>
        </w:rPr>
        <w:t xml:space="preserve">　　に既に支払われたものを除く。）</w:t>
      </w:r>
    </w:p>
    <w:p w:rsidR="009E2FF9" w:rsidRPr="00C840BA" w:rsidRDefault="009E2FF9" w:rsidP="002F610F">
      <w:pPr>
        <w:spacing w:line="276" w:lineRule="auto"/>
        <w:rPr>
          <w:color w:val="000000"/>
        </w:rPr>
      </w:pPr>
      <w:r w:rsidRPr="00C840BA">
        <w:rPr>
          <w:rFonts w:hint="eastAsia"/>
          <w:color w:val="000000"/>
        </w:rPr>
        <w:t>（２）工事完成債務</w:t>
      </w:r>
    </w:p>
    <w:p w:rsidR="009E2FF9" w:rsidRPr="00C840BA" w:rsidRDefault="009E2FF9" w:rsidP="002F610F">
      <w:pPr>
        <w:spacing w:line="276" w:lineRule="auto"/>
        <w:rPr>
          <w:color w:val="000000"/>
        </w:rPr>
      </w:pPr>
      <w:r w:rsidRPr="00C840BA">
        <w:rPr>
          <w:rFonts w:hint="eastAsia"/>
          <w:color w:val="000000"/>
        </w:rPr>
        <w:t>（３）瑕疵担保債務（受注者が施工した出来形部分の瑕疵に係るものを除く。）</w:t>
      </w:r>
    </w:p>
    <w:p w:rsidR="009E2FF9" w:rsidRPr="00C840BA" w:rsidRDefault="009E2FF9" w:rsidP="002F610F">
      <w:pPr>
        <w:spacing w:line="276" w:lineRule="auto"/>
        <w:rPr>
          <w:color w:val="000000"/>
        </w:rPr>
      </w:pPr>
      <w:r w:rsidRPr="00C840BA">
        <w:rPr>
          <w:rFonts w:hint="eastAsia"/>
          <w:color w:val="000000"/>
        </w:rPr>
        <w:t>（４）解除権</w:t>
      </w:r>
    </w:p>
    <w:p w:rsidR="009E2FF9" w:rsidRPr="00C840BA" w:rsidRDefault="009E2FF9" w:rsidP="002F610F">
      <w:pPr>
        <w:spacing w:line="276" w:lineRule="auto"/>
        <w:rPr>
          <w:color w:val="000000"/>
        </w:rPr>
      </w:pPr>
      <w:r w:rsidRPr="00C840BA">
        <w:rPr>
          <w:rFonts w:hint="eastAsia"/>
          <w:color w:val="000000"/>
        </w:rPr>
        <w:t>（５）その他この契約に係る一切の権利及び義務（第２９条の規定により受注者が施工した工事に関して</w:t>
      </w:r>
    </w:p>
    <w:p w:rsidR="009E2FF9" w:rsidRPr="00C840BA" w:rsidRDefault="009E2FF9" w:rsidP="002F610F">
      <w:pPr>
        <w:spacing w:line="276" w:lineRule="auto"/>
        <w:rPr>
          <w:color w:val="000000"/>
        </w:rPr>
      </w:pPr>
      <w:r w:rsidRPr="00C840BA">
        <w:rPr>
          <w:rFonts w:hint="eastAsia"/>
          <w:color w:val="000000"/>
        </w:rPr>
        <w:t xml:space="preserve">　　生じた第三者への損害賠償債務を除く。）</w:t>
      </w:r>
    </w:p>
    <w:p w:rsidR="009E2FF9" w:rsidRPr="00C840BA" w:rsidRDefault="009E2FF9" w:rsidP="002F610F">
      <w:pPr>
        <w:spacing w:line="276" w:lineRule="auto"/>
        <w:rPr>
          <w:color w:val="000000"/>
        </w:rPr>
      </w:pPr>
      <w:r w:rsidRPr="00C840BA">
        <w:rPr>
          <w:rFonts w:hint="eastAsia"/>
          <w:color w:val="000000"/>
        </w:rPr>
        <w:t>３　発注者は、前項の通知を代替履行業者から受けた場合には、代替履行業者が同項各号に規定する受注</w:t>
      </w:r>
    </w:p>
    <w:p w:rsidR="009E2FF9" w:rsidRPr="00C840BA" w:rsidRDefault="009E2FF9" w:rsidP="002F610F">
      <w:pPr>
        <w:spacing w:line="276" w:lineRule="auto"/>
        <w:rPr>
          <w:color w:val="000000"/>
        </w:rPr>
      </w:pPr>
      <w:r w:rsidRPr="00C840BA">
        <w:rPr>
          <w:rFonts w:hint="eastAsia"/>
          <w:color w:val="000000"/>
        </w:rPr>
        <w:t xml:space="preserve">　者の権利及び義務を承継することを承諾する。</w:t>
      </w:r>
    </w:p>
    <w:p w:rsidR="009E2FF9" w:rsidRPr="00C840BA" w:rsidRDefault="009E2FF9" w:rsidP="002F610F">
      <w:pPr>
        <w:spacing w:line="276" w:lineRule="auto"/>
        <w:rPr>
          <w:color w:val="000000"/>
        </w:rPr>
      </w:pPr>
      <w:r w:rsidRPr="00C840BA">
        <w:rPr>
          <w:rFonts w:hint="eastAsia"/>
          <w:color w:val="000000"/>
        </w:rPr>
        <w:t>４　第１項の規定による発注者の請求があった場合において、当該公共工事履行保証証券の規定に基づき、</w:t>
      </w:r>
    </w:p>
    <w:p w:rsidR="009E2FF9" w:rsidRPr="00C840BA" w:rsidRDefault="009E2FF9" w:rsidP="002F610F">
      <w:pPr>
        <w:spacing w:line="276" w:lineRule="auto"/>
        <w:rPr>
          <w:color w:val="000000"/>
        </w:rPr>
      </w:pPr>
      <w:r w:rsidRPr="00C840BA">
        <w:rPr>
          <w:rFonts w:hint="eastAsia"/>
          <w:color w:val="000000"/>
        </w:rPr>
        <w:t xml:space="preserve">　保証人から保証金が支払われたときには、この契約に基づいて発注者に対して受注者が負担する損害賠</w:t>
      </w:r>
    </w:p>
    <w:p w:rsidR="009E2FF9" w:rsidRPr="00C840BA" w:rsidRDefault="009E2FF9" w:rsidP="002F610F">
      <w:pPr>
        <w:spacing w:line="276" w:lineRule="auto"/>
        <w:rPr>
          <w:color w:val="000000"/>
        </w:rPr>
      </w:pPr>
      <w:r w:rsidRPr="00C840BA">
        <w:rPr>
          <w:rFonts w:hint="eastAsia"/>
          <w:color w:val="000000"/>
        </w:rPr>
        <w:t xml:space="preserve">　償債務その他の費用の負担に係る債務（当該保証金の支払われた後に生じる違約金等を含む。）は、当該</w:t>
      </w:r>
    </w:p>
    <w:p w:rsidR="009E2FF9" w:rsidRPr="00C840BA" w:rsidRDefault="009E2FF9" w:rsidP="002F610F">
      <w:pPr>
        <w:spacing w:line="276" w:lineRule="auto"/>
        <w:rPr>
          <w:color w:val="000000"/>
        </w:rPr>
      </w:pPr>
      <w:r w:rsidRPr="00C840BA">
        <w:rPr>
          <w:rFonts w:hint="eastAsia"/>
          <w:color w:val="000000"/>
        </w:rPr>
        <w:t xml:space="preserve">　保証金の額を限度として、消滅する。　　　　　　　　</w:t>
      </w:r>
    </w:p>
    <w:p w:rsidR="009E2FF9" w:rsidRPr="00C840BA" w:rsidRDefault="009E2FF9" w:rsidP="002F610F">
      <w:pPr>
        <w:spacing w:line="276" w:lineRule="auto"/>
        <w:rPr>
          <w:color w:val="000000"/>
        </w:rPr>
      </w:pPr>
      <w:r w:rsidRPr="00C840BA">
        <w:rPr>
          <w:rFonts w:hint="eastAsia"/>
          <w:color w:val="000000"/>
        </w:rPr>
        <w:t xml:space="preserve">　</w:t>
      </w:r>
    </w:p>
    <w:p w:rsidR="009E2FF9" w:rsidRPr="00C840BA" w:rsidRDefault="009E2FF9" w:rsidP="002F610F">
      <w:pPr>
        <w:spacing w:line="276" w:lineRule="auto"/>
        <w:rPr>
          <w:color w:val="000000"/>
        </w:rPr>
      </w:pPr>
      <w:r w:rsidRPr="00C840BA">
        <w:rPr>
          <w:rFonts w:hint="eastAsia"/>
          <w:color w:val="000000"/>
        </w:rPr>
        <w:t>（発注者の解除権）</w:t>
      </w:r>
    </w:p>
    <w:p w:rsidR="009E2FF9" w:rsidRPr="00C840BA" w:rsidRDefault="009E2FF9" w:rsidP="002F610F">
      <w:pPr>
        <w:spacing w:line="276" w:lineRule="auto"/>
        <w:rPr>
          <w:color w:val="000000"/>
        </w:rPr>
      </w:pPr>
      <w:r w:rsidRPr="00C840BA">
        <w:rPr>
          <w:rFonts w:hint="eastAsia"/>
          <w:color w:val="000000"/>
        </w:rPr>
        <w:t>第４８条　発注者は、受注者が次の各号のいずれかに該当するときは、この契約を解除することができる。</w:t>
      </w:r>
    </w:p>
    <w:p w:rsidR="009E2FF9" w:rsidRPr="00C840BA" w:rsidRDefault="009E2FF9" w:rsidP="002F610F">
      <w:pPr>
        <w:spacing w:line="276" w:lineRule="auto"/>
        <w:rPr>
          <w:color w:val="000000"/>
        </w:rPr>
      </w:pPr>
      <w:r w:rsidRPr="00C840BA">
        <w:rPr>
          <w:rFonts w:hint="eastAsia"/>
          <w:color w:val="000000"/>
        </w:rPr>
        <w:t>（１）正当な理由なく、工事に着手すべき期日を過ぎても工事に着手しないとき。</w:t>
      </w:r>
    </w:p>
    <w:p w:rsidR="009E2FF9" w:rsidRPr="00C840BA" w:rsidRDefault="009E2FF9" w:rsidP="002F610F">
      <w:pPr>
        <w:spacing w:line="276" w:lineRule="auto"/>
        <w:rPr>
          <w:color w:val="000000"/>
        </w:rPr>
      </w:pPr>
      <w:r w:rsidRPr="00C840BA">
        <w:rPr>
          <w:rFonts w:hint="eastAsia"/>
          <w:color w:val="000000"/>
        </w:rPr>
        <w:t>（２）その責めに帰すべき事由により工期内に完成しないとき又は工期経過後相当の期間内に工事を完成</w:t>
      </w:r>
    </w:p>
    <w:p w:rsidR="009E2FF9" w:rsidRPr="00C840BA" w:rsidRDefault="009E2FF9" w:rsidP="002F610F">
      <w:pPr>
        <w:spacing w:line="276" w:lineRule="auto"/>
        <w:rPr>
          <w:color w:val="000000"/>
        </w:rPr>
      </w:pPr>
      <w:r w:rsidRPr="00C840BA">
        <w:rPr>
          <w:rFonts w:hint="eastAsia"/>
          <w:color w:val="000000"/>
        </w:rPr>
        <w:t xml:space="preserve">　　する見込みが明らかにないと認められるとき。</w:t>
      </w:r>
    </w:p>
    <w:p w:rsidR="009E2FF9" w:rsidRPr="00C840BA" w:rsidRDefault="009E2FF9" w:rsidP="002F610F">
      <w:pPr>
        <w:spacing w:line="276" w:lineRule="auto"/>
        <w:rPr>
          <w:color w:val="000000"/>
        </w:rPr>
      </w:pPr>
      <w:r w:rsidRPr="00C840BA">
        <w:rPr>
          <w:rFonts w:hint="eastAsia"/>
          <w:color w:val="000000"/>
        </w:rPr>
        <w:t>（３）第１１条第１項第２号に掲げる者を設置しなかったとき。</w:t>
      </w:r>
    </w:p>
    <w:p w:rsidR="009E2FF9" w:rsidRPr="00C840BA" w:rsidRDefault="009E2FF9" w:rsidP="002F610F">
      <w:pPr>
        <w:spacing w:line="276" w:lineRule="auto"/>
        <w:rPr>
          <w:color w:val="000000"/>
        </w:rPr>
      </w:pPr>
      <w:r w:rsidRPr="00C840BA">
        <w:rPr>
          <w:rFonts w:hint="eastAsia"/>
          <w:color w:val="000000"/>
        </w:rPr>
        <w:t>（４）前３号に掲げる場合のほか、この契約に違反し、その違反によりこの契約の目的を達することがで</w:t>
      </w:r>
    </w:p>
    <w:p w:rsidR="009E2FF9" w:rsidRPr="00C840BA" w:rsidRDefault="009E2FF9" w:rsidP="002F610F">
      <w:pPr>
        <w:spacing w:line="276" w:lineRule="auto"/>
        <w:rPr>
          <w:color w:val="000000"/>
        </w:rPr>
      </w:pPr>
      <w:r w:rsidRPr="00C840BA">
        <w:rPr>
          <w:rFonts w:hint="eastAsia"/>
          <w:color w:val="000000"/>
        </w:rPr>
        <w:t xml:space="preserve">　　きないと認められるとき。</w:t>
      </w:r>
    </w:p>
    <w:p w:rsidR="009E2FF9" w:rsidRPr="00C840BA" w:rsidRDefault="009E2FF9" w:rsidP="002F610F">
      <w:pPr>
        <w:spacing w:line="276" w:lineRule="auto"/>
        <w:rPr>
          <w:color w:val="000000"/>
        </w:rPr>
      </w:pPr>
      <w:r w:rsidRPr="00C840BA">
        <w:rPr>
          <w:rFonts w:hint="eastAsia"/>
          <w:color w:val="000000"/>
        </w:rPr>
        <w:t>（５）第５０条第１項の規定によらないでこの契約の解除を申し出たとき。</w:t>
      </w:r>
    </w:p>
    <w:p w:rsidR="009E2FF9" w:rsidRPr="00C840BA" w:rsidRDefault="009E2FF9" w:rsidP="002F610F">
      <w:pPr>
        <w:spacing w:line="276" w:lineRule="auto"/>
        <w:rPr>
          <w:color w:val="000000"/>
        </w:rPr>
      </w:pPr>
      <w:r w:rsidRPr="00C840BA">
        <w:rPr>
          <w:rFonts w:hint="eastAsia"/>
          <w:color w:val="000000"/>
        </w:rPr>
        <w:t>（６）受注者（受注者が共同企業体であるときは、その構成員のいずれかの者。本条及び次条において同</w:t>
      </w:r>
    </w:p>
    <w:p w:rsidR="009E2FF9" w:rsidRPr="00C840BA" w:rsidRDefault="009E2FF9" w:rsidP="002F610F">
      <w:pPr>
        <w:spacing w:line="276" w:lineRule="auto"/>
        <w:rPr>
          <w:color w:val="000000"/>
        </w:rPr>
      </w:pPr>
      <w:r w:rsidRPr="00C840BA">
        <w:rPr>
          <w:rFonts w:hint="eastAsia"/>
          <w:color w:val="000000"/>
        </w:rPr>
        <w:t xml:space="preserve">　　じ。）が次のいずれかに該当するとき。</w:t>
      </w:r>
    </w:p>
    <w:p w:rsidR="009E2FF9" w:rsidRPr="00C840BA" w:rsidRDefault="009E2FF9" w:rsidP="002F610F">
      <w:pPr>
        <w:spacing w:line="276" w:lineRule="auto"/>
        <w:rPr>
          <w:color w:val="000000"/>
        </w:rPr>
      </w:pPr>
      <w:r w:rsidRPr="00C840BA">
        <w:rPr>
          <w:rFonts w:hint="eastAsia"/>
          <w:color w:val="000000"/>
        </w:rPr>
        <w:t xml:space="preserve">　ア　役員等（受注者が個人である場合にはその者を、受注者が法人である場合にはその役員又はその支</w:t>
      </w:r>
    </w:p>
    <w:p w:rsidR="009E2FF9" w:rsidRPr="00C840BA" w:rsidRDefault="009E2FF9" w:rsidP="002F610F">
      <w:pPr>
        <w:spacing w:line="276" w:lineRule="auto"/>
        <w:rPr>
          <w:color w:val="000000"/>
        </w:rPr>
      </w:pPr>
      <w:r w:rsidRPr="00C840BA">
        <w:rPr>
          <w:rFonts w:hint="eastAsia"/>
          <w:color w:val="000000"/>
        </w:rPr>
        <w:t xml:space="preserve">　　店若しくは常時建設工事の請負契約を締結する事務所の代表者をいう。以下この号において同じ。）が</w:t>
      </w:r>
    </w:p>
    <w:p w:rsidR="009E2FF9" w:rsidRPr="00C840BA" w:rsidRDefault="009E2FF9" w:rsidP="002F610F">
      <w:pPr>
        <w:spacing w:line="276" w:lineRule="auto"/>
        <w:rPr>
          <w:color w:val="000000"/>
        </w:rPr>
      </w:pPr>
      <w:r w:rsidRPr="00C840BA">
        <w:rPr>
          <w:rFonts w:hint="eastAsia"/>
          <w:color w:val="000000"/>
        </w:rPr>
        <w:t xml:space="preserve">　　暴力団員による不当な行為の防止等に関する法律（平成３年法律第７７号）第２条第６号に規定する</w:t>
      </w:r>
    </w:p>
    <w:p w:rsidR="009E2FF9" w:rsidRPr="00C840BA" w:rsidRDefault="009E2FF9" w:rsidP="002F610F">
      <w:pPr>
        <w:spacing w:line="276" w:lineRule="auto"/>
        <w:rPr>
          <w:color w:val="000000"/>
        </w:rPr>
      </w:pPr>
      <w:r w:rsidRPr="00C840BA">
        <w:rPr>
          <w:rFonts w:hint="eastAsia"/>
          <w:color w:val="000000"/>
        </w:rPr>
        <w:t xml:space="preserve">　　暴力団員（以下この号において「暴力団員」という。）であると認められるとき。</w:t>
      </w:r>
    </w:p>
    <w:p w:rsidR="009E2FF9" w:rsidRPr="00C840BA" w:rsidRDefault="009E2FF9" w:rsidP="002F610F">
      <w:pPr>
        <w:spacing w:line="276" w:lineRule="auto"/>
        <w:rPr>
          <w:color w:val="000000"/>
        </w:rPr>
      </w:pPr>
      <w:r w:rsidRPr="00C840BA">
        <w:rPr>
          <w:rFonts w:hint="eastAsia"/>
          <w:color w:val="000000"/>
        </w:rPr>
        <w:t xml:space="preserve">　イ　暴力団（暴力団対策法第２条第２号に規定する暴力団をいう。以下この号において同じ。）又は暴力</w:t>
      </w:r>
    </w:p>
    <w:p w:rsidR="009E2FF9" w:rsidRPr="00C840BA" w:rsidRDefault="009E2FF9" w:rsidP="002F610F">
      <w:pPr>
        <w:spacing w:line="276" w:lineRule="auto"/>
        <w:rPr>
          <w:color w:val="000000"/>
        </w:rPr>
      </w:pPr>
      <w:r w:rsidRPr="00C840BA">
        <w:rPr>
          <w:rFonts w:hint="eastAsia"/>
          <w:color w:val="000000"/>
        </w:rPr>
        <w:t xml:space="preserve">　　団員が経営に実質的に関与していると認められるとき。</w:t>
      </w:r>
    </w:p>
    <w:p w:rsidR="009E2FF9" w:rsidRPr="00C840BA" w:rsidRDefault="009E2FF9" w:rsidP="002F610F">
      <w:pPr>
        <w:spacing w:line="276" w:lineRule="auto"/>
        <w:rPr>
          <w:color w:val="000000"/>
        </w:rPr>
      </w:pPr>
      <w:r w:rsidRPr="00C840BA">
        <w:rPr>
          <w:rFonts w:hint="eastAsia"/>
          <w:color w:val="000000"/>
        </w:rPr>
        <w:t xml:space="preserve">　ウ　役員等が自己、自社若しくは第三者の不正の利益を図る目的又は第三者に損害を加える目的をもっ</w:t>
      </w:r>
    </w:p>
    <w:p w:rsidR="009E2FF9" w:rsidRPr="00C840BA" w:rsidRDefault="009E2FF9" w:rsidP="002F610F">
      <w:pPr>
        <w:spacing w:line="276" w:lineRule="auto"/>
        <w:rPr>
          <w:color w:val="000000"/>
        </w:rPr>
      </w:pPr>
      <w:r w:rsidRPr="00C840BA">
        <w:rPr>
          <w:rFonts w:hint="eastAsia"/>
          <w:color w:val="000000"/>
        </w:rPr>
        <w:t xml:space="preserve">　　て、暴力団又は暴力団員を利用するなどしたと認められるとき。</w:t>
      </w:r>
    </w:p>
    <w:p w:rsidR="009E2FF9" w:rsidRPr="00C840BA" w:rsidRDefault="009E2FF9" w:rsidP="002F610F">
      <w:pPr>
        <w:spacing w:line="276" w:lineRule="auto"/>
        <w:rPr>
          <w:color w:val="000000"/>
        </w:rPr>
      </w:pPr>
      <w:r w:rsidRPr="00C840BA">
        <w:rPr>
          <w:rFonts w:hint="eastAsia"/>
          <w:color w:val="000000"/>
        </w:rPr>
        <w:t xml:space="preserve">　エ　役員等が、暴力団又は暴力団員に対して資金等を供給し、又は便宜を供与するなど直接的あるいは</w:t>
      </w:r>
    </w:p>
    <w:p w:rsidR="009E2FF9" w:rsidRPr="00C840BA" w:rsidRDefault="009E2FF9" w:rsidP="002F610F">
      <w:pPr>
        <w:spacing w:line="276" w:lineRule="auto"/>
        <w:rPr>
          <w:color w:val="000000"/>
        </w:rPr>
      </w:pPr>
      <w:r w:rsidRPr="00C840BA">
        <w:rPr>
          <w:rFonts w:hint="eastAsia"/>
          <w:color w:val="000000"/>
        </w:rPr>
        <w:t xml:space="preserve">　　積極的に暴力団の維持、運営に協力し、若しくは関与していると認められるとき。</w:t>
      </w:r>
    </w:p>
    <w:p w:rsidR="009E2FF9" w:rsidRPr="00C840BA" w:rsidRDefault="009E2FF9" w:rsidP="002F610F">
      <w:pPr>
        <w:spacing w:line="276" w:lineRule="auto"/>
        <w:rPr>
          <w:color w:val="000000"/>
        </w:rPr>
      </w:pPr>
      <w:r w:rsidRPr="00C840BA">
        <w:rPr>
          <w:rFonts w:hint="eastAsia"/>
          <w:color w:val="000000"/>
        </w:rPr>
        <w:t xml:space="preserve">　オ　役員等が暴力団又は暴力団員と社会的に非難されるべき関係を有していると認められるとき。</w:t>
      </w:r>
    </w:p>
    <w:p w:rsidR="009E2FF9" w:rsidRPr="00C840BA" w:rsidRDefault="009E2FF9" w:rsidP="002F610F">
      <w:pPr>
        <w:spacing w:line="276" w:lineRule="auto"/>
        <w:rPr>
          <w:color w:val="000000"/>
        </w:rPr>
      </w:pPr>
      <w:r w:rsidRPr="00C840BA">
        <w:rPr>
          <w:rFonts w:hint="eastAsia"/>
          <w:color w:val="000000"/>
        </w:rPr>
        <w:t xml:space="preserve">　カ　下請契約又は資材、原材料の購入契約その他の契約に当たり、その相手がアからオまでのいずれか</w:t>
      </w:r>
    </w:p>
    <w:p w:rsidR="009E2FF9" w:rsidRPr="00C840BA" w:rsidRDefault="009E2FF9" w:rsidP="002F610F">
      <w:pPr>
        <w:spacing w:line="276" w:lineRule="auto"/>
        <w:rPr>
          <w:color w:val="000000"/>
        </w:rPr>
      </w:pPr>
      <w:r w:rsidRPr="00C840BA">
        <w:rPr>
          <w:rFonts w:hint="eastAsia"/>
          <w:color w:val="000000"/>
        </w:rPr>
        <w:t xml:space="preserve">　　に該当することを知りながら、当該者と契約を締結したと認められるとき。</w:t>
      </w:r>
    </w:p>
    <w:p w:rsidR="009E2FF9" w:rsidRPr="00C840BA" w:rsidRDefault="009E2FF9" w:rsidP="002F610F">
      <w:pPr>
        <w:spacing w:line="276" w:lineRule="auto"/>
        <w:rPr>
          <w:color w:val="000000"/>
        </w:rPr>
      </w:pPr>
      <w:r w:rsidRPr="00C840BA">
        <w:rPr>
          <w:rFonts w:hint="eastAsia"/>
          <w:color w:val="000000"/>
        </w:rPr>
        <w:t xml:space="preserve">　キ　受注者が、アからオまでのいずれかに該当する者を下請契約又は資材、原材料の購入契約その他の</w:t>
      </w:r>
    </w:p>
    <w:p w:rsidR="009E2FF9" w:rsidRPr="00C840BA" w:rsidRDefault="009E2FF9" w:rsidP="002F610F">
      <w:pPr>
        <w:spacing w:line="276" w:lineRule="auto"/>
        <w:rPr>
          <w:color w:val="000000"/>
        </w:rPr>
      </w:pPr>
      <w:r w:rsidRPr="00C840BA">
        <w:rPr>
          <w:rFonts w:hint="eastAsia"/>
          <w:color w:val="000000"/>
        </w:rPr>
        <w:t xml:space="preserve">　　契約の相手方としていた場合（カに該当する場合を除く。）に、発注者が受注者に対して当該契約の解</w:t>
      </w:r>
    </w:p>
    <w:p w:rsidR="009E2FF9" w:rsidRPr="00C840BA" w:rsidRDefault="009E2FF9" w:rsidP="002F610F">
      <w:pPr>
        <w:spacing w:line="276" w:lineRule="auto"/>
        <w:rPr>
          <w:color w:val="000000"/>
        </w:rPr>
      </w:pPr>
      <w:r w:rsidRPr="00C840BA">
        <w:rPr>
          <w:rFonts w:hint="eastAsia"/>
          <w:color w:val="000000"/>
        </w:rPr>
        <w:t xml:space="preserve">　　除を求め、受注者がこれに従わなかったとき。</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（談合その他不正行為による解除）</w:t>
      </w:r>
    </w:p>
    <w:p w:rsidR="009E2FF9" w:rsidRPr="00C840BA" w:rsidRDefault="009E2FF9" w:rsidP="002F610F">
      <w:pPr>
        <w:spacing w:line="276" w:lineRule="auto"/>
        <w:rPr>
          <w:color w:val="000000"/>
        </w:rPr>
      </w:pPr>
      <w:r w:rsidRPr="00C840BA">
        <w:rPr>
          <w:rFonts w:hint="eastAsia"/>
          <w:color w:val="000000"/>
        </w:rPr>
        <w:t>第４８条の２　発注者は、受注者がこの契約に関して、次の各号のいずれかに該当するときは、この契約</w:t>
      </w:r>
    </w:p>
    <w:p w:rsidR="009E2FF9" w:rsidRPr="00C840BA" w:rsidRDefault="009E2FF9" w:rsidP="002F610F">
      <w:pPr>
        <w:spacing w:line="276" w:lineRule="auto"/>
        <w:rPr>
          <w:color w:val="000000"/>
        </w:rPr>
      </w:pPr>
      <w:r w:rsidRPr="00C840BA">
        <w:rPr>
          <w:rFonts w:hint="eastAsia"/>
          <w:color w:val="000000"/>
        </w:rPr>
        <w:t xml:space="preserve">　を解除することができる。</w:t>
      </w:r>
    </w:p>
    <w:p w:rsidR="009E2FF9" w:rsidRPr="00C840BA" w:rsidRDefault="009E2FF9" w:rsidP="002F610F">
      <w:pPr>
        <w:spacing w:line="276" w:lineRule="auto"/>
        <w:rPr>
          <w:color w:val="000000"/>
        </w:rPr>
      </w:pPr>
      <w:r w:rsidRPr="00C840BA">
        <w:rPr>
          <w:rFonts w:hint="eastAsia"/>
          <w:color w:val="000000"/>
        </w:rPr>
        <w:t>（１）公正取引委員会が、受注者に違反行為があったとして私的独占の禁止及び公正取引の確保に関する</w:t>
      </w:r>
    </w:p>
    <w:p w:rsidR="009E2FF9" w:rsidRPr="00C840BA" w:rsidRDefault="009E2FF9" w:rsidP="007067F3">
      <w:pPr>
        <w:spacing w:line="276" w:lineRule="auto"/>
        <w:ind w:left="420" w:hangingChars="200" w:hanging="420"/>
        <w:rPr>
          <w:color w:val="000000"/>
        </w:rPr>
      </w:pPr>
      <w:r w:rsidRPr="00C840BA">
        <w:rPr>
          <w:rFonts w:hint="eastAsia"/>
          <w:color w:val="000000"/>
        </w:rPr>
        <w:t xml:space="preserve">　　法律（昭和２２年法律第５４号、以下「独占禁止法」という。）第４９条の規定により、排除措置命令を行い、当該排除措置命令が確定したとき（同法第７７条</w:t>
      </w:r>
      <w:r w:rsidR="007067F3" w:rsidRPr="00C840BA">
        <w:rPr>
          <w:rFonts w:hint="eastAsia"/>
          <w:color w:val="000000"/>
        </w:rPr>
        <w:t>に規定する抗告訴訟</w:t>
      </w:r>
      <w:r w:rsidRPr="00C840BA">
        <w:rPr>
          <w:rFonts w:hint="eastAsia"/>
          <w:color w:val="000000"/>
        </w:rPr>
        <w:t>が提起されたときを除く。）。</w:t>
      </w:r>
    </w:p>
    <w:p w:rsidR="009E2FF9" w:rsidRPr="00C840BA" w:rsidRDefault="009E2FF9" w:rsidP="002F610F">
      <w:pPr>
        <w:spacing w:line="276" w:lineRule="auto"/>
        <w:rPr>
          <w:color w:val="000000"/>
        </w:rPr>
      </w:pPr>
      <w:r w:rsidRPr="00C840BA">
        <w:rPr>
          <w:rFonts w:hint="eastAsia"/>
          <w:color w:val="000000"/>
        </w:rPr>
        <w:t>（２）公正取引委員会が、受注者に違反行為があっ</w:t>
      </w:r>
      <w:r w:rsidR="007067F3" w:rsidRPr="00C840BA">
        <w:rPr>
          <w:rFonts w:hint="eastAsia"/>
          <w:color w:val="000000"/>
        </w:rPr>
        <w:t>たとして独占禁止法第６２</w:t>
      </w:r>
      <w:r w:rsidRPr="00C840BA">
        <w:rPr>
          <w:rFonts w:hint="eastAsia"/>
          <w:color w:val="000000"/>
        </w:rPr>
        <w:t>条第１項の規定により、課</w:t>
      </w:r>
    </w:p>
    <w:p w:rsidR="009E2FF9" w:rsidRPr="00C840BA" w:rsidRDefault="009E2FF9" w:rsidP="007067F3">
      <w:pPr>
        <w:spacing w:line="276" w:lineRule="auto"/>
        <w:ind w:left="420" w:hangingChars="200" w:hanging="420"/>
        <w:rPr>
          <w:color w:val="000000"/>
        </w:rPr>
      </w:pPr>
      <w:r w:rsidRPr="00C840BA">
        <w:rPr>
          <w:rFonts w:hint="eastAsia"/>
          <w:color w:val="000000"/>
        </w:rPr>
        <w:t xml:space="preserve">　　徴金の納付命令を行い、当該納付命令が確定したとき（同法第７７条</w:t>
      </w:r>
      <w:r w:rsidR="007067F3" w:rsidRPr="00C840BA">
        <w:rPr>
          <w:rFonts w:hint="eastAsia"/>
          <w:color w:val="000000"/>
        </w:rPr>
        <w:t>に規定する抗告訴訟が</w:t>
      </w:r>
      <w:r w:rsidRPr="00C840BA">
        <w:rPr>
          <w:rFonts w:hint="eastAsia"/>
          <w:color w:val="000000"/>
        </w:rPr>
        <w:t>提起されたときを除く。）。</w:t>
      </w:r>
    </w:p>
    <w:p w:rsidR="009E2FF9" w:rsidRPr="00C840BA" w:rsidRDefault="009E2FF9" w:rsidP="007067F3">
      <w:pPr>
        <w:spacing w:line="276" w:lineRule="auto"/>
        <w:ind w:left="420" w:hangingChars="200" w:hanging="420"/>
        <w:rPr>
          <w:color w:val="000000"/>
        </w:rPr>
      </w:pPr>
      <w:r w:rsidRPr="00C840BA">
        <w:rPr>
          <w:rFonts w:hint="eastAsia"/>
          <w:color w:val="000000"/>
        </w:rPr>
        <w:t>（３）受注者が、独占禁止法第７７条</w:t>
      </w:r>
      <w:r w:rsidR="007067F3" w:rsidRPr="00C840BA">
        <w:rPr>
          <w:rFonts w:hint="eastAsia"/>
          <w:color w:val="000000"/>
        </w:rPr>
        <w:t>に規定する抗告訴訟</w:t>
      </w:r>
      <w:r w:rsidRPr="00C840BA">
        <w:rPr>
          <w:rFonts w:hint="eastAsia"/>
          <w:color w:val="000000"/>
        </w:rPr>
        <w:t>を提起し、その</w:t>
      </w:r>
      <w:r w:rsidR="007067F3" w:rsidRPr="00C840BA">
        <w:rPr>
          <w:rFonts w:hint="eastAsia"/>
          <w:color w:val="000000"/>
        </w:rPr>
        <w:t>訴訟</w:t>
      </w:r>
      <w:r w:rsidRPr="00C840BA">
        <w:rPr>
          <w:rFonts w:hint="eastAsia"/>
          <w:color w:val="000000"/>
        </w:rPr>
        <w:t>について請求棄却又は訴え却下の判決が確定したとき。</w:t>
      </w:r>
    </w:p>
    <w:p w:rsidR="009E2FF9" w:rsidRPr="00C840BA" w:rsidRDefault="009E2FF9" w:rsidP="002F610F">
      <w:pPr>
        <w:spacing w:line="276" w:lineRule="auto"/>
        <w:rPr>
          <w:color w:val="000000"/>
        </w:rPr>
      </w:pPr>
      <w:r w:rsidRPr="00C840BA">
        <w:rPr>
          <w:rFonts w:hint="eastAsia"/>
          <w:color w:val="000000"/>
        </w:rPr>
        <w:t>（４）受注者（法人の場合にあっては、その役員又は使用人を含む。）に対する刑法（明治４０年法律第４</w:t>
      </w:r>
    </w:p>
    <w:p w:rsidR="009E2FF9" w:rsidRPr="00C840BA" w:rsidRDefault="009E2FF9" w:rsidP="002F610F">
      <w:pPr>
        <w:spacing w:line="276" w:lineRule="auto"/>
        <w:rPr>
          <w:color w:val="000000"/>
        </w:rPr>
      </w:pPr>
      <w:r w:rsidRPr="00C840BA">
        <w:rPr>
          <w:rFonts w:hint="eastAsia"/>
          <w:color w:val="000000"/>
        </w:rPr>
        <w:t xml:space="preserve">　　５</w:t>
      </w:r>
      <w:r w:rsidR="008B1A01" w:rsidRPr="00C840BA">
        <w:rPr>
          <w:rFonts w:hint="eastAsia"/>
          <w:color w:val="000000"/>
        </w:rPr>
        <w:t>号）第９６条の６</w:t>
      </w:r>
      <w:r w:rsidRPr="00C840BA">
        <w:rPr>
          <w:rFonts w:hint="eastAsia"/>
          <w:color w:val="000000"/>
        </w:rPr>
        <w:t>若しくは第１９８条又は独占禁止法第８９条第１項若しくは第９５条第１項第１</w:t>
      </w:r>
    </w:p>
    <w:p w:rsidR="009E2FF9" w:rsidRPr="00C840BA" w:rsidRDefault="009E2FF9" w:rsidP="002F610F">
      <w:pPr>
        <w:spacing w:line="276" w:lineRule="auto"/>
        <w:rPr>
          <w:color w:val="000000"/>
        </w:rPr>
      </w:pPr>
      <w:r w:rsidRPr="00C840BA">
        <w:rPr>
          <w:rFonts w:hint="eastAsia"/>
          <w:color w:val="000000"/>
        </w:rPr>
        <w:t xml:space="preserve">　　号の規定による刑が確定したとき。</w:t>
      </w:r>
    </w:p>
    <w:p w:rsidR="009E2FF9" w:rsidRPr="00C840BA" w:rsidRDefault="009E2FF9" w:rsidP="002F610F">
      <w:pPr>
        <w:spacing w:line="276" w:lineRule="auto"/>
        <w:rPr>
          <w:color w:val="000000"/>
        </w:rPr>
      </w:pPr>
    </w:p>
    <w:p w:rsidR="00F23AFA" w:rsidRPr="00C840BA" w:rsidRDefault="00F23AFA" w:rsidP="00F23AFA">
      <w:pPr>
        <w:spacing w:line="276" w:lineRule="auto"/>
        <w:rPr>
          <w:color w:val="000000"/>
        </w:rPr>
      </w:pPr>
      <w:r w:rsidRPr="00C840BA">
        <w:rPr>
          <w:rFonts w:hint="eastAsia"/>
          <w:color w:val="000000"/>
        </w:rPr>
        <w:t>（契約が解除された場合等の違約金）</w:t>
      </w:r>
    </w:p>
    <w:p w:rsidR="00F23AFA" w:rsidRPr="00C840BA" w:rsidRDefault="00F23AFA" w:rsidP="00F23AFA">
      <w:pPr>
        <w:spacing w:line="276" w:lineRule="auto"/>
        <w:ind w:left="210" w:hangingChars="100" w:hanging="210"/>
        <w:rPr>
          <w:color w:val="000000"/>
        </w:rPr>
      </w:pPr>
      <w:r w:rsidRPr="00C840BA">
        <w:rPr>
          <w:rFonts w:hint="eastAsia"/>
          <w:color w:val="000000"/>
        </w:rPr>
        <w:t>第４８条の３　次の各号のいずれかに該当する場合においては、受注者は、</w:t>
      </w:r>
      <w:r w:rsidR="00DE106E" w:rsidRPr="00DE106E">
        <w:rPr>
          <w:rFonts w:hint="eastAsia"/>
          <w:color w:val="000000"/>
        </w:rPr>
        <w:t>請負代金額</w:t>
      </w:r>
      <w:r w:rsidRPr="00C840BA">
        <w:rPr>
          <w:rFonts w:hint="eastAsia"/>
          <w:color w:val="000000"/>
        </w:rPr>
        <w:t>の１０分の１に相当する額を違約金として発注者の指定する期間内に支払わなければならない。</w:t>
      </w:r>
    </w:p>
    <w:p w:rsidR="00F23AFA" w:rsidRPr="00C840BA" w:rsidRDefault="00F23AFA" w:rsidP="00F23AFA">
      <w:pPr>
        <w:spacing w:line="276" w:lineRule="auto"/>
        <w:rPr>
          <w:color w:val="000000"/>
        </w:rPr>
      </w:pPr>
      <w:r w:rsidRPr="00C840BA">
        <w:rPr>
          <w:rFonts w:hint="eastAsia"/>
          <w:color w:val="000000"/>
        </w:rPr>
        <w:t>（１）前２条の規定によりこの契約が解除された場合</w:t>
      </w:r>
    </w:p>
    <w:p w:rsidR="00F23AFA" w:rsidRPr="00C840BA" w:rsidRDefault="00F23AFA" w:rsidP="00F23AFA">
      <w:pPr>
        <w:spacing w:line="276" w:lineRule="auto"/>
        <w:rPr>
          <w:color w:val="000000"/>
        </w:rPr>
      </w:pPr>
      <w:r w:rsidRPr="00C840BA">
        <w:rPr>
          <w:rFonts w:hint="eastAsia"/>
          <w:color w:val="000000"/>
        </w:rPr>
        <w:t>（２）受注者がその債務の履行を拒否し、又は、受注者の責めに帰すべき事由によって受注者の債務につ</w:t>
      </w:r>
    </w:p>
    <w:p w:rsidR="00F23AFA" w:rsidRPr="00C840BA" w:rsidRDefault="00F23AFA" w:rsidP="00F23AFA">
      <w:pPr>
        <w:spacing w:line="276" w:lineRule="auto"/>
        <w:ind w:firstLineChars="200" w:firstLine="420"/>
        <w:rPr>
          <w:color w:val="000000"/>
        </w:rPr>
      </w:pPr>
      <w:r w:rsidRPr="00C840BA">
        <w:rPr>
          <w:rFonts w:hint="eastAsia"/>
          <w:color w:val="000000"/>
        </w:rPr>
        <w:t>いて履行不能となった場合</w:t>
      </w:r>
    </w:p>
    <w:p w:rsidR="00F23AFA" w:rsidRPr="00C840BA" w:rsidRDefault="00F23AFA" w:rsidP="00F23AFA">
      <w:pPr>
        <w:spacing w:line="276" w:lineRule="auto"/>
        <w:rPr>
          <w:color w:val="000000"/>
        </w:rPr>
      </w:pPr>
      <w:r w:rsidRPr="00C840BA">
        <w:rPr>
          <w:rFonts w:hint="eastAsia"/>
          <w:color w:val="000000"/>
        </w:rPr>
        <w:t>２　次の各号に掲げる者がこの契約を解除した場合は、前項第２号に該当する場合とみなす。</w:t>
      </w:r>
    </w:p>
    <w:p w:rsidR="00F23AFA" w:rsidRPr="00C840BA" w:rsidRDefault="00F23AFA" w:rsidP="00F23AFA">
      <w:pPr>
        <w:spacing w:line="276" w:lineRule="auto"/>
        <w:rPr>
          <w:color w:val="000000"/>
        </w:rPr>
      </w:pPr>
      <w:r w:rsidRPr="00C840BA">
        <w:rPr>
          <w:rFonts w:hint="eastAsia"/>
          <w:color w:val="000000"/>
        </w:rPr>
        <w:t>（１）受注者について破産手続開始の決定があった場合において、破産法（平成１６年法律第７５号）の</w:t>
      </w:r>
    </w:p>
    <w:p w:rsidR="00F23AFA" w:rsidRPr="00C840BA" w:rsidRDefault="00F23AFA" w:rsidP="00F23AFA">
      <w:pPr>
        <w:spacing w:line="276" w:lineRule="auto"/>
        <w:ind w:firstLineChars="200" w:firstLine="420"/>
        <w:rPr>
          <w:color w:val="000000"/>
        </w:rPr>
      </w:pPr>
      <w:r w:rsidRPr="00C840BA">
        <w:rPr>
          <w:rFonts w:hint="eastAsia"/>
          <w:color w:val="000000"/>
        </w:rPr>
        <w:t>規定により選任された破産管財人</w:t>
      </w:r>
    </w:p>
    <w:p w:rsidR="00F23AFA" w:rsidRPr="00C840BA" w:rsidRDefault="00F23AFA" w:rsidP="00F23AFA">
      <w:pPr>
        <w:spacing w:line="276" w:lineRule="auto"/>
        <w:rPr>
          <w:color w:val="000000"/>
        </w:rPr>
      </w:pPr>
      <w:r w:rsidRPr="00C840BA">
        <w:rPr>
          <w:rFonts w:hint="eastAsia"/>
          <w:color w:val="000000"/>
        </w:rPr>
        <w:t>（２）受注者について更生手続開始の決定があった場合において、会社更生法（平成１４年法律第１５４</w:t>
      </w:r>
    </w:p>
    <w:p w:rsidR="00F23AFA" w:rsidRPr="00C840BA" w:rsidRDefault="00F23AFA" w:rsidP="00F23AFA">
      <w:pPr>
        <w:spacing w:line="276" w:lineRule="auto"/>
        <w:ind w:firstLineChars="200" w:firstLine="420"/>
        <w:rPr>
          <w:color w:val="000000"/>
        </w:rPr>
      </w:pPr>
      <w:r w:rsidRPr="00C840BA">
        <w:rPr>
          <w:rFonts w:hint="eastAsia"/>
          <w:color w:val="000000"/>
        </w:rPr>
        <w:t>号）の規定により選任された管財人</w:t>
      </w:r>
    </w:p>
    <w:p w:rsidR="00F23AFA" w:rsidRPr="00C840BA" w:rsidRDefault="00F23AFA" w:rsidP="00F23AFA">
      <w:pPr>
        <w:spacing w:line="276" w:lineRule="auto"/>
        <w:rPr>
          <w:color w:val="000000"/>
        </w:rPr>
      </w:pPr>
      <w:r w:rsidRPr="00C840BA">
        <w:rPr>
          <w:rFonts w:hint="eastAsia"/>
          <w:color w:val="000000"/>
        </w:rPr>
        <w:t>（３）受注者について再生手続開始の決定があった場合において、民事再生法（平成１１年法律第２２５</w:t>
      </w:r>
    </w:p>
    <w:p w:rsidR="00F23AFA" w:rsidRPr="00C840BA" w:rsidRDefault="00F23AFA" w:rsidP="00F23AFA">
      <w:pPr>
        <w:spacing w:line="276" w:lineRule="auto"/>
        <w:ind w:firstLineChars="200" w:firstLine="420"/>
        <w:rPr>
          <w:color w:val="000000"/>
        </w:rPr>
      </w:pPr>
      <w:r w:rsidRPr="00C840BA">
        <w:rPr>
          <w:rFonts w:hint="eastAsia"/>
          <w:color w:val="000000"/>
        </w:rPr>
        <w:t>号）の規定により選任された再生債務者等</w:t>
      </w:r>
    </w:p>
    <w:p w:rsidR="00F23AFA" w:rsidRPr="00C840BA" w:rsidRDefault="00F23AFA" w:rsidP="00F23AFA">
      <w:pPr>
        <w:spacing w:line="276" w:lineRule="auto"/>
        <w:rPr>
          <w:color w:val="000000"/>
        </w:rPr>
      </w:pPr>
      <w:r w:rsidRPr="00C840BA">
        <w:rPr>
          <w:rFonts w:hint="eastAsia"/>
          <w:color w:val="000000"/>
        </w:rPr>
        <w:t>３　第１項の場合（第４８条第６号の規定により、この契約が解除された場合を除く。）において、第５条の規定により契約保証金の納付又はこれに代わる担保が行われているときは、発注者は、当該契約保証金又は担保をもって第１項の違約金に充当することができる。</w:t>
      </w:r>
      <w:r w:rsidRPr="00C840BA">
        <w:rPr>
          <w:color w:val="000000"/>
        </w:rPr>
        <w:tab/>
      </w:r>
    </w:p>
    <w:p w:rsidR="00F23AFA" w:rsidRPr="00C840BA" w:rsidRDefault="00F23AFA" w:rsidP="00F23AFA">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（任意解除）</w:t>
      </w:r>
    </w:p>
    <w:p w:rsidR="009E2FF9" w:rsidRPr="00C840BA" w:rsidRDefault="009E2FF9" w:rsidP="002F610F">
      <w:pPr>
        <w:spacing w:line="276" w:lineRule="auto"/>
        <w:rPr>
          <w:color w:val="000000"/>
        </w:rPr>
      </w:pPr>
      <w:r w:rsidRPr="00C840BA">
        <w:rPr>
          <w:rFonts w:hint="eastAsia"/>
          <w:color w:val="000000"/>
        </w:rPr>
        <w:t>第４９条　発注者は、工事が完成するまでの間は、</w:t>
      </w:r>
      <w:r w:rsidR="00F23AFA" w:rsidRPr="00C840BA">
        <w:rPr>
          <w:rFonts w:hint="eastAsia"/>
          <w:color w:val="000000"/>
        </w:rPr>
        <w:t>第４８条又は第４８条の２</w:t>
      </w:r>
      <w:r w:rsidRPr="00C840BA">
        <w:rPr>
          <w:rFonts w:hint="eastAsia"/>
          <w:color w:val="000000"/>
        </w:rPr>
        <w:t>の規定によるほか、必</w:t>
      </w:r>
    </w:p>
    <w:p w:rsidR="009E2FF9" w:rsidRPr="00C840BA" w:rsidRDefault="009E2FF9" w:rsidP="002F610F">
      <w:pPr>
        <w:spacing w:line="276" w:lineRule="auto"/>
        <w:rPr>
          <w:color w:val="000000"/>
        </w:rPr>
      </w:pPr>
      <w:r w:rsidRPr="00C840BA">
        <w:rPr>
          <w:rFonts w:hint="eastAsia"/>
          <w:color w:val="000000"/>
        </w:rPr>
        <w:t xml:space="preserve">　要があるときは、この契約を解除することができる。</w:t>
      </w:r>
    </w:p>
    <w:p w:rsidR="009E2FF9" w:rsidRPr="00C840BA" w:rsidRDefault="009E2FF9" w:rsidP="002F610F">
      <w:pPr>
        <w:spacing w:line="276" w:lineRule="auto"/>
        <w:rPr>
          <w:color w:val="000000"/>
        </w:rPr>
      </w:pPr>
      <w:r w:rsidRPr="00C840BA">
        <w:rPr>
          <w:rFonts w:hint="eastAsia"/>
          <w:color w:val="000000"/>
        </w:rPr>
        <w:t>２　発注者は、前項の規定によりこの契約を解除したことにより受注者に損害を及ぼしたときは、その損</w:t>
      </w:r>
    </w:p>
    <w:p w:rsidR="009E2FF9" w:rsidRPr="00C840BA" w:rsidRDefault="009E2FF9" w:rsidP="002F610F">
      <w:pPr>
        <w:spacing w:line="276" w:lineRule="auto"/>
        <w:rPr>
          <w:color w:val="000000"/>
        </w:rPr>
      </w:pPr>
      <w:r w:rsidRPr="00C840BA">
        <w:rPr>
          <w:rFonts w:hint="eastAsia"/>
          <w:color w:val="000000"/>
        </w:rPr>
        <w:t xml:space="preserve">　害を賠償しなければならない。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（受注者の解除権）</w:t>
      </w:r>
    </w:p>
    <w:p w:rsidR="009E2FF9" w:rsidRPr="00C840BA" w:rsidRDefault="009E2FF9" w:rsidP="002F610F">
      <w:pPr>
        <w:spacing w:line="276" w:lineRule="auto"/>
        <w:rPr>
          <w:color w:val="000000"/>
        </w:rPr>
      </w:pPr>
      <w:r w:rsidRPr="00C840BA">
        <w:rPr>
          <w:rFonts w:hint="eastAsia"/>
          <w:color w:val="000000"/>
        </w:rPr>
        <w:t>第５０条　受注者は、次の各号のいずれかに該当するときは、この契約を解除することができる。</w:t>
      </w:r>
    </w:p>
    <w:p w:rsidR="009E2FF9" w:rsidRPr="00C840BA" w:rsidRDefault="009E2FF9" w:rsidP="002F610F">
      <w:pPr>
        <w:spacing w:line="276" w:lineRule="auto"/>
        <w:rPr>
          <w:color w:val="000000"/>
        </w:rPr>
      </w:pPr>
      <w:r w:rsidRPr="00C840BA">
        <w:rPr>
          <w:rFonts w:hint="eastAsia"/>
          <w:color w:val="000000"/>
        </w:rPr>
        <w:t>（１）第２０条の規定により設計図書を変更したため請負代金額が３分の２以上減少したとき。</w:t>
      </w:r>
    </w:p>
    <w:p w:rsidR="009E2FF9" w:rsidRPr="00C840BA" w:rsidRDefault="009E2FF9" w:rsidP="002F610F">
      <w:pPr>
        <w:spacing w:line="276" w:lineRule="auto"/>
        <w:rPr>
          <w:color w:val="000000"/>
        </w:rPr>
      </w:pPr>
      <w:r w:rsidRPr="00C840BA">
        <w:rPr>
          <w:rFonts w:hint="eastAsia"/>
          <w:color w:val="000000"/>
        </w:rPr>
        <w:t>（２）第２１条の規定による工事の施工の中止期間が工期の１０分の５（工期の１０分の５が６月を超え</w:t>
      </w:r>
    </w:p>
    <w:p w:rsidR="009E2FF9" w:rsidRPr="00C840BA" w:rsidRDefault="009E2FF9" w:rsidP="002F610F">
      <w:pPr>
        <w:spacing w:line="276" w:lineRule="auto"/>
        <w:rPr>
          <w:color w:val="000000"/>
        </w:rPr>
      </w:pPr>
      <w:r w:rsidRPr="00C840BA">
        <w:rPr>
          <w:rFonts w:hint="eastAsia"/>
          <w:color w:val="000000"/>
        </w:rPr>
        <w:t xml:space="preserve">　　るときは、６月）を超えたとき。ただし、中止が工事の一部のみの場合は、その一部を除いた他の部</w:t>
      </w:r>
    </w:p>
    <w:p w:rsidR="009E2FF9" w:rsidRPr="00C840BA" w:rsidRDefault="009E2FF9" w:rsidP="002F610F">
      <w:pPr>
        <w:spacing w:line="276" w:lineRule="auto"/>
        <w:rPr>
          <w:color w:val="000000"/>
        </w:rPr>
      </w:pPr>
      <w:r w:rsidRPr="00C840BA">
        <w:rPr>
          <w:rFonts w:hint="eastAsia"/>
          <w:color w:val="000000"/>
        </w:rPr>
        <w:t xml:space="preserve">　　分の工事が完了した後３月を経過しても、なおその中止が解除されないとき。</w:t>
      </w:r>
    </w:p>
    <w:p w:rsidR="009E2FF9" w:rsidRPr="00C840BA" w:rsidRDefault="009E2FF9" w:rsidP="002F610F">
      <w:pPr>
        <w:spacing w:line="276" w:lineRule="auto"/>
        <w:rPr>
          <w:color w:val="000000"/>
        </w:rPr>
      </w:pPr>
      <w:r w:rsidRPr="00C840BA">
        <w:rPr>
          <w:rFonts w:hint="eastAsia"/>
          <w:color w:val="000000"/>
        </w:rPr>
        <w:t>（３）発注者がこの契約に違反し、その違反によってこの契約の履行が不可能となったとき。</w:t>
      </w:r>
    </w:p>
    <w:p w:rsidR="009E2FF9" w:rsidRPr="00C840BA" w:rsidRDefault="009E2FF9" w:rsidP="002F610F">
      <w:pPr>
        <w:spacing w:line="276" w:lineRule="auto"/>
        <w:rPr>
          <w:color w:val="000000"/>
        </w:rPr>
      </w:pPr>
      <w:r w:rsidRPr="00C840BA">
        <w:rPr>
          <w:rFonts w:hint="eastAsia"/>
          <w:color w:val="000000"/>
        </w:rPr>
        <w:t>２　受注者は、前項の規定によりこの契約を解除した場合において、損害があるときは、その損害の賠償</w:t>
      </w:r>
    </w:p>
    <w:p w:rsidR="009E2FF9" w:rsidRPr="00C840BA" w:rsidRDefault="009E2FF9" w:rsidP="002F610F">
      <w:pPr>
        <w:spacing w:line="276" w:lineRule="auto"/>
        <w:rPr>
          <w:color w:val="000000"/>
        </w:rPr>
      </w:pPr>
      <w:r w:rsidRPr="00C840BA">
        <w:rPr>
          <w:rFonts w:hint="eastAsia"/>
          <w:color w:val="000000"/>
        </w:rPr>
        <w:t xml:space="preserve">　を発注者に請求することができる。</w:t>
      </w:r>
    </w:p>
    <w:p w:rsidR="009E2FF9" w:rsidRPr="00C840BA" w:rsidRDefault="009E2FF9" w:rsidP="002F610F">
      <w:pPr>
        <w:spacing w:line="276" w:lineRule="auto"/>
        <w:rPr>
          <w:color w:val="000000"/>
        </w:rPr>
      </w:pPr>
      <w:r w:rsidRPr="00C840BA">
        <w:rPr>
          <w:rFonts w:hint="eastAsia"/>
          <w:color w:val="000000"/>
        </w:rPr>
        <w:t xml:space="preserve">  </w:t>
      </w:r>
    </w:p>
    <w:p w:rsidR="009E2FF9" w:rsidRPr="00C840BA" w:rsidRDefault="009E2FF9" w:rsidP="002F610F">
      <w:pPr>
        <w:spacing w:line="276" w:lineRule="auto"/>
        <w:rPr>
          <w:color w:val="000000"/>
        </w:rPr>
      </w:pPr>
      <w:r w:rsidRPr="00C840BA">
        <w:rPr>
          <w:rFonts w:hint="eastAsia"/>
          <w:color w:val="000000"/>
        </w:rPr>
        <w:t>（解除に伴う措置）</w:t>
      </w:r>
    </w:p>
    <w:p w:rsidR="009E2FF9" w:rsidRPr="00C840BA" w:rsidRDefault="009E2FF9" w:rsidP="002F610F">
      <w:pPr>
        <w:spacing w:line="276" w:lineRule="auto"/>
        <w:rPr>
          <w:color w:val="000000"/>
        </w:rPr>
      </w:pPr>
      <w:r w:rsidRPr="00C840BA">
        <w:rPr>
          <w:rFonts w:hint="eastAsia"/>
          <w:color w:val="000000"/>
        </w:rPr>
        <w:t>第５１条　発注者は、この契約が解除された場合においては、出来形部分を検査の上、当該検査に合格し</w:t>
      </w:r>
    </w:p>
    <w:p w:rsidR="009E2FF9" w:rsidRPr="00C840BA" w:rsidRDefault="009E2FF9" w:rsidP="002F610F">
      <w:pPr>
        <w:spacing w:line="276" w:lineRule="auto"/>
        <w:rPr>
          <w:color w:val="000000"/>
        </w:rPr>
      </w:pPr>
      <w:r w:rsidRPr="00C840BA">
        <w:rPr>
          <w:rFonts w:hint="eastAsia"/>
          <w:color w:val="000000"/>
        </w:rPr>
        <w:t xml:space="preserve">　た部分及び部分払の対象となった工事材料の引渡しを受けるものとし、当該引渡しを受けたときは、当</w:t>
      </w:r>
    </w:p>
    <w:p w:rsidR="009E2FF9" w:rsidRPr="00C840BA" w:rsidRDefault="009E2FF9" w:rsidP="002F610F">
      <w:pPr>
        <w:spacing w:line="276" w:lineRule="auto"/>
        <w:rPr>
          <w:color w:val="000000"/>
        </w:rPr>
      </w:pPr>
      <w:r w:rsidRPr="00C840BA">
        <w:rPr>
          <w:rFonts w:hint="eastAsia"/>
          <w:color w:val="000000"/>
        </w:rPr>
        <w:t xml:space="preserve">　該引渡しを受けた出来形部分に相応する請負代金を受注者に支払わなければならない。この場合におい</w:t>
      </w:r>
    </w:p>
    <w:p w:rsidR="009E2FF9" w:rsidRPr="00C840BA" w:rsidRDefault="009E2FF9" w:rsidP="002F610F">
      <w:pPr>
        <w:spacing w:line="276" w:lineRule="auto"/>
        <w:rPr>
          <w:color w:val="000000"/>
        </w:rPr>
      </w:pPr>
      <w:r w:rsidRPr="00C840BA">
        <w:rPr>
          <w:rFonts w:hint="eastAsia"/>
          <w:color w:val="000000"/>
        </w:rPr>
        <w:t xml:space="preserve">　て、発注者は、必要があると認められるときは、その理由を受注者に通知して、出来形部分を最小限度</w:t>
      </w:r>
    </w:p>
    <w:p w:rsidR="009E2FF9" w:rsidRPr="00C840BA" w:rsidRDefault="009E2FF9" w:rsidP="002F610F">
      <w:pPr>
        <w:spacing w:line="276" w:lineRule="auto"/>
        <w:rPr>
          <w:color w:val="000000"/>
        </w:rPr>
      </w:pPr>
      <w:r w:rsidRPr="00C840BA">
        <w:rPr>
          <w:rFonts w:hint="eastAsia"/>
          <w:color w:val="000000"/>
        </w:rPr>
        <w:t xml:space="preserve">　破壊して検査することができる。</w:t>
      </w:r>
    </w:p>
    <w:p w:rsidR="009E2FF9" w:rsidRPr="00C840BA" w:rsidRDefault="009E2FF9" w:rsidP="002F610F">
      <w:pPr>
        <w:spacing w:line="276" w:lineRule="auto"/>
        <w:rPr>
          <w:color w:val="000000"/>
        </w:rPr>
      </w:pPr>
      <w:r w:rsidRPr="00C840BA">
        <w:rPr>
          <w:rFonts w:hint="eastAsia"/>
          <w:color w:val="000000"/>
        </w:rPr>
        <w:t>２　前項の場合において、検査又は復旧に直接要する費用は、受注者の負担とする。</w:t>
      </w:r>
    </w:p>
    <w:p w:rsidR="009E2FF9" w:rsidRPr="00C840BA" w:rsidRDefault="009E2FF9" w:rsidP="002F610F">
      <w:pPr>
        <w:spacing w:line="276" w:lineRule="auto"/>
        <w:rPr>
          <w:color w:val="000000"/>
        </w:rPr>
      </w:pPr>
      <w:r w:rsidRPr="00C840BA">
        <w:rPr>
          <w:rFonts w:hint="eastAsia"/>
          <w:color w:val="000000"/>
        </w:rPr>
        <w:t>３　第１項の場合において、第３５条（第４１条において準用する場合を含む。）の規定による前払金又は</w:t>
      </w:r>
    </w:p>
    <w:p w:rsidR="009E2FF9" w:rsidRPr="00C840BA" w:rsidRDefault="009E2FF9" w:rsidP="002F610F">
      <w:pPr>
        <w:spacing w:line="276" w:lineRule="auto"/>
        <w:rPr>
          <w:color w:val="000000"/>
        </w:rPr>
      </w:pPr>
      <w:r w:rsidRPr="00C840BA">
        <w:rPr>
          <w:rFonts w:hint="eastAsia"/>
          <w:color w:val="000000"/>
        </w:rPr>
        <w:t xml:space="preserve">　中間前払金があったときは、当該前払金の額及び中間前払金の額（第３８条及び第４２条の規定による</w:t>
      </w:r>
    </w:p>
    <w:p w:rsidR="009E2FF9" w:rsidRPr="00C840BA" w:rsidRDefault="009E2FF9" w:rsidP="002F610F">
      <w:pPr>
        <w:spacing w:line="276" w:lineRule="auto"/>
        <w:rPr>
          <w:color w:val="000000"/>
        </w:rPr>
      </w:pPr>
      <w:r w:rsidRPr="00C840BA">
        <w:rPr>
          <w:rFonts w:hint="eastAsia"/>
          <w:color w:val="000000"/>
        </w:rPr>
        <w:t xml:space="preserve">　部分払をしているときは、その部分払において償却した前払金及び中間前払金の額を控除した額）を同</w:t>
      </w:r>
    </w:p>
    <w:p w:rsidR="009E2FF9" w:rsidRPr="00C840BA" w:rsidRDefault="009E2FF9" w:rsidP="002F610F">
      <w:pPr>
        <w:spacing w:line="276" w:lineRule="auto"/>
        <w:rPr>
          <w:color w:val="000000"/>
        </w:rPr>
      </w:pPr>
      <w:r w:rsidRPr="00C840BA">
        <w:rPr>
          <w:rFonts w:hint="eastAsia"/>
          <w:color w:val="000000"/>
        </w:rPr>
        <w:t xml:space="preserve">　項前段の出来形部分に相応する請負代金額から控除する。この場合において、受領済みの前払金額及び</w:t>
      </w:r>
    </w:p>
    <w:p w:rsidR="00F23AFA" w:rsidRPr="00C840BA" w:rsidRDefault="009E2FF9" w:rsidP="002F610F">
      <w:pPr>
        <w:spacing w:line="276" w:lineRule="auto"/>
        <w:rPr>
          <w:color w:val="000000"/>
        </w:rPr>
      </w:pPr>
      <w:r w:rsidRPr="00C840BA">
        <w:rPr>
          <w:rFonts w:hint="eastAsia"/>
          <w:color w:val="000000"/>
        </w:rPr>
        <w:t xml:space="preserve">　中間前払金額になお余剰があるときは、受注者は、解除が</w:t>
      </w:r>
      <w:r w:rsidR="00F23AFA" w:rsidRPr="00C840BA">
        <w:rPr>
          <w:rFonts w:hint="eastAsia"/>
          <w:color w:val="000000"/>
        </w:rPr>
        <w:t>第４８条、第４８条の２又は第４８条の３第</w:t>
      </w:r>
    </w:p>
    <w:p w:rsidR="00F23AFA" w:rsidRPr="00C840BA" w:rsidRDefault="00F23AFA" w:rsidP="005B6977">
      <w:pPr>
        <w:spacing w:line="276" w:lineRule="auto"/>
        <w:ind w:firstLineChars="100" w:firstLine="210"/>
        <w:rPr>
          <w:color w:val="000000"/>
        </w:rPr>
      </w:pPr>
      <w:r w:rsidRPr="00C840BA">
        <w:rPr>
          <w:rFonts w:hint="eastAsia"/>
          <w:color w:val="000000"/>
        </w:rPr>
        <w:t>２項</w:t>
      </w:r>
      <w:r w:rsidR="009E2FF9" w:rsidRPr="00C840BA">
        <w:rPr>
          <w:rFonts w:hint="eastAsia"/>
          <w:color w:val="000000"/>
        </w:rPr>
        <w:t>の規定によるときにあっては、その余剰額に前</w:t>
      </w:r>
      <w:r w:rsidR="00472A87" w:rsidRPr="00C840BA">
        <w:rPr>
          <w:rFonts w:hint="eastAsia"/>
          <w:color w:val="000000"/>
        </w:rPr>
        <w:t>払金又は中間前払金の支払いの日から返還の日まで</w:t>
      </w:r>
    </w:p>
    <w:p w:rsidR="00F23AFA" w:rsidRPr="00C840BA" w:rsidRDefault="00472A87" w:rsidP="005B6977">
      <w:pPr>
        <w:spacing w:line="276" w:lineRule="auto"/>
        <w:ind w:firstLineChars="100" w:firstLine="210"/>
        <w:rPr>
          <w:color w:val="000000"/>
        </w:rPr>
      </w:pPr>
      <w:r w:rsidRPr="00C840BA">
        <w:rPr>
          <w:rFonts w:hint="eastAsia"/>
          <w:color w:val="000000"/>
        </w:rPr>
        <w:t>の日数に応じ年</w:t>
      </w:r>
      <w:r w:rsidR="00F23AFA" w:rsidRPr="00C840BA">
        <w:rPr>
          <w:rFonts w:hint="eastAsia"/>
          <w:color w:val="000000"/>
        </w:rPr>
        <w:t>２．７</w:t>
      </w:r>
      <w:r w:rsidR="009E2FF9" w:rsidRPr="00C840BA">
        <w:rPr>
          <w:rFonts w:hint="eastAsia"/>
          <w:color w:val="000000"/>
        </w:rPr>
        <w:t>パーセントの割合で計算した額の利息を付した額を、解除が前２条の規定による</w:t>
      </w:r>
    </w:p>
    <w:p w:rsidR="009E2FF9" w:rsidRPr="00C840BA" w:rsidRDefault="009E2FF9" w:rsidP="005B6977">
      <w:pPr>
        <w:spacing w:line="276" w:lineRule="auto"/>
        <w:ind w:firstLineChars="100" w:firstLine="210"/>
        <w:rPr>
          <w:color w:val="000000"/>
        </w:rPr>
      </w:pPr>
      <w:r w:rsidRPr="00C840BA">
        <w:rPr>
          <w:rFonts w:hint="eastAsia"/>
          <w:color w:val="000000"/>
        </w:rPr>
        <w:t>ときにあっては、その余剰額を発注者に返還しなければならない。</w:t>
      </w:r>
    </w:p>
    <w:p w:rsidR="009E2FF9" w:rsidRPr="00C840BA" w:rsidRDefault="009E2FF9" w:rsidP="002F610F">
      <w:pPr>
        <w:spacing w:line="276" w:lineRule="auto"/>
        <w:rPr>
          <w:color w:val="000000"/>
        </w:rPr>
      </w:pPr>
      <w:r w:rsidRPr="00C840BA">
        <w:rPr>
          <w:rFonts w:hint="eastAsia"/>
          <w:color w:val="000000"/>
        </w:rPr>
        <w:t>４　受注者は、この契約が解除された場合において、支給材料があるときは、第１項の出来形部分の検査</w:t>
      </w:r>
    </w:p>
    <w:p w:rsidR="009E2FF9" w:rsidRPr="00C840BA" w:rsidRDefault="009E2FF9" w:rsidP="002F610F">
      <w:pPr>
        <w:spacing w:line="276" w:lineRule="auto"/>
        <w:rPr>
          <w:color w:val="000000"/>
        </w:rPr>
      </w:pPr>
      <w:r w:rsidRPr="00C840BA">
        <w:rPr>
          <w:rFonts w:hint="eastAsia"/>
          <w:color w:val="000000"/>
        </w:rPr>
        <w:t xml:space="preserve">　に合格した部分に使用されているものを除き、発注者に返還しなければならない。この場合において、</w:t>
      </w:r>
    </w:p>
    <w:p w:rsidR="009E2FF9" w:rsidRPr="00C840BA" w:rsidRDefault="009E2FF9" w:rsidP="002F610F">
      <w:pPr>
        <w:spacing w:line="276" w:lineRule="auto"/>
        <w:rPr>
          <w:color w:val="000000"/>
        </w:rPr>
      </w:pPr>
      <w:r w:rsidRPr="00C840BA">
        <w:rPr>
          <w:rFonts w:hint="eastAsia"/>
          <w:color w:val="000000"/>
        </w:rPr>
        <w:t xml:space="preserve">　当該支給材料が受注者の故意若しくは過失により滅失若しくはき損したとき、又は出来形部分の検査に</w:t>
      </w:r>
    </w:p>
    <w:p w:rsidR="009E2FF9" w:rsidRPr="00C840BA" w:rsidRDefault="009E2FF9" w:rsidP="002F610F">
      <w:pPr>
        <w:spacing w:line="276" w:lineRule="auto"/>
        <w:rPr>
          <w:color w:val="000000"/>
        </w:rPr>
      </w:pPr>
      <w:r w:rsidRPr="00C840BA">
        <w:rPr>
          <w:rFonts w:hint="eastAsia"/>
          <w:color w:val="000000"/>
        </w:rPr>
        <w:t xml:space="preserve">　合格しなかった部分に使用されているときは、代品を納め、若しくは原状に復して返還し、又は返還に</w:t>
      </w:r>
    </w:p>
    <w:p w:rsidR="009E2FF9" w:rsidRPr="00C840BA" w:rsidRDefault="009E2FF9" w:rsidP="002F610F">
      <w:pPr>
        <w:spacing w:line="276" w:lineRule="auto"/>
        <w:rPr>
          <w:color w:val="000000"/>
        </w:rPr>
      </w:pPr>
      <w:r w:rsidRPr="00C840BA">
        <w:rPr>
          <w:rFonts w:hint="eastAsia"/>
          <w:color w:val="000000"/>
        </w:rPr>
        <w:t xml:space="preserve">　代えてその損害を賠償しなければならない。</w:t>
      </w:r>
    </w:p>
    <w:p w:rsidR="009E2FF9" w:rsidRPr="00C840BA" w:rsidRDefault="009E2FF9" w:rsidP="002F610F">
      <w:pPr>
        <w:spacing w:line="276" w:lineRule="auto"/>
        <w:rPr>
          <w:color w:val="000000"/>
        </w:rPr>
      </w:pPr>
      <w:r w:rsidRPr="00C840BA">
        <w:rPr>
          <w:rFonts w:hint="eastAsia"/>
          <w:color w:val="000000"/>
        </w:rPr>
        <w:t>５　受注者は、この契約が解除された場合において、貸与品があるときは、当該貸与品を発注者に返還し</w:t>
      </w:r>
    </w:p>
    <w:p w:rsidR="009E2FF9" w:rsidRPr="00C840BA" w:rsidRDefault="009E2FF9" w:rsidP="002F610F">
      <w:pPr>
        <w:spacing w:line="276" w:lineRule="auto"/>
        <w:rPr>
          <w:color w:val="000000"/>
        </w:rPr>
      </w:pPr>
      <w:r w:rsidRPr="00C840BA">
        <w:rPr>
          <w:rFonts w:hint="eastAsia"/>
          <w:color w:val="000000"/>
        </w:rPr>
        <w:t xml:space="preserve">　なければならない。この場合において、当該貸与品が受注者の故意又は過失により滅失又はき損したと</w:t>
      </w:r>
    </w:p>
    <w:p w:rsidR="009E2FF9" w:rsidRPr="00C840BA" w:rsidRDefault="009E2FF9" w:rsidP="002F610F">
      <w:pPr>
        <w:spacing w:line="276" w:lineRule="auto"/>
        <w:rPr>
          <w:color w:val="000000"/>
        </w:rPr>
      </w:pPr>
      <w:r w:rsidRPr="00C840BA">
        <w:rPr>
          <w:rFonts w:hint="eastAsia"/>
          <w:color w:val="000000"/>
        </w:rPr>
        <w:t xml:space="preserve">　きは、代品を納め、若しくは原状に復して返還し、又は返還に代えてその損害を賠償しなければならな</w:t>
      </w:r>
    </w:p>
    <w:p w:rsidR="009E2FF9" w:rsidRPr="00C840BA" w:rsidRDefault="009E2FF9" w:rsidP="002F610F">
      <w:pPr>
        <w:spacing w:line="276" w:lineRule="auto"/>
        <w:rPr>
          <w:color w:val="000000"/>
        </w:rPr>
      </w:pPr>
      <w:r w:rsidRPr="00C840BA">
        <w:rPr>
          <w:rFonts w:hint="eastAsia"/>
          <w:color w:val="000000"/>
        </w:rPr>
        <w:t xml:space="preserve">　い。</w:t>
      </w:r>
    </w:p>
    <w:p w:rsidR="009E2FF9" w:rsidRPr="00C840BA" w:rsidRDefault="009E2FF9" w:rsidP="002F610F">
      <w:pPr>
        <w:spacing w:line="276" w:lineRule="auto"/>
        <w:rPr>
          <w:color w:val="000000"/>
        </w:rPr>
      </w:pPr>
      <w:r w:rsidRPr="00C840BA">
        <w:rPr>
          <w:rFonts w:hint="eastAsia"/>
          <w:color w:val="000000"/>
        </w:rPr>
        <w:t>６　受注者は、この契約が解除された場合において、工事用地等に受注者が所有又は管理する工事材料、</w:t>
      </w:r>
    </w:p>
    <w:p w:rsidR="009E2FF9" w:rsidRPr="00C840BA" w:rsidRDefault="009E2FF9" w:rsidP="002F610F">
      <w:pPr>
        <w:spacing w:line="276" w:lineRule="auto"/>
        <w:rPr>
          <w:color w:val="000000"/>
        </w:rPr>
      </w:pPr>
      <w:r w:rsidRPr="00C840BA">
        <w:rPr>
          <w:rFonts w:hint="eastAsia"/>
          <w:color w:val="000000"/>
        </w:rPr>
        <w:t xml:space="preserve">　建設機械器具、仮設物その他の物件（下請負人の所有又は管理するこれらの物件を含む。）があるときは、</w:t>
      </w:r>
    </w:p>
    <w:p w:rsidR="009E2FF9" w:rsidRPr="00C840BA" w:rsidRDefault="009E2FF9" w:rsidP="002F610F">
      <w:pPr>
        <w:spacing w:line="276" w:lineRule="auto"/>
        <w:rPr>
          <w:color w:val="000000"/>
        </w:rPr>
      </w:pPr>
      <w:r w:rsidRPr="00C840BA">
        <w:rPr>
          <w:rFonts w:hint="eastAsia"/>
          <w:color w:val="000000"/>
        </w:rPr>
        <w:t xml:space="preserve">　受注者は、当該物件を撤去するとともに、工事用地等を修復し、取り片付けて、発注者に明け渡さなけ</w:t>
      </w:r>
    </w:p>
    <w:p w:rsidR="009E2FF9" w:rsidRPr="00C840BA" w:rsidRDefault="009E2FF9" w:rsidP="002F610F">
      <w:pPr>
        <w:spacing w:line="276" w:lineRule="auto"/>
        <w:rPr>
          <w:color w:val="000000"/>
        </w:rPr>
      </w:pPr>
      <w:r w:rsidRPr="00C840BA">
        <w:rPr>
          <w:rFonts w:hint="eastAsia"/>
          <w:color w:val="000000"/>
        </w:rPr>
        <w:t xml:space="preserve">　ればならない。</w:t>
      </w:r>
    </w:p>
    <w:p w:rsidR="009E2FF9" w:rsidRPr="00C840BA" w:rsidRDefault="009E2FF9" w:rsidP="002F610F">
      <w:pPr>
        <w:spacing w:line="276" w:lineRule="auto"/>
        <w:rPr>
          <w:color w:val="000000"/>
        </w:rPr>
      </w:pPr>
      <w:r w:rsidRPr="00C840BA">
        <w:rPr>
          <w:rFonts w:hint="eastAsia"/>
          <w:color w:val="000000"/>
        </w:rPr>
        <w:t>７　前項の場合において、受注者が正当な理由なく、相当の期間内に当該物件を撤去せず、又は工事用地</w:t>
      </w:r>
    </w:p>
    <w:p w:rsidR="009E2FF9" w:rsidRPr="00C840BA" w:rsidRDefault="009E2FF9" w:rsidP="002F610F">
      <w:pPr>
        <w:spacing w:line="276" w:lineRule="auto"/>
        <w:rPr>
          <w:color w:val="000000"/>
        </w:rPr>
      </w:pPr>
      <w:r w:rsidRPr="00C840BA">
        <w:rPr>
          <w:rFonts w:hint="eastAsia"/>
          <w:color w:val="000000"/>
        </w:rPr>
        <w:t xml:space="preserve">　等の修復若しくは取片付けを行わないときは、発注者は、受注者に代わって当該物件を処分し、工事用</w:t>
      </w:r>
    </w:p>
    <w:p w:rsidR="009E2FF9" w:rsidRPr="00C840BA" w:rsidRDefault="009E2FF9" w:rsidP="002F610F">
      <w:pPr>
        <w:spacing w:line="276" w:lineRule="auto"/>
        <w:rPr>
          <w:color w:val="000000"/>
        </w:rPr>
      </w:pPr>
      <w:r w:rsidRPr="00C840BA">
        <w:rPr>
          <w:rFonts w:hint="eastAsia"/>
          <w:color w:val="000000"/>
        </w:rPr>
        <w:t xml:space="preserve">　地等を修復若しくは取片付けを行うことができる。この場合においては、受注者は、発注者の処分又は</w:t>
      </w:r>
    </w:p>
    <w:p w:rsidR="009E2FF9" w:rsidRPr="00C840BA" w:rsidRDefault="009E2FF9" w:rsidP="002F610F">
      <w:pPr>
        <w:spacing w:line="276" w:lineRule="auto"/>
        <w:rPr>
          <w:color w:val="000000"/>
        </w:rPr>
      </w:pPr>
      <w:r w:rsidRPr="00C840BA">
        <w:rPr>
          <w:rFonts w:hint="eastAsia"/>
          <w:color w:val="000000"/>
        </w:rPr>
        <w:t xml:space="preserve">　修復若しくは取片付けについて異議を申し出ることができず、また、発注者の処分又は修復若しくは取</w:t>
      </w:r>
    </w:p>
    <w:p w:rsidR="009E2FF9" w:rsidRPr="00C840BA" w:rsidRDefault="009E2FF9" w:rsidP="002F610F">
      <w:pPr>
        <w:spacing w:line="276" w:lineRule="auto"/>
        <w:rPr>
          <w:color w:val="000000"/>
        </w:rPr>
      </w:pPr>
      <w:r w:rsidRPr="00C840BA">
        <w:rPr>
          <w:rFonts w:hint="eastAsia"/>
          <w:color w:val="000000"/>
        </w:rPr>
        <w:t xml:space="preserve">　片付けに要した費用を負担しなければならない。</w:t>
      </w:r>
    </w:p>
    <w:p w:rsidR="009E2FF9" w:rsidRPr="00C840BA" w:rsidRDefault="009E2FF9" w:rsidP="002F610F">
      <w:pPr>
        <w:spacing w:line="276" w:lineRule="auto"/>
        <w:rPr>
          <w:color w:val="000000"/>
        </w:rPr>
      </w:pPr>
      <w:r w:rsidRPr="00C840BA">
        <w:rPr>
          <w:rFonts w:hint="eastAsia"/>
          <w:color w:val="000000"/>
        </w:rPr>
        <w:t>８　第４項前段及び第５項前段に規定する受注者のとるべき措置の期限、方法等については、この契約の</w:t>
      </w:r>
    </w:p>
    <w:p w:rsidR="00F23AFA" w:rsidRPr="00C840BA" w:rsidRDefault="009E2FF9" w:rsidP="002F610F">
      <w:pPr>
        <w:spacing w:line="276" w:lineRule="auto"/>
        <w:rPr>
          <w:color w:val="000000"/>
        </w:rPr>
      </w:pPr>
      <w:r w:rsidRPr="00C840BA">
        <w:rPr>
          <w:rFonts w:hint="eastAsia"/>
          <w:color w:val="000000"/>
        </w:rPr>
        <w:t xml:space="preserve">　解除が</w:t>
      </w:r>
      <w:r w:rsidR="00F23AFA" w:rsidRPr="00C840BA">
        <w:rPr>
          <w:rFonts w:hint="eastAsia"/>
          <w:color w:val="000000"/>
        </w:rPr>
        <w:t>第４８条、第４８条の２又は第４８条の３第２項</w:t>
      </w:r>
      <w:r w:rsidRPr="00C840BA">
        <w:rPr>
          <w:rFonts w:hint="eastAsia"/>
          <w:color w:val="000000"/>
        </w:rPr>
        <w:t>の規定によるときは発注者が定め、前２条の規</w:t>
      </w:r>
    </w:p>
    <w:p w:rsidR="00F23AFA" w:rsidRPr="00C840BA" w:rsidRDefault="009E2FF9" w:rsidP="005B6977">
      <w:pPr>
        <w:spacing w:line="276" w:lineRule="auto"/>
        <w:ind w:firstLineChars="100" w:firstLine="210"/>
        <w:rPr>
          <w:color w:val="000000"/>
        </w:rPr>
      </w:pPr>
      <w:r w:rsidRPr="00C840BA">
        <w:rPr>
          <w:rFonts w:hint="eastAsia"/>
          <w:color w:val="000000"/>
        </w:rPr>
        <w:t>定によるときは、受注者が発注者の意見を聴いて定めるものとし、第４項後段、第５項後段及び第６項</w:t>
      </w:r>
    </w:p>
    <w:p w:rsidR="00F23AFA" w:rsidRPr="00C840BA" w:rsidRDefault="009E2FF9" w:rsidP="005B6977">
      <w:pPr>
        <w:spacing w:line="276" w:lineRule="auto"/>
        <w:ind w:firstLineChars="100" w:firstLine="210"/>
        <w:rPr>
          <w:color w:val="000000"/>
        </w:rPr>
      </w:pPr>
      <w:r w:rsidRPr="00C840BA">
        <w:rPr>
          <w:rFonts w:hint="eastAsia"/>
          <w:color w:val="000000"/>
        </w:rPr>
        <w:t>に規定する受注者のとるべき措置の期限、方法等については、発注者が受注者の意見を聴いて定めるも</w:t>
      </w:r>
    </w:p>
    <w:p w:rsidR="009E2FF9" w:rsidRPr="00C840BA" w:rsidRDefault="009E2FF9" w:rsidP="005B6977">
      <w:pPr>
        <w:spacing w:line="276" w:lineRule="auto"/>
        <w:ind w:firstLineChars="100" w:firstLine="210"/>
        <w:rPr>
          <w:color w:val="000000"/>
        </w:rPr>
      </w:pPr>
      <w:r w:rsidRPr="00C840BA">
        <w:rPr>
          <w:rFonts w:hint="eastAsia"/>
          <w:color w:val="000000"/>
        </w:rPr>
        <w:t>のとする。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（賠償の予定）</w:t>
      </w:r>
    </w:p>
    <w:p w:rsidR="009E2FF9" w:rsidRPr="00C840BA" w:rsidRDefault="009E2FF9" w:rsidP="002F610F">
      <w:pPr>
        <w:spacing w:line="276" w:lineRule="auto"/>
        <w:rPr>
          <w:color w:val="000000"/>
        </w:rPr>
      </w:pPr>
      <w:r w:rsidRPr="00C840BA">
        <w:rPr>
          <w:rFonts w:hint="eastAsia"/>
          <w:color w:val="000000"/>
        </w:rPr>
        <w:t>第５２条　受注者がこの契約に関して、次の各号のいずれかに該当したときは、発注者がこの契約を解除</w:t>
      </w:r>
    </w:p>
    <w:p w:rsidR="009E2FF9" w:rsidRPr="00C840BA" w:rsidRDefault="009E2FF9" w:rsidP="002F610F">
      <w:pPr>
        <w:spacing w:line="276" w:lineRule="auto"/>
        <w:rPr>
          <w:color w:val="000000"/>
        </w:rPr>
      </w:pPr>
      <w:r w:rsidRPr="00C840BA">
        <w:rPr>
          <w:rFonts w:hint="eastAsia"/>
          <w:color w:val="000000"/>
        </w:rPr>
        <w:t xml:space="preserve">　するか否かを問わず、受注者は発注者の請求に基づき、請負代金額（請負代金額の変更があった場合に</w:t>
      </w:r>
    </w:p>
    <w:p w:rsidR="009E2FF9" w:rsidRPr="00C840BA" w:rsidRDefault="009E2FF9" w:rsidP="002F610F">
      <w:pPr>
        <w:spacing w:line="276" w:lineRule="auto"/>
        <w:rPr>
          <w:color w:val="000000"/>
        </w:rPr>
      </w:pPr>
      <w:r w:rsidRPr="00C840BA">
        <w:rPr>
          <w:rFonts w:hint="eastAsia"/>
          <w:color w:val="000000"/>
        </w:rPr>
        <w:t xml:space="preserve">　は、変更後の請負代金額）の１０分の１に相当する額を賠償金として支払わなければならない。工事が</w:t>
      </w:r>
    </w:p>
    <w:p w:rsidR="009E2FF9" w:rsidRPr="00C840BA" w:rsidRDefault="009E2FF9" w:rsidP="002F610F">
      <w:pPr>
        <w:spacing w:line="276" w:lineRule="auto"/>
        <w:rPr>
          <w:color w:val="000000"/>
        </w:rPr>
      </w:pPr>
      <w:r w:rsidRPr="00C840BA">
        <w:rPr>
          <w:rFonts w:hint="eastAsia"/>
          <w:color w:val="000000"/>
        </w:rPr>
        <w:t xml:space="preserve">　完了した後も同様とする。ただし、発注者が特に認めた場合は、この限りでない。</w:t>
      </w:r>
    </w:p>
    <w:p w:rsidR="009E2FF9" w:rsidRPr="00C840BA" w:rsidRDefault="009E2FF9" w:rsidP="002F610F">
      <w:pPr>
        <w:spacing w:line="276" w:lineRule="auto"/>
        <w:rPr>
          <w:color w:val="000000"/>
        </w:rPr>
      </w:pPr>
      <w:r w:rsidRPr="00C840BA">
        <w:rPr>
          <w:rFonts w:hint="eastAsia"/>
          <w:color w:val="000000"/>
        </w:rPr>
        <w:t>（１）受注者が、独占禁止法第３条の規定に違反し、又は受注者が構成事業者である事業者団体が独占禁</w:t>
      </w:r>
    </w:p>
    <w:p w:rsidR="009E2FF9" w:rsidRPr="00C840BA" w:rsidRDefault="008B1A01" w:rsidP="002F610F">
      <w:pPr>
        <w:spacing w:line="276" w:lineRule="auto"/>
        <w:rPr>
          <w:color w:val="000000"/>
        </w:rPr>
      </w:pPr>
      <w:r w:rsidRPr="00C840BA">
        <w:rPr>
          <w:rFonts w:hint="eastAsia"/>
          <w:color w:val="000000"/>
        </w:rPr>
        <w:t xml:space="preserve">　　止法第８条</w:t>
      </w:r>
      <w:r w:rsidR="009E2FF9" w:rsidRPr="00C840BA">
        <w:rPr>
          <w:rFonts w:hint="eastAsia"/>
          <w:color w:val="000000"/>
        </w:rPr>
        <w:t>第１号の規定に違反したことにより、公正取引委員会が受注者に対し、独占禁止法</w:t>
      </w:r>
    </w:p>
    <w:p w:rsidR="009E2FF9" w:rsidRPr="00C840BA" w:rsidRDefault="009E2FF9" w:rsidP="002F610F">
      <w:pPr>
        <w:spacing w:line="276" w:lineRule="auto"/>
        <w:rPr>
          <w:color w:val="000000"/>
        </w:rPr>
      </w:pPr>
      <w:r w:rsidRPr="00C840BA">
        <w:rPr>
          <w:rFonts w:hint="eastAsia"/>
          <w:color w:val="000000"/>
        </w:rPr>
        <w:t xml:space="preserve">　　第７条の２第１項（独占禁止法第８条の３において準用する場合を含む。）の規定に基づく課徴金の納</w:t>
      </w:r>
    </w:p>
    <w:p w:rsidR="009E2FF9" w:rsidRPr="00C840BA" w:rsidRDefault="009E2FF9" w:rsidP="002F610F">
      <w:pPr>
        <w:spacing w:line="276" w:lineRule="auto"/>
        <w:rPr>
          <w:color w:val="000000"/>
        </w:rPr>
      </w:pPr>
      <w:r w:rsidRPr="00C840BA">
        <w:rPr>
          <w:rFonts w:hint="eastAsia"/>
          <w:color w:val="000000"/>
        </w:rPr>
        <w:t xml:space="preserve">　　付命令（以下「納付命令」という。）を行い、当該納付命令が確定したとき（確定した当該納付命令が</w:t>
      </w:r>
    </w:p>
    <w:p w:rsidR="009E2FF9" w:rsidRPr="00C840BA" w:rsidRDefault="007067F3" w:rsidP="002F610F">
      <w:pPr>
        <w:spacing w:line="276" w:lineRule="auto"/>
        <w:rPr>
          <w:color w:val="000000"/>
        </w:rPr>
      </w:pPr>
      <w:r w:rsidRPr="00C840BA">
        <w:rPr>
          <w:rFonts w:hint="eastAsia"/>
          <w:color w:val="000000"/>
        </w:rPr>
        <w:t xml:space="preserve">　　独占禁止法第６３</w:t>
      </w:r>
      <w:r w:rsidR="009E2FF9" w:rsidRPr="00C840BA">
        <w:rPr>
          <w:rFonts w:hint="eastAsia"/>
          <w:color w:val="000000"/>
        </w:rPr>
        <w:t>条第２項の規定により取り消された場合を含む。）。</w:t>
      </w:r>
    </w:p>
    <w:p w:rsidR="009E2FF9" w:rsidRPr="00C840BA" w:rsidRDefault="009E2FF9" w:rsidP="002F610F">
      <w:pPr>
        <w:spacing w:line="276" w:lineRule="auto"/>
        <w:rPr>
          <w:color w:val="000000"/>
        </w:rPr>
      </w:pPr>
      <w:r w:rsidRPr="00C840BA">
        <w:rPr>
          <w:rFonts w:hint="eastAsia"/>
          <w:color w:val="000000"/>
        </w:rPr>
        <w:t>（２）納付命令又は独占禁止法第７条若しくは第８条の２の規定に基づく排除措置命令（これらの命令が</w:t>
      </w:r>
    </w:p>
    <w:p w:rsidR="009E2FF9" w:rsidRPr="00C840BA" w:rsidRDefault="009E2FF9" w:rsidP="002F610F">
      <w:pPr>
        <w:spacing w:line="276" w:lineRule="auto"/>
        <w:rPr>
          <w:color w:val="000000"/>
        </w:rPr>
      </w:pPr>
      <w:r w:rsidRPr="00C840BA">
        <w:rPr>
          <w:rFonts w:hint="eastAsia"/>
          <w:color w:val="000000"/>
        </w:rPr>
        <w:t xml:space="preserve">　　受注者又は受注者が構成事業者である事業者団体（以下「受注者等」という。）に対して行われたとき</w:t>
      </w:r>
    </w:p>
    <w:p w:rsidR="009E2FF9" w:rsidRPr="00C840BA" w:rsidRDefault="009E2FF9" w:rsidP="002F610F">
      <w:pPr>
        <w:spacing w:line="276" w:lineRule="auto"/>
        <w:rPr>
          <w:color w:val="000000"/>
        </w:rPr>
      </w:pPr>
      <w:r w:rsidRPr="00C840BA">
        <w:rPr>
          <w:rFonts w:hint="eastAsia"/>
          <w:color w:val="000000"/>
        </w:rPr>
        <w:t xml:space="preserve">　　は、受注者等に対する命令で確定したものをいい、受注者等に対して行われていないときは、各名あ</w:t>
      </w:r>
    </w:p>
    <w:p w:rsidR="009E2FF9" w:rsidRPr="00C840BA" w:rsidRDefault="009E2FF9" w:rsidP="002F610F">
      <w:pPr>
        <w:spacing w:line="276" w:lineRule="auto"/>
        <w:rPr>
          <w:color w:val="000000"/>
        </w:rPr>
      </w:pPr>
      <w:r w:rsidRPr="00C840BA">
        <w:rPr>
          <w:rFonts w:hint="eastAsia"/>
          <w:color w:val="000000"/>
        </w:rPr>
        <w:t xml:space="preserve">　　て人に対する命令すべてが確定した場合における当該命令をいう。次号において「納付命令又は排除</w:t>
      </w:r>
    </w:p>
    <w:p w:rsidR="009E2FF9" w:rsidRPr="00C840BA" w:rsidRDefault="009E2FF9" w:rsidP="002F610F">
      <w:pPr>
        <w:spacing w:line="276" w:lineRule="auto"/>
        <w:rPr>
          <w:color w:val="000000"/>
        </w:rPr>
      </w:pPr>
      <w:r w:rsidRPr="00C840BA">
        <w:rPr>
          <w:rFonts w:hint="eastAsia"/>
          <w:color w:val="000000"/>
        </w:rPr>
        <w:t xml:space="preserve">　　措置命令」とい</w:t>
      </w:r>
      <w:r w:rsidR="008B1A01" w:rsidRPr="00C840BA">
        <w:rPr>
          <w:rFonts w:hint="eastAsia"/>
          <w:color w:val="000000"/>
        </w:rPr>
        <w:t>う。）において、この契約に関し、独占禁止法第３条又は第８条</w:t>
      </w:r>
      <w:r w:rsidRPr="00C840BA">
        <w:rPr>
          <w:rFonts w:hint="eastAsia"/>
          <w:color w:val="000000"/>
        </w:rPr>
        <w:t>第１号の規定に</w:t>
      </w:r>
    </w:p>
    <w:p w:rsidR="009E2FF9" w:rsidRPr="00C840BA" w:rsidRDefault="009E2FF9" w:rsidP="002F610F">
      <w:pPr>
        <w:spacing w:line="276" w:lineRule="auto"/>
        <w:rPr>
          <w:color w:val="000000"/>
        </w:rPr>
      </w:pPr>
      <w:r w:rsidRPr="00C840BA">
        <w:rPr>
          <w:rFonts w:hint="eastAsia"/>
          <w:color w:val="000000"/>
        </w:rPr>
        <w:t xml:space="preserve">　　違反する行為の実行としての事業活動があったとされたとき。</w:t>
      </w:r>
    </w:p>
    <w:p w:rsidR="009E2FF9" w:rsidRPr="00C840BA" w:rsidRDefault="009E2FF9" w:rsidP="002F610F">
      <w:pPr>
        <w:spacing w:line="276" w:lineRule="auto"/>
        <w:rPr>
          <w:color w:val="000000"/>
        </w:rPr>
      </w:pPr>
      <w:r w:rsidRPr="00C840BA">
        <w:rPr>
          <w:rFonts w:hint="eastAsia"/>
          <w:color w:val="000000"/>
        </w:rPr>
        <w:t>（３）納付命令又</w:t>
      </w:r>
      <w:r w:rsidR="008B1A01" w:rsidRPr="00C840BA">
        <w:rPr>
          <w:rFonts w:hint="eastAsia"/>
          <w:color w:val="000000"/>
        </w:rPr>
        <w:t>は排除措置命令により、受注者等に独占禁止法第３条又は第８条</w:t>
      </w:r>
      <w:r w:rsidRPr="00C840BA">
        <w:rPr>
          <w:rFonts w:hint="eastAsia"/>
          <w:color w:val="000000"/>
        </w:rPr>
        <w:t>第１号の規定に</w:t>
      </w:r>
    </w:p>
    <w:p w:rsidR="009E2FF9" w:rsidRPr="00C840BA" w:rsidRDefault="009E2FF9" w:rsidP="002F610F">
      <w:pPr>
        <w:spacing w:line="276" w:lineRule="auto"/>
        <w:rPr>
          <w:color w:val="000000"/>
        </w:rPr>
      </w:pPr>
      <w:r w:rsidRPr="00C840BA">
        <w:rPr>
          <w:rFonts w:hint="eastAsia"/>
          <w:color w:val="000000"/>
        </w:rPr>
        <w:t xml:space="preserve">　　違反する行為があったとされた期間及び当該違反する行為の対象となった取引分野が示された場合に</w:t>
      </w:r>
    </w:p>
    <w:p w:rsidR="009E2FF9" w:rsidRPr="00C840BA" w:rsidRDefault="009E2FF9" w:rsidP="002F610F">
      <w:pPr>
        <w:spacing w:line="276" w:lineRule="auto"/>
        <w:rPr>
          <w:color w:val="000000"/>
        </w:rPr>
      </w:pPr>
      <w:r w:rsidRPr="00C840BA">
        <w:rPr>
          <w:rFonts w:hint="eastAsia"/>
          <w:color w:val="000000"/>
        </w:rPr>
        <w:t xml:space="preserve">　　おいて、この契約が、当該期間（これらの命令に係る事件について、公正取引委員会が受注者に対し</w:t>
      </w:r>
    </w:p>
    <w:p w:rsidR="009E2FF9" w:rsidRPr="00C840BA" w:rsidRDefault="009E2FF9" w:rsidP="002F610F">
      <w:pPr>
        <w:spacing w:line="276" w:lineRule="auto"/>
        <w:rPr>
          <w:color w:val="000000"/>
        </w:rPr>
      </w:pPr>
      <w:r w:rsidRPr="00C840BA">
        <w:rPr>
          <w:rFonts w:hint="eastAsia"/>
          <w:color w:val="000000"/>
        </w:rPr>
        <w:t xml:space="preserve">　　納付命令を行い、これが確定したときは、当該納付命令における課徴金の計算の基礎である当該違反</w:t>
      </w:r>
    </w:p>
    <w:p w:rsidR="009E2FF9" w:rsidRPr="00C840BA" w:rsidRDefault="009E2FF9" w:rsidP="002F610F">
      <w:pPr>
        <w:spacing w:line="276" w:lineRule="auto"/>
        <w:rPr>
          <w:color w:val="000000"/>
        </w:rPr>
      </w:pPr>
      <w:r w:rsidRPr="00C840BA">
        <w:rPr>
          <w:rFonts w:hint="eastAsia"/>
          <w:color w:val="000000"/>
        </w:rPr>
        <w:t xml:space="preserve">　　する行為の実行期間を除く。）に入札（見積書の提出を含む。）が行われたものであり、かつ、当該取</w:t>
      </w:r>
    </w:p>
    <w:p w:rsidR="009E2FF9" w:rsidRPr="00C840BA" w:rsidRDefault="009E2FF9" w:rsidP="002F610F">
      <w:pPr>
        <w:spacing w:line="276" w:lineRule="auto"/>
        <w:rPr>
          <w:color w:val="000000"/>
        </w:rPr>
      </w:pPr>
      <w:r w:rsidRPr="00C840BA">
        <w:rPr>
          <w:rFonts w:hint="eastAsia"/>
          <w:color w:val="000000"/>
        </w:rPr>
        <w:t xml:space="preserve">　　引分野に該当するものであるとき。</w:t>
      </w:r>
    </w:p>
    <w:p w:rsidR="009E2FF9" w:rsidRPr="00C840BA" w:rsidRDefault="009E2FF9" w:rsidP="002F610F">
      <w:pPr>
        <w:spacing w:line="276" w:lineRule="auto"/>
        <w:rPr>
          <w:color w:val="000000"/>
        </w:rPr>
      </w:pPr>
      <w:r w:rsidRPr="00C840BA">
        <w:rPr>
          <w:rFonts w:hint="eastAsia"/>
          <w:color w:val="000000"/>
        </w:rPr>
        <w:t>（４）受注者（法人</w:t>
      </w:r>
      <w:r w:rsidR="008B1A01" w:rsidRPr="00C840BA">
        <w:rPr>
          <w:rFonts w:hint="eastAsia"/>
          <w:color w:val="000000"/>
        </w:rPr>
        <w:t>の場合にあっては、その役員又は使用人を含む。）の刑法第９６条の６</w:t>
      </w:r>
      <w:r w:rsidRPr="00C840BA">
        <w:rPr>
          <w:rFonts w:hint="eastAsia"/>
          <w:color w:val="000000"/>
        </w:rPr>
        <w:t>又は独占禁止法</w:t>
      </w:r>
    </w:p>
    <w:p w:rsidR="009E2FF9" w:rsidRPr="00C840BA" w:rsidRDefault="009E2FF9" w:rsidP="002F610F">
      <w:pPr>
        <w:spacing w:line="276" w:lineRule="auto"/>
        <w:rPr>
          <w:color w:val="000000"/>
        </w:rPr>
      </w:pPr>
      <w:r w:rsidRPr="00C840BA">
        <w:rPr>
          <w:rFonts w:hint="eastAsia"/>
          <w:color w:val="000000"/>
        </w:rPr>
        <w:t xml:space="preserve">　　第８９条第１項若しくは第９５条第１項第１号に規定する刑が確定したとき。</w:t>
      </w:r>
    </w:p>
    <w:p w:rsidR="009E2FF9" w:rsidRPr="00C840BA" w:rsidRDefault="009E2FF9" w:rsidP="002F610F">
      <w:pPr>
        <w:spacing w:line="276" w:lineRule="auto"/>
        <w:rPr>
          <w:color w:val="000000"/>
        </w:rPr>
      </w:pPr>
      <w:r w:rsidRPr="00C840BA">
        <w:rPr>
          <w:rFonts w:hint="eastAsia"/>
          <w:color w:val="000000"/>
        </w:rPr>
        <w:t>２　前項の場合において、受注者が共同企業体であり、既に解散されているときは、発注者は、受注者の</w:t>
      </w:r>
    </w:p>
    <w:p w:rsidR="009E2FF9" w:rsidRPr="00C840BA" w:rsidRDefault="009E2FF9" w:rsidP="002F610F">
      <w:pPr>
        <w:spacing w:line="276" w:lineRule="auto"/>
        <w:rPr>
          <w:color w:val="000000"/>
        </w:rPr>
      </w:pPr>
      <w:r w:rsidRPr="00C840BA">
        <w:rPr>
          <w:rFonts w:hint="eastAsia"/>
          <w:color w:val="000000"/>
        </w:rPr>
        <w:t xml:space="preserve">　代表者であった者又は構成員であった者に賠償金の支払いを請求することができる。この場合において</w:t>
      </w:r>
    </w:p>
    <w:p w:rsidR="009E2FF9" w:rsidRPr="00C840BA" w:rsidRDefault="009E2FF9" w:rsidP="002F610F">
      <w:pPr>
        <w:spacing w:line="276" w:lineRule="auto"/>
        <w:rPr>
          <w:color w:val="000000"/>
        </w:rPr>
      </w:pPr>
      <w:r w:rsidRPr="00C840BA">
        <w:rPr>
          <w:rFonts w:hint="eastAsia"/>
          <w:color w:val="000000"/>
        </w:rPr>
        <w:t xml:space="preserve">　は、受注者の代表者であった者及び構成員であった者は、共同連帯して前項の額を発注者に支払わなけ</w:t>
      </w:r>
    </w:p>
    <w:p w:rsidR="009E2FF9" w:rsidRPr="00C840BA" w:rsidRDefault="009E2FF9" w:rsidP="002F610F">
      <w:pPr>
        <w:spacing w:line="276" w:lineRule="auto"/>
        <w:rPr>
          <w:color w:val="000000"/>
        </w:rPr>
      </w:pPr>
      <w:r w:rsidRPr="00C840BA">
        <w:rPr>
          <w:rFonts w:hint="eastAsia"/>
          <w:color w:val="000000"/>
        </w:rPr>
        <w:t xml:space="preserve">　ればならない。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（火災保険等）</w:t>
      </w:r>
    </w:p>
    <w:p w:rsidR="009E2FF9" w:rsidRPr="00C840BA" w:rsidRDefault="009E2FF9" w:rsidP="002F610F">
      <w:pPr>
        <w:spacing w:line="276" w:lineRule="auto"/>
        <w:rPr>
          <w:color w:val="000000"/>
        </w:rPr>
      </w:pPr>
      <w:r w:rsidRPr="00C840BA">
        <w:rPr>
          <w:rFonts w:hint="eastAsia"/>
          <w:color w:val="000000"/>
        </w:rPr>
        <w:t>第５３条　受注者は、工事目的物及び工事材料（支給材料を含む。以下この条において同じ。）等を設計図</w:t>
      </w:r>
    </w:p>
    <w:p w:rsidR="009E2FF9" w:rsidRPr="00C840BA" w:rsidRDefault="009E2FF9" w:rsidP="002F610F">
      <w:pPr>
        <w:spacing w:line="276" w:lineRule="auto"/>
        <w:rPr>
          <w:color w:val="000000"/>
        </w:rPr>
      </w:pPr>
      <w:r w:rsidRPr="00C840BA">
        <w:rPr>
          <w:rFonts w:hint="eastAsia"/>
          <w:color w:val="000000"/>
        </w:rPr>
        <w:t xml:space="preserve">　書に定めるところにより火災保険、建設工事保険その他の保険（これに準ずるものを含む。以下この条</w:t>
      </w:r>
    </w:p>
    <w:p w:rsidR="009E2FF9" w:rsidRPr="00C840BA" w:rsidRDefault="009E2FF9" w:rsidP="002F610F">
      <w:pPr>
        <w:spacing w:line="276" w:lineRule="auto"/>
        <w:rPr>
          <w:color w:val="000000"/>
        </w:rPr>
      </w:pPr>
      <w:r w:rsidRPr="00C840BA">
        <w:rPr>
          <w:rFonts w:hint="eastAsia"/>
          <w:color w:val="000000"/>
        </w:rPr>
        <w:t xml:space="preserve">　において同じ。）に付さなければならない。</w:t>
      </w:r>
    </w:p>
    <w:p w:rsidR="009E2FF9" w:rsidRPr="00C840BA" w:rsidRDefault="009E2FF9" w:rsidP="002F610F">
      <w:pPr>
        <w:spacing w:line="276" w:lineRule="auto"/>
        <w:rPr>
          <w:color w:val="000000"/>
        </w:rPr>
      </w:pPr>
      <w:r w:rsidRPr="00C840BA">
        <w:rPr>
          <w:rFonts w:hint="eastAsia"/>
          <w:color w:val="000000"/>
        </w:rPr>
        <w:t>２　受注者は、前項の規定により保険契約を締結したときは、その証券又はこれに代わるものを直ちに発</w:t>
      </w:r>
    </w:p>
    <w:p w:rsidR="009E2FF9" w:rsidRPr="00C840BA" w:rsidRDefault="009E2FF9" w:rsidP="002F610F">
      <w:pPr>
        <w:spacing w:line="276" w:lineRule="auto"/>
        <w:rPr>
          <w:color w:val="000000"/>
        </w:rPr>
      </w:pPr>
      <w:r w:rsidRPr="00C840BA">
        <w:rPr>
          <w:rFonts w:hint="eastAsia"/>
          <w:color w:val="000000"/>
        </w:rPr>
        <w:t xml:space="preserve">　注者に提示しなければならない。</w:t>
      </w:r>
    </w:p>
    <w:p w:rsidR="009E2FF9" w:rsidRPr="00C840BA" w:rsidRDefault="009E2FF9" w:rsidP="002F610F">
      <w:pPr>
        <w:spacing w:line="276" w:lineRule="auto"/>
        <w:rPr>
          <w:color w:val="000000"/>
        </w:rPr>
      </w:pPr>
      <w:r w:rsidRPr="00C840BA">
        <w:rPr>
          <w:rFonts w:hint="eastAsia"/>
          <w:color w:val="000000"/>
        </w:rPr>
        <w:t>３　受注者は、工事目的物及び工事材料等を第１項の規定による保険以外の保険に付したときは、直ちに</w:t>
      </w:r>
    </w:p>
    <w:p w:rsidR="009E2FF9" w:rsidRPr="00C840BA" w:rsidRDefault="009E2FF9" w:rsidP="002F610F">
      <w:pPr>
        <w:spacing w:line="276" w:lineRule="auto"/>
        <w:rPr>
          <w:color w:val="000000"/>
        </w:rPr>
      </w:pPr>
      <w:r w:rsidRPr="00C840BA">
        <w:rPr>
          <w:rFonts w:hint="eastAsia"/>
          <w:color w:val="000000"/>
        </w:rPr>
        <w:t xml:space="preserve">　その旨を発注者に通知しなければならない。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（賠償金等の徴収）</w:t>
      </w:r>
    </w:p>
    <w:p w:rsidR="009E2FF9" w:rsidRPr="00C840BA" w:rsidRDefault="009E2FF9" w:rsidP="002F610F">
      <w:pPr>
        <w:spacing w:line="276" w:lineRule="auto"/>
        <w:rPr>
          <w:color w:val="000000"/>
        </w:rPr>
      </w:pPr>
      <w:r w:rsidRPr="00C840BA">
        <w:rPr>
          <w:rFonts w:hint="eastAsia"/>
          <w:color w:val="000000"/>
        </w:rPr>
        <w:t>第５４条　受注者がこの契約に基づく賠償金、損害金又は違約金を発注者の指定する期間内に支払わない</w:t>
      </w:r>
    </w:p>
    <w:p w:rsidR="009E2FF9" w:rsidRPr="00C840BA" w:rsidRDefault="009E2FF9" w:rsidP="002F610F">
      <w:pPr>
        <w:spacing w:line="276" w:lineRule="auto"/>
        <w:rPr>
          <w:color w:val="000000"/>
        </w:rPr>
      </w:pPr>
      <w:r w:rsidRPr="00C840BA">
        <w:rPr>
          <w:rFonts w:hint="eastAsia"/>
          <w:color w:val="000000"/>
        </w:rPr>
        <w:t xml:space="preserve">　ときは、受</w:t>
      </w:r>
      <w:r w:rsidR="00472A87" w:rsidRPr="00C840BA">
        <w:rPr>
          <w:rFonts w:hint="eastAsia"/>
          <w:color w:val="000000"/>
        </w:rPr>
        <w:t>注者は、発注者の指定する期間を経過した日から支払いの</w:t>
      </w:r>
      <w:r w:rsidR="00A07C59" w:rsidRPr="00C840BA">
        <w:rPr>
          <w:rFonts w:hint="eastAsia"/>
          <w:color w:val="000000"/>
        </w:rPr>
        <w:t>日まで年</w:t>
      </w:r>
      <w:r w:rsidR="00F23AFA" w:rsidRPr="00C840BA">
        <w:rPr>
          <w:rFonts w:hint="eastAsia"/>
          <w:color w:val="000000"/>
        </w:rPr>
        <w:t>２．７</w:t>
      </w:r>
      <w:r w:rsidRPr="00C840BA">
        <w:rPr>
          <w:rFonts w:hint="eastAsia"/>
          <w:color w:val="000000"/>
        </w:rPr>
        <w:t>パーセントの割合</w:t>
      </w:r>
    </w:p>
    <w:p w:rsidR="009E2FF9" w:rsidRPr="00C840BA" w:rsidRDefault="009E2FF9" w:rsidP="002F610F">
      <w:pPr>
        <w:spacing w:line="276" w:lineRule="auto"/>
        <w:rPr>
          <w:color w:val="000000"/>
        </w:rPr>
      </w:pPr>
      <w:r w:rsidRPr="00C840BA">
        <w:rPr>
          <w:rFonts w:hint="eastAsia"/>
          <w:color w:val="000000"/>
        </w:rPr>
        <w:t xml:space="preserve">　で計算した遅延利息を付した額を支払わなければならない。</w:t>
      </w:r>
    </w:p>
    <w:p w:rsidR="009E2FF9" w:rsidRPr="00C840BA" w:rsidRDefault="009E2FF9" w:rsidP="002F610F">
      <w:pPr>
        <w:spacing w:line="276" w:lineRule="auto"/>
        <w:rPr>
          <w:color w:val="000000"/>
        </w:rPr>
      </w:pPr>
      <w:r w:rsidRPr="00C840BA">
        <w:rPr>
          <w:rFonts w:hint="eastAsia"/>
          <w:color w:val="000000"/>
        </w:rPr>
        <w:t>２　発注者は、発注者の支払うべき請負代金の支払いの日までに、受注者の支払わなければならない額が</w:t>
      </w:r>
    </w:p>
    <w:p w:rsidR="009E2FF9" w:rsidRPr="00C840BA" w:rsidRDefault="009E2FF9" w:rsidP="002F610F">
      <w:pPr>
        <w:spacing w:line="276" w:lineRule="auto"/>
        <w:rPr>
          <w:color w:val="000000"/>
        </w:rPr>
      </w:pPr>
      <w:r w:rsidRPr="00C840BA">
        <w:rPr>
          <w:rFonts w:hint="eastAsia"/>
          <w:color w:val="000000"/>
        </w:rPr>
        <w:t xml:space="preserve">　支払われていない場合には、請負代金と受注者の支払うべき額とを相殺し、なお、不足があるときは追</w:t>
      </w:r>
    </w:p>
    <w:p w:rsidR="009E2FF9" w:rsidRPr="00C840BA" w:rsidRDefault="009E2FF9" w:rsidP="002F610F">
      <w:pPr>
        <w:spacing w:line="276" w:lineRule="auto"/>
        <w:rPr>
          <w:color w:val="000000"/>
        </w:rPr>
      </w:pPr>
      <w:r w:rsidRPr="00C840BA">
        <w:rPr>
          <w:rFonts w:hint="eastAsia"/>
          <w:color w:val="000000"/>
        </w:rPr>
        <w:t xml:space="preserve">　徴する。</w:t>
      </w:r>
    </w:p>
    <w:p w:rsidR="009E2FF9" w:rsidRPr="00C840BA" w:rsidRDefault="009E2FF9" w:rsidP="002F610F">
      <w:pPr>
        <w:spacing w:line="276" w:lineRule="auto"/>
        <w:rPr>
          <w:color w:val="000000"/>
        </w:rPr>
      </w:pPr>
      <w:r w:rsidRPr="00C840BA">
        <w:rPr>
          <w:rFonts w:hint="eastAsia"/>
          <w:color w:val="000000"/>
        </w:rPr>
        <w:t>３　前項の追徴をする場合には、発注者は、請負代金と受注者の支払うべき額とを相殺した日から、受注</w:t>
      </w:r>
    </w:p>
    <w:p w:rsidR="009E2FF9" w:rsidRPr="00C840BA" w:rsidRDefault="009E2FF9" w:rsidP="002F610F">
      <w:pPr>
        <w:spacing w:line="276" w:lineRule="auto"/>
        <w:rPr>
          <w:color w:val="000000"/>
        </w:rPr>
      </w:pPr>
      <w:r w:rsidRPr="00C840BA">
        <w:rPr>
          <w:rFonts w:hint="eastAsia"/>
          <w:iCs/>
          <w:color w:val="000000"/>
        </w:rPr>
        <w:t xml:space="preserve">　者</w:t>
      </w:r>
      <w:r w:rsidR="00472A87" w:rsidRPr="00C840BA">
        <w:rPr>
          <w:rFonts w:hint="eastAsia"/>
          <w:iCs/>
          <w:color w:val="000000"/>
        </w:rPr>
        <w:t>が</w:t>
      </w:r>
      <w:r w:rsidR="00A07C59" w:rsidRPr="00C840BA">
        <w:rPr>
          <w:rFonts w:hint="eastAsia"/>
          <w:iCs/>
          <w:color w:val="000000"/>
        </w:rPr>
        <w:t>相殺後に支払うべき追徴金に対して、受注者の支払いの日まで年</w:t>
      </w:r>
      <w:r w:rsidR="00F23AFA" w:rsidRPr="00C840BA">
        <w:rPr>
          <w:rFonts w:hint="eastAsia"/>
          <w:iCs/>
          <w:color w:val="000000"/>
        </w:rPr>
        <w:t>２．７</w:t>
      </w:r>
      <w:r w:rsidRPr="00C840BA">
        <w:rPr>
          <w:rFonts w:hint="eastAsia"/>
          <w:iCs/>
          <w:color w:val="000000"/>
        </w:rPr>
        <w:t>パーセントの割合で計算し</w:t>
      </w:r>
    </w:p>
    <w:p w:rsidR="009E2FF9" w:rsidRPr="00C840BA" w:rsidRDefault="009E2FF9" w:rsidP="002F610F">
      <w:pPr>
        <w:spacing w:line="276" w:lineRule="auto"/>
        <w:rPr>
          <w:color w:val="000000"/>
        </w:rPr>
      </w:pPr>
      <w:r w:rsidRPr="00C840BA">
        <w:rPr>
          <w:rFonts w:hint="eastAsia"/>
          <w:color w:val="000000"/>
        </w:rPr>
        <w:t xml:space="preserve">　た延滞金を徴収する。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（あっせん又は調停）</w:t>
      </w:r>
    </w:p>
    <w:p w:rsidR="009E2FF9" w:rsidRPr="00C840BA" w:rsidRDefault="009E2FF9" w:rsidP="002F610F">
      <w:pPr>
        <w:spacing w:line="276" w:lineRule="auto"/>
        <w:rPr>
          <w:color w:val="000000"/>
        </w:rPr>
      </w:pPr>
      <w:r w:rsidRPr="00C840BA">
        <w:rPr>
          <w:rFonts w:hint="eastAsia"/>
          <w:color w:val="000000"/>
        </w:rPr>
        <w:t>第５５条　この契約書の各条項において発注者と受注者とが協議して定めるものにつき協議が整わなかっ</w:t>
      </w:r>
    </w:p>
    <w:p w:rsidR="009E2FF9" w:rsidRPr="00C840BA" w:rsidRDefault="009E2FF9" w:rsidP="002F610F">
      <w:pPr>
        <w:spacing w:line="276" w:lineRule="auto"/>
        <w:rPr>
          <w:color w:val="000000"/>
        </w:rPr>
      </w:pPr>
      <w:r w:rsidRPr="00C840BA">
        <w:rPr>
          <w:rFonts w:hint="eastAsia"/>
          <w:color w:val="000000"/>
        </w:rPr>
        <w:t xml:space="preserve">　たときに発注者が定めたものに受注者が不服がある場合その他この契約に関して発注者と受注者との間</w:t>
      </w:r>
    </w:p>
    <w:p w:rsidR="009E2FF9" w:rsidRPr="00C840BA" w:rsidRDefault="009E2FF9" w:rsidP="002F610F">
      <w:pPr>
        <w:spacing w:line="276" w:lineRule="auto"/>
        <w:rPr>
          <w:color w:val="000000"/>
        </w:rPr>
      </w:pPr>
      <w:r w:rsidRPr="00C840BA">
        <w:rPr>
          <w:rFonts w:hint="eastAsia"/>
          <w:color w:val="000000"/>
        </w:rPr>
        <w:t xml:space="preserve">　に紛争を生じた場合には、発注者及び受注者は、建設業法による建設工事紛争審査会（以下次条におい</w:t>
      </w:r>
    </w:p>
    <w:p w:rsidR="009E2FF9" w:rsidRPr="00C840BA" w:rsidRDefault="009E2FF9" w:rsidP="002F610F">
      <w:pPr>
        <w:spacing w:line="276" w:lineRule="auto"/>
        <w:rPr>
          <w:color w:val="000000"/>
        </w:rPr>
      </w:pPr>
      <w:r w:rsidRPr="00C840BA">
        <w:rPr>
          <w:rFonts w:hint="eastAsia"/>
          <w:color w:val="000000"/>
        </w:rPr>
        <w:t xml:space="preserve">　て「審査会」という。）のあっせん又は調停によりその解決を図る。　</w:t>
      </w:r>
    </w:p>
    <w:p w:rsidR="009E2FF9" w:rsidRPr="00C840BA" w:rsidRDefault="009E2FF9" w:rsidP="002F610F">
      <w:pPr>
        <w:spacing w:line="276" w:lineRule="auto"/>
        <w:rPr>
          <w:color w:val="000000"/>
        </w:rPr>
      </w:pPr>
      <w:r w:rsidRPr="00C840BA">
        <w:rPr>
          <w:rFonts w:hint="eastAsia"/>
          <w:color w:val="000000"/>
        </w:rPr>
        <w:t>２　前項の規定にかかわらず、現場代理人の職務の執行に関する紛争、主任技術者（監理技術者）、専門技</w:t>
      </w:r>
    </w:p>
    <w:p w:rsidR="009E2FF9" w:rsidRPr="00C840BA" w:rsidRDefault="009E2FF9" w:rsidP="002F610F">
      <w:pPr>
        <w:spacing w:line="276" w:lineRule="auto"/>
        <w:rPr>
          <w:color w:val="000000"/>
        </w:rPr>
      </w:pPr>
      <w:r w:rsidRPr="00C840BA">
        <w:rPr>
          <w:rFonts w:hint="eastAsia"/>
          <w:color w:val="000000"/>
        </w:rPr>
        <w:t xml:space="preserve">　術者その他受注者が工事を施工するために使用している下請負人、労働者等の工事の施工又は管理に関</w:t>
      </w:r>
    </w:p>
    <w:p w:rsidR="009E2FF9" w:rsidRPr="00C840BA" w:rsidRDefault="009E2FF9" w:rsidP="002F610F">
      <w:pPr>
        <w:spacing w:line="276" w:lineRule="auto"/>
        <w:rPr>
          <w:color w:val="000000"/>
        </w:rPr>
      </w:pPr>
      <w:r w:rsidRPr="00C840BA">
        <w:rPr>
          <w:rFonts w:hint="eastAsia"/>
          <w:color w:val="000000"/>
        </w:rPr>
        <w:t xml:space="preserve">　する紛争及び監督員の職務の執行に関する紛争については、第１３条第３項の規定により受注者が決定</w:t>
      </w:r>
    </w:p>
    <w:p w:rsidR="009E2FF9" w:rsidRPr="00C840BA" w:rsidRDefault="009E2FF9" w:rsidP="002F610F">
      <w:pPr>
        <w:spacing w:line="276" w:lineRule="auto"/>
        <w:rPr>
          <w:color w:val="000000"/>
        </w:rPr>
      </w:pPr>
      <w:r w:rsidRPr="00C840BA">
        <w:rPr>
          <w:rFonts w:hint="eastAsia"/>
          <w:color w:val="000000"/>
        </w:rPr>
        <w:t xml:space="preserve">　を行った後若しくは同条第５項の規定により発注者が決定を行った後、又は発注者若しくは受注者が決</w:t>
      </w:r>
    </w:p>
    <w:p w:rsidR="009E2FF9" w:rsidRPr="00C840BA" w:rsidRDefault="009E2FF9" w:rsidP="002F610F">
      <w:pPr>
        <w:spacing w:line="276" w:lineRule="auto"/>
        <w:rPr>
          <w:color w:val="000000"/>
        </w:rPr>
      </w:pPr>
      <w:r w:rsidRPr="00C840BA">
        <w:rPr>
          <w:rFonts w:hint="eastAsia"/>
          <w:color w:val="000000"/>
        </w:rPr>
        <w:t xml:space="preserve">　定を行わずに同条第３項若しくは第５項の期間が経過した後でなければ、発注者及び受注者は、前項の</w:t>
      </w:r>
    </w:p>
    <w:p w:rsidR="009E2FF9" w:rsidRPr="00C840BA" w:rsidRDefault="009E2FF9" w:rsidP="002F610F">
      <w:pPr>
        <w:spacing w:line="276" w:lineRule="auto"/>
        <w:rPr>
          <w:color w:val="000000"/>
        </w:rPr>
      </w:pPr>
      <w:r w:rsidRPr="00C840BA">
        <w:rPr>
          <w:rFonts w:hint="eastAsia"/>
          <w:color w:val="000000"/>
        </w:rPr>
        <w:t xml:space="preserve">　あっせん又は調停を請求することができない。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（仲裁）</w:t>
      </w:r>
    </w:p>
    <w:p w:rsidR="009E2FF9" w:rsidRPr="00C840BA" w:rsidRDefault="009E2FF9" w:rsidP="002F610F">
      <w:pPr>
        <w:spacing w:line="276" w:lineRule="auto"/>
        <w:rPr>
          <w:color w:val="000000"/>
        </w:rPr>
      </w:pPr>
      <w:r w:rsidRPr="00C840BA">
        <w:rPr>
          <w:rFonts w:hint="eastAsia"/>
          <w:color w:val="000000"/>
        </w:rPr>
        <w:t>第５６条　発注者及び受注者は、その一方又は双方が前条の審査会のあっせん又は調停により紛争を解決</w:t>
      </w:r>
    </w:p>
    <w:p w:rsidR="009E2FF9" w:rsidRPr="00C840BA" w:rsidRDefault="009E2FF9" w:rsidP="002F610F">
      <w:pPr>
        <w:spacing w:line="276" w:lineRule="auto"/>
        <w:rPr>
          <w:color w:val="000000"/>
        </w:rPr>
      </w:pPr>
      <w:r w:rsidRPr="00C840BA">
        <w:rPr>
          <w:rFonts w:hint="eastAsia"/>
          <w:color w:val="000000"/>
        </w:rPr>
        <w:t xml:space="preserve">　する見込みがないと認めたときは、同条の規定にかかわらず、仲裁合意書に基づき、審査会の仲裁に付</w:t>
      </w:r>
    </w:p>
    <w:p w:rsidR="009E2FF9" w:rsidRPr="00C840BA" w:rsidRDefault="009E2FF9" w:rsidP="002F610F">
      <w:pPr>
        <w:spacing w:line="276" w:lineRule="auto"/>
        <w:rPr>
          <w:color w:val="000000"/>
        </w:rPr>
      </w:pPr>
      <w:r w:rsidRPr="00C840BA">
        <w:rPr>
          <w:rFonts w:hint="eastAsia"/>
          <w:color w:val="000000"/>
        </w:rPr>
        <w:t xml:space="preserve">　し、その仲裁判断に服する。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（補則）</w:t>
      </w:r>
    </w:p>
    <w:p w:rsidR="009E2FF9" w:rsidRPr="00C840BA" w:rsidRDefault="009E2FF9" w:rsidP="002F610F">
      <w:pPr>
        <w:spacing w:line="276" w:lineRule="auto"/>
        <w:rPr>
          <w:color w:val="000000"/>
        </w:rPr>
      </w:pPr>
      <w:r w:rsidRPr="00C840BA">
        <w:rPr>
          <w:rFonts w:hint="eastAsia"/>
          <w:color w:val="000000"/>
        </w:rPr>
        <w:t>第５７条　この契約書に定めのない事項については、必要に応じて発注者と受注者とが協議して定める。</w:t>
      </w:r>
    </w:p>
    <w:p w:rsidR="009E2FF9" w:rsidRPr="0070057A" w:rsidRDefault="009E2FF9" w:rsidP="002F610F">
      <w:pPr>
        <w:spacing w:line="276" w:lineRule="auto"/>
        <w:rPr>
          <w:color w:val="000000" w:themeColor="text1"/>
        </w:rPr>
      </w:pPr>
      <w:r w:rsidRPr="00C840BA">
        <w:rPr>
          <w:rFonts w:hint="eastAsia"/>
          <w:color w:val="000000"/>
        </w:rPr>
        <w:t xml:space="preserve"> </w:t>
      </w:r>
    </w:p>
    <w:p w:rsidR="009E2FF9" w:rsidRPr="00C840BA" w:rsidRDefault="009E2FF9" w:rsidP="002F610F">
      <w:pPr>
        <w:spacing w:line="276" w:lineRule="auto"/>
        <w:rPr>
          <w:color w:val="000000"/>
        </w:rPr>
      </w:pPr>
      <w:r w:rsidRPr="0070057A">
        <w:rPr>
          <w:rFonts w:hint="eastAsia"/>
          <w:color w:val="000000" w:themeColor="text1"/>
        </w:rPr>
        <w:t xml:space="preserve">                                                </w:t>
      </w:r>
      <w:r w:rsidR="00D4393D" w:rsidRPr="0070057A">
        <w:rPr>
          <w:rFonts w:hint="eastAsia"/>
          <w:color w:val="000000" w:themeColor="text1"/>
        </w:rPr>
        <w:t xml:space="preserve">             </w:t>
      </w:r>
      <w:r w:rsidR="00191A8D">
        <w:rPr>
          <w:rFonts w:hint="eastAsia"/>
          <w:color w:val="000000" w:themeColor="text1"/>
        </w:rPr>
        <w:t>（最終改正　平成３１</w:t>
      </w:r>
      <w:bookmarkStart w:id="0" w:name="_GoBack"/>
      <w:bookmarkEnd w:id="0"/>
      <w:r w:rsidR="00C96444" w:rsidRPr="0070057A">
        <w:rPr>
          <w:rFonts w:hint="eastAsia"/>
          <w:color w:val="000000" w:themeColor="text1"/>
        </w:rPr>
        <w:t>年</w:t>
      </w:r>
      <w:r w:rsidR="00495251" w:rsidRPr="0070057A">
        <w:rPr>
          <w:rFonts w:hint="eastAsia"/>
          <w:color w:val="000000" w:themeColor="text1"/>
        </w:rPr>
        <w:t>４</w:t>
      </w:r>
      <w:r w:rsidR="00D4393D" w:rsidRPr="0070057A">
        <w:rPr>
          <w:rFonts w:hint="eastAsia"/>
          <w:color w:val="000000" w:themeColor="text1"/>
        </w:rPr>
        <w:t>月</w:t>
      </w:r>
      <w:r w:rsidR="00AB7815" w:rsidRPr="0070057A">
        <w:rPr>
          <w:rFonts w:hint="eastAsia"/>
          <w:color w:val="000000" w:themeColor="text1"/>
        </w:rPr>
        <w:t>１</w:t>
      </w:r>
      <w:r w:rsidRPr="0070057A">
        <w:rPr>
          <w:rFonts w:hint="eastAsia"/>
          <w:color w:val="000000" w:themeColor="text1"/>
        </w:rPr>
        <w:t>日</w:t>
      </w:r>
      <w:r w:rsidRPr="00C840BA">
        <w:rPr>
          <w:rFonts w:hint="eastAsia"/>
          <w:color w:val="000000"/>
        </w:rPr>
        <w:t>）</w:t>
      </w:r>
    </w:p>
    <w:p w:rsidR="009E2FF9" w:rsidRPr="00C840BA" w:rsidRDefault="00C96444" w:rsidP="00F70132">
      <w:pPr>
        <w:spacing w:line="276" w:lineRule="auto"/>
        <w:jc w:val="center"/>
        <w:rPr>
          <w:color w:val="000000"/>
        </w:rPr>
      </w:pPr>
      <w:r w:rsidRPr="00C840BA">
        <w:rPr>
          <w:color w:val="000000"/>
        </w:rPr>
        <w:br w:type="page"/>
      </w:r>
      <w:r w:rsidR="009E2FF9" w:rsidRPr="00C840BA">
        <w:rPr>
          <w:rFonts w:hint="eastAsia"/>
          <w:color w:val="000000"/>
          <w:spacing w:val="-2"/>
          <w:w w:val="200"/>
        </w:rPr>
        <w:t>仲</w:t>
      </w:r>
      <w:r w:rsidR="009E2FF9" w:rsidRPr="00C840BA">
        <w:rPr>
          <w:rFonts w:hint="eastAsia"/>
          <w:color w:val="000000"/>
        </w:rPr>
        <w:t xml:space="preserve">　　　</w:t>
      </w:r>
      <w:r w:rsidR="009E2FF9" w:rsidRPr="00C840BA">
        <w:rPr>
          <w:rFonts w:hint="eastAsia"/>
          <w:color w:val="000000"/>
          <w:spacing w:val="-2"/>
          <w:w w:val="200"/>
        </w:rPr>
        <w:t>裁</w:t>
      </w:r>
      <w:r w:rsidR="009E2FF9" w:rsidRPr="00C840BA">
        <w:rPr>
          <w:rFonts w:hint="eastAsia"/>
          <w:color w:val="000000"/>
        </w:rPr>
        <w:t xml:space="preserve">　　　</w:t>
      </w:r>
      <w:r w:rsidR="009E2FF9" w:rsidRPr="00C840BA">
        <w:rPr>
          <w:rFonts w:hint="eastAsia"/>
          <w:color w:val="000000"/>
          <w:spacing w:val="-2"/>
          <w:w w:val="200"/>
        </w:rPr>
        <w:t>合</w:t>
      </w:r>
      <w:r w:rsidR="009E2FF9" w:rsidRPr="00C840BA">
        <w:rPr>
          <w:rFonts w:hint="eastAsia"/>
          <w:color w:val="000000"/>
        </w:rPr>
        <w:t xml:space="preserve">　　　</w:t>
      </w:r>
      <w:r w:rsidR="009E2FF9" w:rsidRPr="00C840BA">
        <w:rPr>
          <w:rFonts w:hint="eastAsia"/>
          <w:color w:val="000000"/>
          <w:spacing w:val="-2"/>
          <w:w w:val="200"/>
        </w:rPr>
        <w:t>意</w:t>
      </w:r>
      <w:r w:rsidR="009E2FF9" w:rsidRPr="00C840BA">
        <w:rPr>
          <w:rFonts w:hint="eastAsia"/>
          <w:color w:val="000000"/>
        </w:rPr>
        <w:t xml:space="preserve">　　　</w:t>
      </w:r>
      <w:r w:rsidR="009E2FF9" w:rsidRPr="00C840BA">
        <w:rPr>
          <w:rFonts w:hint="eastAsia"/>
          <w:color w:val="000000"/>
          <w:spacing w:val="-2"/>
          <w:w w:val="200"/>
        </w:rPr>
        <w:t>書</w:t>
      </w:r>
    </w:p>
    <w:p w:rsidR="009E2FF9" w:rsidRPr="00C840BA" w:rsidRDefault="009E2FF9" w:rsidP="002F610F">
      <w:pPr>
        <w:spacing w:line="276" w:lineRule="auto"/>
        <w:rPr>
          <w:color w:val="000000"/>
        </w:rPr>
      </w:pPr>
    </w:p>
    <w:p w:rsidR="00F70132" w:rsidRPr="00C840BA" w:rsidRDefault="00F70132" w:rsidP="002F610F">
      <w:pPr>
        <w:spacing w:line="276" w:lineRule="auto"/>
        <w:rPr>
          <w:color w:val="000000"/>
        </w:rPr>
      </w:pPr>
    </w:p>
    <w:p w:rsidR="00F70132" w:rsidRPr="00C840BA" w:rsidRDefault="00F70132" w:rsidP="002F610F">
      <w:pPr>
        <w:spacing w:line="276" w:lineRule="auto"/>
        <w:rPr>
          <w:color w:val="000000"/>
        </w:rPr>
      </w:pPr>
    </w:p>
    <w:p w:rsidR="009E2FF9" w:rsidRPr="00C840BA" w:rsidRDefault="00F70132" w:rsidP="002F610F">
      <w:pPr>
        <w:spacing w:line="276" w:lineRule="auto"/>
        <w:rPr>
          <w:color w:val="000000"/>
        </w:rPr>
      </w:pPr>
      <w:r w:rsidRPr="00C840BA">
        <w:rPr>
          <w:rFonts w:hint="eastAsia"/>
          <w:color w:val="000000"/>
        </w:rPr>
        <w:t xml:space="preserve">　　</w:t>
      </w:r>
      <w:r w:rsidR="009E2FF9" w:rsidRPr="00C840BA">
        <w:rPr>
          <w:rFonts w:hint="eastAsia"/>
          <w:color w:val="000000"/>
        </w:rPr>
        <w:t xml:space="preserve">　　　</w:t>
      </w:r>
      <w:r w:rsidR="00B678B4" w:rsidRPr="00C840BA">
        <w:rPr>
          <w:rFonts w:hint="eastAsia"/>
          <w:color w:val="000000"/>
        </w:rPr>
        <w:t>工　事　名</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 xml:space="preserve">　　　　　</w:t>
      </w:r>
      <w:r w:rsidR="00B678B4" w:rsidRPr="00C840BA">
        <w:rPr>
          <w:rFonts w:hint="eastAsia"/>
          <w:color w:val="000000"/>
          <w:kern w:val="0"/>
        </w:rPr>
        <w:t>工事箇所</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p>
    <w:p w:rsidR="00C96444" w:rsidRPr="00C840BA" w:rsidRDefault="0074611E" w:rsidP="002F610F">
      <w:pPr>
        <w:spacing w:line="276" w:lineRule="auto"/>
        <w:rPr>
          <w:color w:val="000000"/>
        </w:rPr>
      </w:pPr>
      <w:r w:rsidRPr="00C840BA">
        <w:rPr>
          <w:rFonts w:hint="eastAsia"/>
          <w:color w:val="000000"/>
        </w:rPr>
        <w:t xml:space="preserve">　　　　</w:t>
      </w:r>
      <w:r w:rsidR="009E2FF9" w:rsidRPr="00C840BA">
        <w:rPr>
          <w:rFonts w:hint="eastAsia"/>
          <w:color w:val="000000"/>
        </w:rPr>
        <w:t xml:space="preserve">　　年　　月　　日に締結した上記建設工事の請負契約に関する紛争については、発注者</w:t>
      </w:r>
    </w:p>
    <w:p w:rsidR="00F70132" w:rsidRPr="00C840BA" w:rsidRDefault="009E2FF9" w:rsidP="002F610F">
      <w:pPr>
        <w:spacing w:line="276" w:lineRule="auto"/>
        <w:rPr>
          <w:color w:val="000000"/>
        </w:rPr>
      </w:pPr>
      <w:r w:rsidRPr="00C840BA">
        <w:rPr>
          <w:rFonts w:hint="eastAsia"/>
          <w:color w:val="000000"/>
        </w:rPr>
        <w:t xml:space="preserve">　</w:t>
      </w:r>
      <w:r w:rsidR="00F70132" w:rsidRPr="00C840BA">
        <w:rPr>
          <w:rFonts w:hint="eastAsia"/>
          <w:color w:val="000000"/>
        </w:rPr>
        <w:t xml:space="preserve">　　</w:t>
      </w:r>
      <w:r w:rsidRPr="00C840BA">
        <w:rPr>
          <w:rFonts w:hint="eastAsia"/>
          <w:color w:val="000000"/>
        </w:rPr>
        <w:t>及び受注者は、建設業法に規定する下記の建設工事紛争審査会の仲裁に付し、その仲裁判断に服</w:t>
      </w:r>
    </w:p>
    <w:p w:rsidR="009E2FF9" w:rsidRPr="00C840BA" w:rsidRDefault="00F70132" w:rsidP="002F610F">
      <w:pPr>
        <w:spacing w:line="276" w:lineRule="auto"/>
        <w:rPr>
          <w:color w:val="000000"/>
        </w:rPr>
      </w:pPr>
      <w:r w:rsidRPr="00C840BA">
        <w:rPr>
          <w:rFonts w:hint="eastAsia"/>
          <w:color w:val="000000"/>
        </w:rPr>
        <w:t xml:space="preserve">　　　</w:t>
      </w:r>
      <w:r w:rsidR="009E2FF9" w:rsidRPr="00C840BA">
        <w:rPr>
          <w:rFonts w:hint="eastAsia"/>
          <w:color w:val="000000"/>
        </w:rPr>
        <w:t>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 xml:space="preserve">　　　　　　　　　　　　管轄審査会名　　　　　　　　　建設工事紛争審査会</w:t>
      </w:r>
    </w:p>
    <w:p w:rsidR="009E2FF9" w:rsidRPr="00C840BA" w:rsidRDefault="009E2FF9" w:rsidP="002F610F">
      <w:pPr>
        <w:spacing w:line="276" w:lineRule="auto"/>
        <w:rPr>
          <w:color w:val="000000"/>
        </w:rPr>
      </w:pPr>
      <w:r w:rsidRPr="00C840BA">
        <w:rPr>
          <w:rFonts w:hint="eastAsia"/>
          <w:color w:val="000000"/>
        </w:rPr>
        <w:t xml:space="preserve">　　　　　　　　　　　　　管轄審査会名が記入されていない場合は建設業法第　</w:t>
      </w:r>
    </w:p>
    <w:p w:rsidR="009E2FF9" w:rsidRPr="00C840BA" w:rsidRDefault="009E2FF9" w:rsidP="002F610F">
      <w:pPr>
        <w:spacing w:line="276" w:lineRule="auto"/>
        <w:rPr>
          <w:color w:val="000000"/>
        </w:rPr>
      </w:pPr>
      <w:r w:rsidRPr="00C840BA">
        <w:rPr>
          <w:rFonts w:hint="eastAsia"/>
          <w:color w:val="000000"/>
        </w:rPr>
        <w:t xml:space="preserve">　　　　　　　</w:t>
      </w:r>
      <w:r w:rsidRPr="00C840BA">
        <w:rPr>
          <w:rFonts w:hint="eastAsia"/>
          <w:color w:val="000000"/>
        </w:rPr>
        <w:t xml:space="preserve">  </w:t>
      </w:r>
      <w:r w:rsidRPr="00C840BA">
        <w:rPr>
          <w:rFonts w:hint="eastAsia"/>
          <w:color w:val="000000"/>
        </w:rPr>
        <w:t xml:space="preserve">　　　　　２５条の９第１項又は第２項に定める建設工事紛争</w:t>
      </w:r>
    </w:p>
    <w:p w:rsidR="009E2FF9" w:rsidRPr="00C840BA" w:rsidRDefault="009E2FF9" w:rsidP="002F610F">
      <w:pPr>
        <w:spacing w:line="276" w:lineRule="auto"/>
        <w:rPr>
          <w:color w:val="000000"/>
        </w:rPr>
      </w:pPr>
      <w:r w:rsidRPr="00C840BA">
        <w:rPr>
          <w:rFonts w:hint="eastAsia"/>
          <w:color w:val="000000"/>
        </w:rPr>
        <w:t xml:space="preserve">　　　　　　　　　　　　　審査</w:t>
      </w:r>
      <w:r w:rsidR="00F70132" w:rsidRPr="00C840BA">
        <w:rPr>
          <w:rFonts w:hint="eastAsia"/>
          <w:color w:val="000000"/>
        </w:rPr>
        <w:t>会を管轄審査会とする。</w:t>
      </w:r>
    </w:p>
    <w:p w:rsidR="00F70132" w:rsidRPr="00C840BA" w:rsidRDefault="00F70132"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 xml:space="preserve">　　　　　　　　　　年　　月　　日</w:t>
      </w:r>
    </w:p>
    <w:p w:rsidR="009E2FF9" w:rsidRPr="00C840BA" w:rsidRDefault="009E2FF9" w:rsidP="002F610F">
      <w:pPr>
        <w:spacing w:line="276" w:lineRule="auto"/>
        <w:rPr>
          <w:color w:val="000000"/>
        </w:rPr>
      </w:pPr>
    </w:p>
    <w:p w:rsidR="00F70132" w:rsidRPr="00C840BA" w:rsidRDefault="009E2FF9" w:rsidP="002F610F">
      <w:pPr>
        <w:spacing w:line="276" w:lineRule="auto"/>
        <w:rPr>
          <w:color w:val="000000"/>
        </w:rPr>
      </w:pPr>
      <w:r w:rsidRPr="00C840BA">
        <w:rPr>
          <w:rFonts w:hint="eastAsia"/>
          <w:color w:val="000000"/>
        </w:rPr>
        <w:t xml:space="preserve">　　　　　　発</w:t>
      </w:r>
      <w:r w:rsidR="00B678B4" w:rsidRPr="00C840BA">
        <w:rPr>
          <w:rFonts w:hint="eastAsia"/>
          <w:color w:val="000000"/>
        </w:rPr>
        <w:t xml:space="preserve">　</w:t>
      </w:r>
      <w:r w:rsidRPr="00C840BA">
        <w:rPr>
          <w:rFonts w:hint="eastAsia"/>
          <w:color w:val="000000"/>
        </w:rPr>
        <w:t>注</w:t>
      </w:r>
      <w:r w:rsidR="00B678B4" w:rsidRPr="00C840BA">
        <w:rPr>
          <w:rFonts w:hint="eastAsia"/>
          <w:color w:val="000000"/>
        </w:rPr>
        <w:t xml:space="preserve">　</w:t>
      </w:r>
      <w:r w:rsidRPr="00C840BA">
        <w:rPr>
          <w:rFonts w:hint="eastAsia"/>
          <w:color w:val="000000"/>
        </w:rPr>
        <w:t>者　　　　　　　　　　　　　　　　　　　　印</w:t>
      </w:r>
    </w:p>
    <w:p w:rsidR="00F70132" w:rsidRPr="00C840BA" w:rsidRDefault="00F70132" w:rsidP="002F610F">
      <w:pPr>
        <w:spacing w:line="276" w:lineRule="auto"/>
        <w:rPr>
          <w:color w:val="000000"/>
        </w:rPr>
      </w:pPr>
    </w:p>
    <w:p w:rsidR="00F70132" w:rsidRPr="00C840BA" w:rsidRDefault="00F70132"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 xml:space="preserve">　　　　　　受</w:t>
      </w:r>
      <w:r w:rsidR="00B678B4" w:rsidRPr="00C840BA">
        <w:rPr>
          <w:rFonts w:hint="eastAsia"/>
          <w:color w:val="000000"/>
        </w:rPr>
        <w:t xml:space="preserve">　</w:t>
      </w:r>
      <w:r w:rsidRPr="00C840BA">
        <w:rPr>
          <w:rFonts w:hint="eastAsia"/>
          <w:color w:val="000000"/>
        </w:rPr>
        <w:t>注</w:t>
      </w:r>
      <w:r w:rsidR="00B678B4" w:rsidRPr="00C840BA">
        <w:rPr>
          <w:rFonts w:hint="eastAsia"/>
          <w:color w:val="000000"/>
        </w:rPr>
        <w:t xml:space="preserve">　</w:t>
      </w:r>
      <w:r w:rsidRPr="00C840BA">
        <w:rPr>
          <w:rFonts w:hint="eastAsia"/>
          <w:color w:val="000000"/>
        </w:rPr>
        <w:t>者　　　　　　　　　　　　　　　　　　　　印</w:t>
      </w:r>
    </w:p>
    <w:p w:rsidR="009E2FF9" w:rsidRPr="00C840BA" w:rsidRDefault="00C96444" w:rsidP="002F610F">
      <w:pPr>
        <w:spacing w:line="276" w:lineRule="auto"/>
        <w:rPr>
          <w:color w:val="000000"/>
        </w:rPr>
      </w:pPr>
      <w:r w:rsidRPr="00C840BA">
        <w:rPr>
          <w:color w:val="000000"/>
        </w:rPr>
        <w:br w:type="page"/>
      </w:r>
      <w:r w:rsidR="009E2FF9" w:rsidRPr="00C840BA">
        <w:rPr>
          <w:rFonts w:hint="eastAsia"/>
          <w:color w:val="000000"/>
        </w:rPr>
        <w:t>〔裏面〕</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 xml:space="preserve">　　　　　　　　　　　　　</w:t>
      </w:r>
      <w:r w:rsidRPr="0091053A">
        <w:rPr>
          <w:rFonts w:hint="eastAsia"/>
          <w:color w:val="000000"/>
          <w:spacing w:val="52"/>
          <w:kern w:val="0"/>
          <w:fitText w:val="2720" w:id="-233136126"/>
        </w:rPr>
        <w:t>仲裁合意書につい</w:t>
      </w:r>
      <w:r w:rsidRPr="0091053A">
        <w:rPr>
          <w:rFonts w:hint="eastAsia"/>
          <w:color w:val="000000"/>
          <w:spacing w:val="-1"/>
          <w:kern w:val="0"/>
          <w:fitText w:val="2720" w:id="-233136126"/>
        </w:rPr>
        <w:t>て</w:t>
      </w:r>
      <w:r w:rsidRPr="00C840BA">
        <w:rPr>
          <w:rFonts w:hint="eastAsia"/>
          <w:color w:val="000000"/>
        </w:rPr>
        <w:t xml:space="preserve">　　　　　　　　　　　　　　　　　　　　　</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１）　仲裁合意について</w:t>
      </w:r>
    </w:p>
    <w:p w:rsidR="009E2FF9" w:rsidRPr="00C840BA" w:rsidRDefault="009E2FF9" w:rsidP="002F610F">
      <w:pPr>
        <w:spacing w:line="276" w:lineRule="auto"/>
        <w:rPr>
          <w:color w:val="000000"/>
        </w:rPr>
      </w:pPr>
      <w:r w:rsidRPr="00C840BA">
        <w:rPr>
          <w:rFonts w:hint="eastAsia"/>
          <w:color w:val="000000"/>
        </w:rPr>
        <w:t xml:space="preserve">　仲裁合意とは、裁判所への訴訟に代えて、紛争の解決を仲裁人に委ねることを約する当事者間の契約である。</w:t>
      </w:r>
    </w:p>
    <w:p w:rsidR="009E2FF9" w:rsidRPr="00C840BA" w:rsidRDefault="009E2FF9" w:rsidP="002F610F">
      <w:pPr>
        <w:spacing w:line="276" w:lineRule="auto"/>
        <w:rPr>
          <w:color w:val="000000"/>
        </w:rPr>
      </w:pPr>
      <w:r w:rsidRPr="00C840BA">
        <w:rPr>
          <w:rFonts w:hint="eastAsia"/>
          <w:color w:val="000000"/>
        </w:rPr>
        <w:t xml:space="preserve">　仲裁手続によってなされる仲裁判断は、裁判上の確定判決と同一の効力を有し、たとえその仲裁判断の内容に不服があっても、その内容を裁判所で争うことはできない。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２）　建設工事紛争審査会について</w:t>
      </w:r>
    </w:p>
    <w:p w:rsidR="009E2FF9" w:rsidRPr="00C840BA" w:rsidRDefault="009E2FF9" w:rsidP="002F610F">
      <w:pPr>
        <w:spacing w:line="276" w:lineRule="auto"/>
        <w:rPr>
          <w:color w:val="000000"/>
        </w:rPr>
      </w:pPr>
      <w:r w:rsidRPr="00C840BA">
        <w:rPr>
          <w:rFonts w:hint="eastAsia"/>
          <w:color w:val="000000"/>
        </w:rPr>
        <w:t xml:space="preserve">　建設工事紛争審査会（以下「審査会」という。）は、建設工事の請負契約に関する紛争の解決を図るため建設業法に基づいて設置されており、同法の規定により、あっせん、調停及び仲裁を行う権限を有している。また、中央建設工事紛争審査会（以下「中央審査会」という。）は、国土交通省に、都道府県建設工事紛争審査会（以下「都道府県審査会」という。）は各都道府県にそれぞれ設置されている。審査会の管轄は、原則として、受注者が国土交通大臣の許可を受けた建設業者であるときは中央審査会、都道府県知事の許可を受けた建設業者であるときは当該都道府県審査会であるが、当事者の合意によって管轄審査会を定めることもできる。</w:t>
      </w:r>
    </w:p>
    <w:p w:rsidR="009E2FF9" w:rsidRPr="00C840BA" w:rsidRDefault="009E2FF9" w:rsidP="002F610F">
      <w:pPr>
        <w:spacing w:line="276" w:lineRule="auto"/>
        <w:rPr>
          <w:color w:val="000000"/>
        </w:rPr>
      </w:pPr>
      <w:r w:rsidRPr="00C840BA">
        <w:rPr>
          <w:rFonts w:hint="eastAsia"/>
          <w:color w:val="000000"/>
        </w:rPr>
        <w:t xml:space="preserve">　審査会による仲裁は、三人の仲裁委員が行い、仲裁委員は、審査会の委員又は特別委員のうちから当事者が合意によって選定した者につき、審査会の会長が指名する。また、仲裁委員のうち少なくとも一人は、弁護士法の規定により弁護士となる資格を有する者である。</w:t>
      </w:r>
    </w:p>
    <w:p w:rsidR="009E2FF9" w:rsidRPr="00C840BA" w:rsidRDefault="009E2FF9" w:rsidP="002F610F">
      <w:pPr>
        <w:spacing w:line="276" w:lineRule="auto"/>
        <w:rPr>
          <w:color w:val="000000"/>
        </w:rPr>
      </w:pPr>
      <w:r w:rsidRPr="00C840BA">
        <w:rPr>
          <w:rFonts w:hint="eastAsia"/>
          <w:color w:val="000000"/>
        </w:rPr>
        <w:t xml:space="preserve">　なお、審査会における仲裁手続は、建設業法に特別の定めがある場合を除き、仲裁法の規定が適用される。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p>
    <w:p w:rsidR="006A0F0D" w:rsidRPr="00C840BA" w:rsidRDefault="006A0F0D">
      <w:pPr>
        <w:spacing w:line="276" w:lineRule="auto"/>
        <w:rPr>
          <w:color w:val="000000"/>
        </w:rPr>
      </w:pPr>
    </w:p>
    <w:sectPr w:rsidR="006A0F0D" w:rsidRPr="00C840BA" w:rsidSect="00F70132">
      <w:footerReference w:type="default" r:id="rId7"/>
      <w:pgSz w:w="11906" w:h="16838"/>
      <w:pgMar w:top="1984" w:right="850" w:bottom="1174" w:left="1116" w:header="720" w:footer="720" w:gutter="0"/>
      <w:pgNumType w:fmt="numberInDash"/>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900" w:rsidRDefault="00BD6900" w:rsidP="001C2C32">
      <w:r>
        <w:separator/>
      </w:r>
    </w:p>
  </w:endnote>
  <w:endnote w:type="continuationSeparator" w:id="0">
    <w:p w:rsidR="00BD6900" w:rsidRDefault="00BD6900" w:rsidP="001C2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8B4" w:rsidRDefault="00B678B4">
    <w:pPr>
      <w:pStyle w:val="a6"/>
      <w:jc w:val="center"/>
    </w:pPr>
    <w:r>
      <w:fldChar w:fldCharType="begin"/>
    </w:r>
    <w:r>
      <w:instrText xml:space="preserve"> PAGE   \* MERGEFORMAT </w:instrText>
    </w:r>
    <w:r>
      <w:fldChar w:fldCharType="separate"/>
    </w:r>
    <w:r w:rsidR="00191A8D" w:rsidRPr="00191A8D">
      <w:rPr>
        <w:noProof/>
        <w:lang w:val="ja-JP"/>
      </w:rPr>
      <w:t>-</w:t>
    </w:r>
    <w:r w:rsidR="00191A8D">
      <w:rPr>
        <w:noProof/>
      </w:rPr>
      <w:t xml:space="preserve"> 20 -</w:t>
    </w:r>
    <w:r>
      <w:fldChar w:fldCharType="end"/>
    </w:r>
  </w:p>
  <w:p w:rsidR="00B678B4" w:rsidRDefault="00B678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900" w:rsidRDefault="00BD6900" w:rsidP="001C2C32">
      <w:r>
        <w:separator/>
      </w:r>
    </w:p>
  </w:footnote>
  <w:footnote w:type="continuationSeparator" w:id="0">
    <w:p w:rsidR="00BD6900" w:rsidRDefault="00BD6900" w:rsidP="001C2C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ocumentProtection w:edit="trackedChanges" w:enforcement="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FF9"/>
    <w:rsid w:val="00051087"/>
    <w:rsid w:val="00071384"/>
    <w:rsid w:val="00077751"/>
    <w:rsid w:val="000A1BBE"/>
    <w:rsid w:val="000A6CD8"/>
    <w:rsid w:val="000E6064"/>
    <w:rsid w:val="00146749"/>
    <w:rsid w:val="00191A8D"/>
    <w:rsid w:val="001C2C32"/>
    <w:rsid w:val="001E0CA9"/>
    <w:rsid w:val="00286412"/>
    <w:rsid w:val="002F610F"/>
    <w:rsid w:val="003C0C93"/>
    <w:rsid w:val="00472A87"/>
    <w:rsid w:val="00482FB3"/>
    <w:rsid w:val="0048302D"/>
    <w:rsid w:val="00493FC6"/>
    <w:rsid w:val="00495251"/>
    <w:rsid w:val="004B3F0F"/>
    <w:rsid w:val="004D1BF0"/>
    <w:rsid w:val="004E73B2"/>
    <w:rsid w:val="005B086D"/>
    <w:rsid w:val="005B6977"/>
    <w:rsid w:val="005F0AA9"/>
    <w:rsid w:val="00632B70"/>
    <w:rsid w:val="0063777B"/>
    <w:rsid w:val="00662878"/>
    <w:rsid w:val="006A0F0D"/>
    <w:rsid w:val="0070057A"/>
    <w:rsid w:val="007067F3"/>
    <w:rsid w:val="0074611E"/>
    <w:rsid w:val="00746178"/>
    <w:rsid w:val="0075373E"/>
    <w:rsid w:val="008222E6"/>
    <w:rsid w:val="008B1A01"/>
    <w:rsid w:val="0091053A"/>
    <w:rsid w:val="00946896"/>
    <w:rsid w:val="00974684"/>
    <w:rsid w:val="009E2FF9"/>
    <w:rsid w:val="009E737A"/>
    <w:rsid w:val="00A07C59"/>
    <w:rsid w:val="00A16D8C"/>
    <w:rsid w:val="00A63CB2"/>
    <w:rsid w:val="00AA2262"/>
    <w:rsid w:val="00AB7815"/>
    <w:rsid w:val="00AD058D"/>
    <w:rsid w:val="00AD1405"/>
    <w:rsid w:val="00AD25A1"/>
    <w:rsid w:val="00AE4072"/>
    <w:rsid w:val="00AE45F8"/>
    <w:rsid w:val="00AE55EA"/>
    <w:rsid w:val="00B05846"/>
    <w:rsid w:val="00B167E3"/>
    <w:rsid w:val="00B678B4"/>
    <w:rsid w:val="00B71764"/>
    <w:rsid w:val="00B966EB"/>
    <w:rsid w:val="00BA416A"/>
    <w:rsid w:val="00BD1F6A"/>
    <w:rsid w:val="00BD6900"/>
    <w:rsid w:val="00C7431F"/>
    <w:rsid w:val="00C8278B"/>
    <w:rsid w:val="00C840BA"/>
    <w:rsid w:val="00C96444"/>
    <w:rsid w:val="00CA5842"/>
    <w:rsid w:val="00CC4BBA"/>
    <w:rsid w:val="00D13EA0"/>
    <w:rsid w:val="00D2134F"/>
    <w:rsid w:val="00D352CA"/>
    <w:rsid w:val="00D37640"/>
    <w:rsid w:val="00D4393D"/>
    <w:rsid w:val="00D87C40"/>
    <w:rsid w:val="00DE106E"/>
    <w:rsid w:val="00DF2A3A"/>
    <w:rsid w:val="00E31585"/>
    <w:rsid w:val="00E33A55"/>
    <w:rsid w:val="00E73C07"/>
    <w:rsid w:val="00EC235D"/>
    <w:rsid w:val="00EE0517"/>
    <w:rsid w:val="00F23AFA"/>
    <w:rsid w:val="00F54E77"/>
    <w:rsid w:val="00F70132"/>
    <w:rsid w:val="00FA3E46"/>
    <w:rsid w:val="00FA6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chartTrackingRefBased/>
  <w15:docId w15:val="{C02E722E-9E48-4D4C-B7EE-602FAD222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57" w:lineRule="exact"/>
      <w:jc w:val="both"/>
    </w:pPr>
    <w:rPr>
      <w:rFonts w:cs="ＭＳ 明朝"/>
      <w:spacing w:val="-1"/>
      <w:sz w:val="21"/>
      <w:szCs w:val="21"/>
    </w:rPr>
  </w:style>
  <w:style w:type="paragraph" w:styleId="a4">
    <w:name w:val="header"/>
    <w:basedOn w:val="a"/>
    <w:link w:val="a5"/>
    <w:uiPriority w:val="99"/>
    <w:unhideWhenUsed/>
    <w:rsid w:val="001C2C32"/>
    <w:pPr>
      <w:tabs>
        <w:tab w:val="center" w:pos="4252"/>
        <w:tab w:val="right" w:pos="8504"/>
      </w:tabs>
      <w:snapToGrid w:val="0"/>
    </w:pPr>
  </w:style>
  <w:style w:type="character" w:customStyle="1" w:styleId="a5">
    <w:name w:val="ヘッダー (文字)"/>
    <w:basedOn w:val="a0"/>
    <w:link w:val="a4"/>
    <w:uiPriority w:val="99"/>
    <w:rsid w:val="001C2C32"/>
  </w:style>
  <w:style w:type="paragraph" w:styleId="a6">
    <w:name w:val="footer"/>
    <w:basedOn w:val="a"/>
    <w:link w:val="a7"/>
    <w:uiPriority w:val="99"/>
    <w:unhideWhenUsed/>
    <w:rsid w:val="001C2C32"/>
    <w:pPr>
      <w:tabs>
        <w:tab w:val="center" w:pos="4252"/>
        <w:tab w:val="right" w:pos="8504"/>
      </w:tabs>
      <w:snapToGrid w:val="0"/>
    </w:pPr>
  </w:style>
  <w:style w:type="character" w:customStyle="1" w:styleId="a7">
    <w:name w:val="フッター (文字)"/>
    <w:basedOn w:val="a0"/>
    <w:link w:val="a6"/>
    <w:uiPriority w:val="99"/>
    <w:rsid w:val="001C2C32"/>
  </w:style>
  <w:style w:type="paragraph" w:styleId="a8">
    <w:name w:val="Balloon Text"/>
    <w:basedOn w:val="a"/>
    <w:link w:val="a9"/>
    <w:uiPriority w:val="99"/>
    <w:semiHidden/>
    <w:unhideWhenUsed/>
    <w:rsid w:val="00F23AFA"/>
    <w:rPr>
      <w:rFonts w:ascii="Arial" w:eastAsia="ＭＳ ゴシック" w:hAnsi="Arial"/>
      <w:sz w:val="18"/>
      <w:szCs w:val="18"/>
    </w:rPr>
  </w:style>
  <w:style w:type="character" w:customStyle="1" w:styleId="a9">
    <w:name w:val="吹き出し (文字)"/>
    <w:link w:val="a8"/>
    <w:uiPriority w:val="99"/>
    <w:semiHidden/>
    <w:rsid w:val="00F23AFA"/>
    <w:rPr>
      <w:rFonts w:ascii="Arial" w:eastAsia="ＭＳ ゴシック" w:hAnsi="Arial" w:cs="Times New Roman"/>
      <w:kern w:val="2"/>
      <w:sz w:val="18"/>
      <w:szCs w:val="18"/>
    </w:rPr>
  </w:style>
  <w:style w:type="paragraph" w:styleId="aa">
    <w:name w:val="Revision"/>
    <w:hidden/>
    <w:uiPriority w:val="99"/>
    <w:semiHidden/>
    <w:rsid w:val="00C840B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4043\Desktop\&#31038;&#20250;&#20445;&#38522;&#26410;&#21152;&#20837;&#23550;&#31574;&#12395;&#12388;&#12356;&#12390;\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48C59-02DF-4F12-8A7E-AE2CE868D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1</TotalTime>
  <Pages>23</Pages>
  <Words>4777</Words>
  <Characters>27233</Characters>
  <Application>Microsoft Office Word</Application>
  <DocSecurity>0</DocSecurity>
  <Lines>226</Lines>
  <Paragraphs>63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U7046</dc:creator>
  <cp:keywords/>
  <dc:description/>
  <cp:lastModifiedBy>U4043</cp:lastModifiedBy>
  <cp:revision>4</cp:revision>
  <cp:lastPrinted>2017-03-27T09:54:00Z</cp:lastPrinted>
  <dcterms:created xsi:type="dcterms:W3CDTF">2018-11-08T01:53:00Z</dcterms:created>
  <dcterms:modified xsi:type="dcterms:W3CDTF">2019-03-26T11:47:00Z</dcterms:modified>
  <cp:category/>
</cp:coreProperties>
</file>